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5DF6FA" w14:textId="4B8C71E2" w:rsidR="004C4DE7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5F9BF05" w14:textId="39220D71" w:rsidR="00A32979" w:rsidRDefault="00A32979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A6A6DBB" w14:textId="77777777" w:rsidR="00A32979" w:rsidRPr="00831772" w:rsidRDefault="00A32979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2D89D21" w14:textId="77777777" w:rsidR="004C4DE7" w:rsidRPr="00831772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B10B954" w14:textId="77777777" w:rsidR="004C4DE7" w:rsidRPr="00831772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7BA2AA26" w14:textId="77777777" w:rsidR="004C4DE7" w:rsidRPr="00831772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A665D88" w14:textId="77777777" w:rsidR="004C4DE7" w:rsidRPr="00831772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341EE946" w14:textId="77777777" w:rsidR="004C4DE7" w:rsidRPr="00831772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0E7E51E" w14:textId="77777777" w:rsidR="004C4DE7" w:rsidRPr="00831772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7B4D7CB2" w14:textId="77777777" w:rsidR="004C4DE7" w:rsidRPr="00831772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6B5BFD5" w14:textId="77777777" w:rsidR="004C4DE7" w:rsidRPr="00831772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58D424A" w14:textId="2297E02D" w:rsidR="004C4DE7" w:rsidRPr="00831772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377FE6BB" w14:textId="40C3593E" w:rsidR="00AA5B82" w:rsidRPr="00831772" w:rsidRDefault="00AA5B82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1437A0A" w14:textId="77777777" w:rsidR="00AA5B82" w:rsidRPr="00831772" w:rsidRDefault="00AA5B82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9AF014C" w14:textId="5E58428C" w:rsidR="00AA5B82" w:rsidRPr="00831772" w:rsidRDefault="00C20B5C" w:rsidP="00C20B5C">
      <w:pPr>
        <w:widowControl w:val="0"/>
        <w:tabs>
          <w:tab w:val="left" w:pos="9356"/>
        </w:tabs>
        <w:autoSpaceDE w:val="0"/>
        <w:autoSpaceDN w:val="0"/>
        <w:adjustRightInd w:val="0"/>
        <w:ind w:right="495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kern w:val="24"/>
          <w:sz w:val="28"/>
          <w:szCs w:val="28"/>
        </w:rPr>
        <w:t>О внесении изменения в постановление администрации города Тулы от 19.03.2025 № 100</w:t>
      </w:r>
      <w:r w:rsidR="00AA5B82" w:rsidRPr="00831772">
        <w:rPr>
          <w:rFonts w:ascii="PT Astra Serif" w:hAnsi="PT Astra Serif"/>
          <w:sz w:val="28"/>
          <w:szCs w:val="28"/>
        </w:rPr>
        <w:t xml:space="preserve">          </w:t>
      </w:r>
    </w:p>
    <w:p w14:paraId="79D1B605" w14:textId="77777777" w:rsidR="00AA5B82" w:rsidRPr="00831772" w:rsidRDefault="00AA5B82" w:rsidP="00E87D25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</w:t>
      </w:r>
    </w:p>
    <w:p w14:paraId="7D40CFDB" w14:textId="77777777" w:rsidR="00AA5B82" w:rsidRPr="00831772" w:rsidRDefault="00AA5B82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       </w:t>
      </w:r>
    </w:p>
    <w:p w14:paraId="3A72F015" w14:textId="7231AC51" w:rsidR="00AA5B82" w:rsidRPr="00C20B5C" w:rsidRDefault="00AA5B82" w:rsidP="00C20B5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C20B5C">
        <w:rPr>
          <w:rFonts w:ascii="PT Astra Serif" w:hAnsi="PT Astra Serif"/>
          <w:spacing w:val="-3"/>
          <w:sz w:val="28"/>
          <w:szCs w:val="28"/>
        </w:rPr>
        <w:t xml:space="preserve">В соответствии с </w:t>
      </w:r>
      <w:r w:rsidRPr="00C20B5C">
        <w:rPr>
          <w:rFonts w:ascii="PT Astra Serif" w:hAnsi="PT Astra Serif"/>
          <w:spacing w:val="1"/>
          <w:sz w:val="28"/>
          <w:szCs w:val="28"/>
        </w:rPr>
        <w:t>Федеральным законом от 6 октября 2003 года № </w:t>
      </w:r>
      <w:r w:rsidRPr="00C20B5C">
        <w:rPr>
          <w:rFonts w:ascii="PT Astra Serif" w:hAnsi="PT Astra Serif"/>
          <w:bCs/>
          <w:spacing w:val="1"/>
          <w:sz w:val="28"/>
          <w:szCs w:val="28"/>
        </w:rPr>
        <w:t xml:space="preserve">131-ФЗ </w:t>
      </w:r>
      <w:r w:rsidRPr="00C20B5C">
        <w:rPr>
          <w:rFonts w:ascii="PT Astra Serif" w:hAnsi="PT Astra Serif"/>
          <w:spacing w:val="1"/>
          <w:sz w:val="28"/>
          <w:szCs w:val="28"/>
        </w:rPr>
        <w:t xml:space="preserve">«Об общих принципах </w:t>
      </w:r>
      <w:r w:rsidRPr="00C20B5C">
        <w:rPr>
          <w:rFonts w:ascii="PT Astra Serif" w:hAnsi="PT Astra Serif"/>
          <w:spacing w:val="6"/>
          <w:sz w:val="28"/>
          <w:szCs w:val="28"/>
        </w:rPr>
        <w:t>организации местного самоуправления в Российской Федерации»,</w:t>
      </w:r>
      <w:r w:rsidRPr="00C20B5C">
        <w:rPr>
          <w:rFonts w:ascii="PT Astra Serif" w:hAnsi="PT Astra Serif"/>
          <w:spacing w:val="-3"/>
          <w:sz w:val="28"/>
          <w:szCs w:val="28"/>
        </w:rPr>
        <w:t xml:space="preserve"> Федеральным законом от </w:t>
      </w:r>
      <w:r w:rsidRPr="00C20B5C">
        <w:rPr>
          <w:rFonts w:ascii="PT Astra Serif" w:hAnsi="PT Astra Serif"/>
          <w:bCs/>
          <w:spacing w:val="-3"/>
          <w:sz w:val="28"/>
          <w:szCs w:val="28"/>
        </w:rPr>
        <w:t xml:space="preserve">27 июля 2010 года № 210-ФЗ </w:t>
      </w:r>
      <w:r w:rsidRPr="00C20B5C">
        <w:rPr>
          <w:rFonts w:ascii="PT Astra Serif" w:hAnsi="PT Astra Serif"/>
          <w:bCs/>
          <w:spacing w:val="-3"/>
          <w:sz w:val="28"/>
          <w:szCs w:val="28"/>
        </w:rPr>
        <w:br/>
      </w:r>
      <w:r w:rsidRPr="00C20B5C">
        <w:rPr>
          <w:rFonts w:ascii="PT Astra Serif" w:hAnsi="PT Astra Serif"/>
          <w:spacing w:val="-3"/>
          <w:sz w:val="28"/>
          <w:szCs w:val="28"/>
        </w:rPr>
        <w:t xml:space="preserve">«Об </w:t>
      </w:r>
      <w:r w:rsidRPr="00C20B5C">
        <w:rPr>
          <w:rFonts w:ascii="PT Astra Serif" w:hAnsi="PT Astra Serif"/>
          <w:spacing w:val="-2"/>
          <w:sz w:val="28"/>
          <w:szCs w:val="28"/>
        </w:rPr>
        <w:t xml:space="preserve">организации предоставления государственных и муниципальных </w:t>
      </w:r>
      <w:r w:rsidRPr="00C20B5C">
        <w:rPr>
          <w:rFonts w:ascii="PT Astra Serif" w:hAnsi="PT Astra Serif"/>
          <w:bCs/>
          <w:spacing w:val="-2"/>
          <w:sz w:val="28"/>
          <w:szCs w:val="28"/>
        </w:rPr>
        <w:t xml:space="preserve">услуг», </w:t>
      </w:r>
      <w:r w:rsidR="00C20B5C" w:rsidRPr="00C20B5C">
        <w:rPr>
          <w:rFonts w:ascii="PT Astra Serif" w:hAnsi="PT Astra Serif"/>
          <w:bCs/>
          <w:spacing w:val="-2"/>
          <w:sz w:val="28"/>
          <w:szCs w:val="28"/>
        </w:rPr>
        <w:t>распоряж</w:t>
      </w:r>
      <w:r w:rsidRPr="00C20B5C">
        <w:rPr>
          <w:rFonts w:ascii="PT Astra Serif" w:hAnsi="PT Astra Serif"/>
          <w:sz w:val="28"/>
          <w:szCs w:val="28"/>
        </w:rPr>
        <w:t xml:space="preserve">ением Правительства </w:t>
      </w:r>
      <w:r w:rsidR="00C20B5C" w:rsidRPr="00C20B5C">
        <w:rPr>
          <w:rFonts w:ascii="PT Astra Serif" w:hAnsi="PT Astra Serif"/>
          <w:sz w:val="28"/>
          <w:szCs w:val="28"/>
        </w:rPr>
        <w:t>Тульской области</w:t>
      </w:r>
      <w:r w:rsidRPr="00C20B5C">
        <w:rPr>
          <w:rFonts w:ascii="PT Astra Serif" w:hAnsi="PT Astra Serif"/>
          <w:sz w:val="28"/>
          <w:szCs w:val="28"/>
        </w:rPr>
        <w:t xml:space="preserve"> от 2</w:t>
      </w:r>
      <w:r w:rsidR="00C20B5C" w:rsidRPr="00C20B5C">
        <w:rPr>
          <w:rFonts w:ascii="PT Astra Serif" w:hAnsi="PT Astra Serif"/>
          <w:sz w:val="28"/>
          <w:szCs w:val="28"/>
        </w:rPr>
        <w:t>2</w:t>
      </w:r>
      <w:r w:rsidR="00162657" w:rsidRPr="00C20B5C">
        <w:rPr>
          <w:rFonts w:ascii="PT Astra Serif" w:hAnsi="PT Astra Serif"/>
          <w:sz w:val="28"/>
          <w:szCs w:val="28"/>
        </w:rPr>
        <w:t xml:space="preserve"> июля </w:t>
      </w:r>
      <w:r w:rsidRPr="00C20B5C">
        <w:rPr>
          <w:rFonts w:ascii="PT Astra Serif" w:hAnsi="PT Astra Serif"/>
          <w:sz w:val="28"/>
          <w:szCs w:val="28"/>
        </w:rPr>
        <w:t>202</w:t>
      </w:r>
      <w:r w:rsidR="00C20B5C" w:rsidRPr="00C20B5C">
        <w:rPr>
          <w:rFonts w:ascii="PT Astra Serif" w:hAnsi="PT Astra Serif"/>
          <w:sz w:val="28"/>
          <w:szCs w:val="28"/>
        </w:rPr>
        <w:t>4</w:t>
      </w:r>
      <w:r w:rsidRPr="00C20B5C">
        <w:rPr>
          <w:rFonts w:ascii="PT Astra Serif" w:hAnsi="PT Astra Serif"/>
          <w:sz w:val="28"/>
          <w:szCs w:val="28"/>
        </w:rPr>
        <w:t xml:space="preserve"> </w:t>
      </w:r>
      <w:r w:rsidR="00162657" w:rsidRPr="00C20B5C">
        <w:rPr>
          <w:rFonts w:ascii="PT Astra Serif" w:hAnsi="PT Astra Serif"/>
          <w:sz w:val="28"/>
          <w:szCs w:val="28"/>
        </w:rPr>
        <w:t xml:space="preserve">года </w:t>
      </w:r>
      <w:r w:rsidRPr="00C20B5C">
        <w:rPr>
          <w:rFonts w:ascii="PT Astra Serif" w:hAnsi="PT Astra Serif"/>
          <w:sz w:val="28"/>
          <w:szCs w:val="28"/>
        </w:rPr>
        <w:t xml:space="preserve">№ </w:t>
      </w:r>
      <w:r w:rsidR="00C20B5C" w:rsidRPr="00C20B5C">
        <w:rPr>
          <w:rFonts w:ascii="PT Astra Serif" w:hAnsi="PT Astra Serif"/>
          <w:sz w:val="28"/>
          <w:szCs w:val="28"/>
        </w:rPr>
        <w:t xml:space="preserve">349-р </w:t>
      </w:r>
      <w:r w:rsidRPr="00C20B5C">
        <w:rPr>
          <w:rFonts w:ascii="PT Astra Serif" w:hAnsi="PT Astra Serif"/>
          <w:sz w:val="28"/>
          <w:szCs w:val="28"/>
        </w:rPr>
        <w:t>«</w:t>
      </w:r>
      <w:r w:rsidR="00C20B5C" w:rsidRPr="00C20B5C">
        <w:rPr>
          <w:rFonts w:ascii="PT Astra Serif" w:hAnsi="PT Astra Serif"/>
          <w:sz w:val="28"/>
          <w:szCs w:val="28"/>
        </w:rPr>
        <w:t>О некоторых мерах по повышению эффективности предоставления муниципальных услуг органами местного самоуправления в Тульской области</w:t>
      </w:r>
      <w:r w:rsidRPr="00C20B5C">
        <w:rPr>
          <w:rFonts w:ascii="PT Astra Serif" w:hAnsi="PT Astra Serif"/>
          <w:sz w:val="28"/>
          <w:szCs w:val="28"/>
        </w:rPr>
        <w:t xml:space="preserve">», на основании Устава муниципального образования </w:t>
      </w:r>
      <w:r w:rsidR="00C30E01">
        <w:rPr>
          <w:rFonts w:ascii="PT Astra Serif" w:hAnsi="PT Astra Serif"/>
          <w:sz w:val="28"/>
          <w:szCs w:val="28"/>
        </w:rPr>
        <w:t xml:space="preserve">городской округ </w:t>
      </w:r>
      <w:r w:rsidRPr="00C20B5C">
        <w:rPr>
          <w:rFonts w:ascii="PT Astra Serif" w:hAnsi="PT Astra Serif"/>
          <w:sz w:val="28"/>
          <w:szCs w:val="28"/>
        </w:rPr>
        <w:t>город Тула администрация города Тулы ПОСТАНОВЛЯЕТ:</w:t>
      </w:r>
    </w:p>
    <w:p w14:paraId="2D1A96C5" w14:textId="2E7FF90F" w:rsidR="00C20B5C" w:rsidRPr="00C20B5C" w:rsidRDefault="00AA5B82" w:rsidP="00C20B5C">
      <w:pPr>
        <w:widowControl w:val="0"/>
        <w:tabs>
          <w:tab w:val="left" w:pos="9356"/>
        </w:tabs>
        <w:autoSpaceDE w:val="0"/>
        <w:autoSpaceDN w:val="0"/>
        <w:adjustRightInd w:val="0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C20B5C">
        <w:rPr>
          <w:rFonts w:ascii="PT Astra Serif" w:hAnsi="PT Astra Serif"/>
          <w:kern w:val="24"/>
          <w:sz w:val="28"/>
          <w:szCs w:val="28"/>
        </w:rPr>
        <w:t>1</w:t>
      </w:r>
      <w:r w:rsidR="00C20B5C" w:rsidRPr="00C20B5C">
        <w:rPr>
          <w:rFonts w:ascii="PT Astra Serif" w:hAnsi="PT Astra Serif"/>
          <w:kern w:val="24"/>
          <w:sz w:val="28"/>
          <w:szCs w:val="28"/>
        </w:rPr>
        <w:t xml:space="preserve">. </w:t>
      </w:r>
      <w:r w:rsidR="00C20B5C" w:rsidRPr="00C20B5C">
        <w:rPr>
          <w:rFonts w:ascii="PT Astra Serif" w:hAnsi="PT Astra Serif"/>
          <w:kern w:val="24"/>
          <w:sz w:val="28"/>
          <w:szCs w:val="28"/>
          <w:lang w:eastAsia="ru-RU"/>
        </w:rPr>
        <w:t>Внести в постановление администрации города Тулы от 19.03.2025 № 100 «</w:t>
      </w:r>
      <w:r w:rsidR="00C20B5C" w:rsidRPr="00C20B5C">
        <w:rPr>
          <w:rFonts w:ascii="PT Astra Serif" w:hAnsi="PT Astra Serif"/>
          <w:kern w:val="24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C20B5C" w:rsidRPr="00C20B5C">
        <w:rPr>
          <w:rFonts w:ascii="PT Astra Serif" w:hAnsi="PT Astra Serif"/>
          <w:sz w:val="28"/>
          <w:szCs w:val="28"/>
        </w:rPr>
        <w:t>«Исполнение запросов, оформление и выдача архивных справок, архивных выписок и архивных копий» и о признании утратившими силу некоторых постановлений администрации города Тулы</w:t>
      </w:r>
      <w:r w:rsidR="00C20B5C" w:rsidRPr="00C20B5C">
        <w:rPr>
          <w:rFonts w:ascii="PT Astra Serif" w:hAnsi="PT Astra Serif"/>
          <w:sz w:val="28"/>
          <w:szCs w:val="28"/>
          <w:lang w:eastAsia="ru-RU"/>
        </w:rPr>
        <w:t>» следующее изменение:</w:t>
      </w:r>
    </w:p>
    <w:p w14:paraId="6FAB74E5" w14:textId="7016C8B9" w:rsidR="00AA5B82" w:rsidRPr="00C20B5C" w:rsidRDefault="00C20B5C" w:rsidP="00C20B5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C20B5C">
        <w:rPr>
          <w:rFonts w:ascii="PT Astra Serif" w:hAnsi="PT Astra Serif"/>
          <w:sz w:val="28"/>
          <w:szCs w:val="28"/>
          <w:lang w:eastAsia="ru-RU"/>
        </w:rPr>
        <w:t>приложение к постановлению изложить в новой редакции (приложение).</w:t>
      </w:r>
    </w:p>
    <w:p w14:paraId="1FB05C4C" w14:textId="77777777" w:rsidR="00AA5B82" w:rsidRPr="00C20B5C" w:rsidRDefault="00AA5B82" w:rsidP="00C20B5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C20B5C">
        <w:rPr>
          <w:rFonts w:ascii="PT Astra Serif" w:hAnsi="PT Astra Serif"/>
          <w:sz w:val="28"/>
          <w:szCs w:val="28"/>
        </w:rPr>
        <w:t xml:space="preserve">3.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14:paraId="4BD197C4" w14:textId="77777777" w:rsidR="00AA5B82" w:rsidRPr="00C20B5C" w:rsidRDefault="00AA5B82" w:rsidP="00C20B5C">
      <w:pPr>
        <w:tabs>
          <w:tab w:val="left" w:pos="399"/>
          <w:tab w:val="left" w:pos="68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C20B5C">
        <w:rPr>
          <w:rFonts w:ascii="PT Astra Serif" w:hAnsi="PT Astra Serif"/>
          <w:sz w:val="28"/>
          <w:szCs w:val="28"/>
        </w:rPr>
        <w:t xml:space="preserve">4. Постановление вступает в силу со дня официального опубликования.  </w:t>
      </w:r>
    </w:p>
    <w:p w14:paraId="42B810F8" w14:textId="77777777" w:rsidR="00AA5B82" w:rsidRPr="00C20B5C" w:rsidRDefault="00AA5B82" w:rsidP="00C20B5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211672FF" w14:textId="77777777" w:rsidR="00AA5B82" w:rsidRPr="00C20B5C" w:rsidRDefault="00AA5B82" w:rsidP="00C20B5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75465F80" w14:textId="77777777" w:rsidR="00AA5B82" w:rsidRPr="00831772" w:rsidRDefault="00AA5B82" w:rsidP="00E87D25">
      <w:pPr>
        <w:tabs>
          <w:tab w:val="left" w:pos="684"/>
          <w:tab w:val="left" w:pos="855"/>
        </w:tabs>
        <w:ind w:firstLine="709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Глава администрации</w:t>
      </w:r>
    </w:p>
    <w:p w14:paraId="021D4656" w14:textId="27CA9A8D" w:rsidR="004C4DE7" w:rsidRPr="00831772" w:rsidRDefault="00AA5B82" w:rsidP="00E87D25">
      <w:pPr>
        <w:pStyle w:val="aa"/>
        <w:ind w:right="-6" w:firstLine="709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>города Тулы                                                                                И.И. Беспалов</w:t>
      </w:r>
    </w:p>
    <w:p w14:paraId="7DE683DF" w14:textId="34AD954B" w:rsidR="004C4DE7" w:rsidRPr="00831772" w:rsidRDefault="004C4DE7" w:rsidP="00E87D25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0C523750" w14:textId="5B9B19C3" w:rsidR="0074230A" w:rsidRDefault="0074230A" w:rsidP="00E87D25">
      <w:pPr>
        <w:pStyle w:val="aa"/>
        <w:ind w:right="-6"/>
        <w:rPr>
          <w:rFonts w:ascii="PT Astra Serif" w:hAnsi="PT Astra Serif"/>
          <w:szCs w:val="28"/>
        </w:rPr>
      </w:pPr>
    </w:p>
    <w:p w14:paraId="68382EF2" w14:textId="4E6DE356" w:rsidR="00C7137D" w:rsidRDefault="00C7137D" w:rsidP="00E87D25">
      <w:pPr>
        <w:pStyle w:val="aa"/>
        <w:ind w:right="-6"/>
        <w:rPr>
          <w:rFonts w:ascii="PT Astra Serif" w:hAnsi="PT Astra Serif"/>
          <w:szCs w:val="28"/>
        </w:rPr>
      </w:pPr>
    </w:p>
    <w:p w14:paraId="68B749E2" w14:textId="77777777" w:rsidR="00C7137D" w:rsidRDefault="00C7137D" w:rsidP="00E87D25">
      <w:pPr>
        <w:pStyle w:val="aa"/>
        <w:ind w:right="-6"/>
        <w:rPr>
          <w:rFonts w:ascii="PT Astra Serif" w:hAnsi="PT Astra Serif"/>
          <w:szCs w:val="28"/>
        </w:rPr>
      </w:pPr>
    </w:p>
    <w:p w14:paraId="10192A96" w14:textId="6C3D722E" w:rsidR="009760F8" w:rsidRPr="00831772" w:rsidRDefault="009760F8" w:rsidP="00E87D25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lastRenderedPageBreak/>
        <w:t xml:space="preserve">Приложение </w:t>
      </w:r>
    </w:p>
    <w:p w14:paraId="30837690" w14:textId="77777777" w:rsidR="009760F8" w:rsidRPr="00831772" w:rsidRDefault="009760F8" w:rsidP="00E87D25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 xml:space="preserve">к постановлению </w:t>
      </w:r>
    </w:p>
    <w:p w14:paraId="3E684363" w14:textId="77777777" w:rsidR="009760F8" w:rsidRPr="00831772" w:rsidRDefault="009760F8" w:rsidP="00E87D25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>администрации города Тулы</w:t>
      </w:r>
    </w:p>
    <w:p w14:paraId="40EDF4F9" w14:textId="77777777" w:rsidR="009760F8" w:rsidRPr="00831772" w:rsidRDefault="009760F8" w:rsidP="00E87D25">
      <w:pPr>
        <w:pStyle w:val="aa"/>
        <w:ind w:right="-6"/>
        <w:jc w:val="right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 xml:space="preserve">                                                              от _____________ № ______</w:t>
      </w:r>
    </w:p>
    <w:p w14:paraId="45188347" w14:textId="77777777" w:rsidR="00840E20" w:rsidRPr="00831772" w:rsidRDefault="00840E20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7789CDC8" w14:textId="41D28A82" w:rsidR="006F2D12" w:rsidRPr="00831772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Административный регламент</w:t>
      </w:r>
    </w:p>
    <w:p w14:paraId="7CA87B25" w14:textId="77777777" w:rsidR="006F2D12" w:rsidRPr="00831772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предоставления муниципальной услуги «Исполнение запросов, оформление и выдача архивных справок, архивных выписок и архивных копий»</w:t>
      </w:r>
    </w:p>
    <w:p w14:paraId="668946A1" w14:textId="69719E87" w:rsidR="006F2D12" w:rsidRPr="00831772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49BFA0AA" w14:textId="77777777" w:rsidR="00162657" w:rsidRPr="00831772" w:rsidRDefault="00162657" w:rsidP="00E87D25">
      <w:pPr>
        <w:suppressAutoHyphens w:val="0"/>
        <w:ind w:right="-6"/>
        <w:jc w:val="center"/>
        <w:outlineLvl w:val="0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РАЗДЕЛ </w:t>
      </w:r>
      <w:r w:rsidR="006F2D12" w:rsidRPr="00831772">
        <w:rPr>
          <w:rFonts w:ascii="PT Astra Serif" w:hAnsi="PT Astra Serif"/>
          <w:b/>
          <w:sz w:val="28"/>
          <w:szCs w:val="28"/>
          <w:lang w:val="en-US" w:eastAsia="ru-RU"/>
        </w:rPr>
        <w:t>I</w:t>
      </w:r>
      <w:r w:rsidR="006F2D12" w:rsidRPr="00831772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</w:p>
    <w:p w14:paraId="3B6788FF" w14:textId="5011F2CA" w:rsidR="006F2D12" w:rsidRPr="00831772" w:rsidRDefault="00162657" w:rsidP="00E87D25">
      <w:pPr>
        <w:suppressAutoHyphens w:val="0"/>
        <w:ind w:right="-6"/>
        <w:jc w:val="center"/>
        <w:outlineLvl w:val="0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ОБЩИЕ ПОЛОЖЕНИЯ</w:t>
      </w:r>
    </w:p>
    <w:p w14:paraId="0DFF77CE" w14:textId="48D1F90E" w:rsidR="006F2D12" w:rsidRDefault="006F2D12" w:rsidP="00E87D25">
      <w:pPr>
        <w:suppressAutoHyphens w:val="0"/>
        <w:ind w:right="-6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59DBA07A" w14:textId="61F3473C" w:rsidR="00437084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437084">
        <w:rPr>
          <w:rFonts w:ascii="PT Astra Serif" w:hAnsi="PT Astra Serif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14:paraId="4D00B4C5" w14:textId="77777777" w:rsidR="00437084" w:rsidRPr="00437084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61A489CC" w14:textId="0F6790F5" w:rsidR="00437084" w:rsidRDefault="00437084" w:rsidP="00E87D2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437084">
        <w:rPr>
          <w:rFonts w:ascii="PT Astra Serif" w:hAnsi="PT Astra Serif"/>
          <w:sz w:val="28"/>
          <w:szCs w:val="28"/>
          <w:lang w:eastAsia="ru-RU"/>
        </w:rPr>
        <w:t>1. Настоящий Административный регламент у</w:t>
      </w:r>
      <w:r>
        <w:rPr>
          <w:rFonts w:ascii="PT Astra Serif" w:hAnsi="PT Astra Serif"/>
          <w:sz w:val="28"/>
          <w:szCs w:val="28"/>
          <w:lang w:eastAsia="ru-RU"/>
        </w:rPr>
        <w:t xml:space="preserve">станавливает порядок и стандарт </w:t>
      </w:r>
      <w:r w:rsidRPr="00437084">
        <w:rPr>
          <w:rFonts w:ascii="PT Astra Serif" w:hAnsi="PT Astra Serif"/>
          <w:sz w:val="28"/>
          <w:szCs w:val="28"/>
          <w:lang w:eastAsia="ru-RU"/>
        </w:rPr>
        <w:t>предоставления муниципальной услуги «Исполнение запросов, оформление и выдача архивных справок, архивных выписок и архивных копий» (далее – Услуга).</w:t>
      </w:r>
    </w:p>
    <w:p w14:paraId="1330D156" w14:textId="77777777" w:rsidR="00E87D25" w:rsidRPr="00437084" w:rsidRDefault="00E87D25" w:rsidP="00E87D2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0473560" w14:textId="2F23B997" w:rsidR="00437084" w:rsidRDefault="00437084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437084">
        <w:rPr>
          <w:rFonts w:ascii="PT Astra Serif" w:hAnsi="PT Astra Serif"/>
          <w:b/>
          <w:sz w:val="28"/>
          <w:szCs w:val="28"/>
          <w:lang w:eastAsia="ru-RU"/>
        </w:rPr>
        <w:t>Круг заявителей</w:t>
      </w:r>
    </w:p>
    <w:p w14:paraId="0893AF66" w14:textId="77777777" w:rsidR="00437084" w:rsidRPr="00437084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74AE92B1" w14:textId="30322DD2" w:rsidR="00437084" w:rsidRDefault="00437084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37084">
        <w:rPr>
          <w:rFonts w:ascii="PT Astra Serif" w:hAnsi="PT Astra Serif"/>
          <w:sz w:val="28"/>
          <w:szCs w:val="28"/>
          <w:lang w:eastAsia="ru-RU"/>
        </w:rPr>
        <w:t>2.  Заявителями при предоставлении Услуги являются юридические и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37084">
        <w:rPr>
          <w:rFonts w:ascii="PT Astra Serif" w:hAnsi="PT Astra Serif"/>
          <w:sz w:val="28"/>
          <w:szCs w:val="28"/>
          <w:lang w:eastAsia="ru-RU"/>
        </w:rPr>
        <w:t>физические лица либо уполномоченные представители юридических и физических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37084">
        <w:rPr>
          <w:rFonts w:ascii="PT Astra Serif" w:hAnsi="PT Astra Serif"/>
          <w:sz w:val="28"/>
          <w:szCs w:val="28"/>
          <w:lang w:eastAsia="ru-RU"/>
        </w:rPr>
        <w:t>лиц, обратившиеся с заявлением о предоставлении Услуги (далее — Заявитель).</w:t>
      </w:r>
    </w:p>
    <w:p w14:paraId="101498EC" w14:textId="77777777" w:rsidR="00437084" w:rsidRPr="00437084" w:rsidRDefault="00437084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83E9406" w14:textId="013B6217" w:rsidR="00437084" w:rsidRPr="00437084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437084">
        <w:rPr>
          <w:rFonts w:ascii="PT Astra Serif" w:hAnsi="PT Astra Serif"/>
          <w:b/>
          <w:sz w:val="28"/>
          <w:szCs w:val="28"/>
          <w:lang w:eastAsia="ru-RU"/>
        </w:rPr>
        <w:t>Требование предоставления заявителю государственной услуги в</w:t>
      </w:r>
    </w:p>
    <w:p w14:paraId="73D56FC2" w14:textId="69785B42" w:rsidR="00437084" w:rsidRPr="00437084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437084">
        <w:rPr>
          <w:rFonts w:ascii="PT Astra Serif" w:hAnsi="PT Astra Serif"/>
          <w:b/>
          <w:sz w:val="28"/>
          <w:szCs w:val="28"/>
          <w:lang w:eastAsia="ru-RU"/>
        </w:rPr>
        <w:t>соответствии с категориями (признаками) заявителя, сведения о</w:t>
      </w:r>
      <w:r>
        <w:rPr>
          <w:rFonts w:ascii="PT Astra Serif" w:hAnsi="PT Astra Serif"/>
          <w:b/>
          <w:sz w:val="28"/>
          <w:szCs w:val="28"/>
          <w:lang w:eastAsia="ru-RU"/>
        </w:rPr>
        <w:t xml:space="preserve"> к</w:t>
      </w:r>
      <w:r w:rsidRPr="00437084">
        <w:rPr>
          <w:rFonts w:ascii="PT Astra Serif" w:hAnsi="PT Astra Serif"/>
          <w:b/>
          <w:sz w:val="28"/>
          <w:szCs w:val="28"/>
          <w:lang w:eastAsia="ru-RU"/>
        </w:rPr>
        <w:t>отором</w:t>
      </w:r>
      <w:r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Pr="00437084">
        <w:rPr>
          <w:rFonts w:ascii="PT Astra Serif" w:hAnsi="PT Astra Serif"/>
          <w:b/>
          <w:sz w:val="28"/>
          <w:szCs w:val="28"/>
          <w:lang w:eastAsia="ru-RU"/>
        </w:rPr>
        <w:t>размещаются в реестре услуг и в федеральной государственной</w:t>
      </w:r>
    </w:p>
    <w:p w14:paraId="5E2D636E" w14:textId="5401E870" w:rsidR="00437084" w:rsidRPr="00437084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437084">
        <w:rPr>
          <w:rFonts w:ascii="PT Astra Serif" w:hAnsi="PT Astra Serif"/>
          <w:b/>
          <w:sz w:val="28"/>
          <w:szCs w:val="28"/>
          <w:lang w:eastAsia="ru-RU"/>
        </w:rPr>
        <w:t>информационной системе «Единый портал государственных и</w:t>
      </w:r>
    </w:p>
    <w:p w14:paraId="0E4C59D7" w14:textId="4951D68E" w:rsidR="00437084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437084">
        <w:rPr>
          <w:rFonts w:ascii="PT Astra Serif" w:hAnsi="PT Astra Serif"/>
          <w:b/>
          <w:sz w:val="28"/>
          <w:szCs w:val="28"/>
          <w:lang w:eastAsia="ru-RU"/>
        </w:rPr>
        <w:t>муниципальных услуг (функций)»</w:t>
      </w:r>
    </w:p>
    <w:p w14:paraId="63A0EEC9" w14:textId="77777777" w:rsidR="00437084" w:rsidRPr="00437084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bookmarkStart w:id="0" w:name="_GoBack"/>
      <w:bookmarkEnd w:id="0"/>
    </w:p>
    <w:p w14:paraId="2368681F" w14:textId="6DD5508B" w:rsidR="006F2D12" w:rsidRPr="00E87D25" w:rsidRDefault="00437084" w:rsidP="00E87D2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437084">
        <w:rPr>
          <w:rFonts w:ascii="PT Astra Serif" w:hAnsi="PT Astra Serif"/>
          <w:sz w:val="28"/>
          <w:szCs w:val="28"/>
          <w:lang w:eastAsia="ru-RU"/>
        </w:rPr>
        <w:t xml:space="preserve">3. Информация о порядке предоставления Услуги размещается в федеральной государственной информационной </w:t>
      </w:r>
      <w:r>
        <w:rPr>
          <w:rFonts w:ascii="PT Astra Serif" w:hAnsi="PT Astra Serif"/>
          <w:sz w:val="28"/>
          <w:szCs w:val="28"/>
          <w:lang w:eastAsia="ru-RU"/>
        </w:rPr>
        <w:t>с</w:t>
      </w:r>
      <w:r w:rsidRPr="00437084">
        <w:rPr>
          <w:rFonts w:ascii="PT Astra Serif" w:hAnsi="PT Astra Serif"/>
          <w:sz w:val="28"/>
          <w:szCs w:val="28"/>
          <w:lang w:eastAsia="ru-RU"/>
        </w:rPr>
        <w:t>истеме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37084">
        <w:rPr>
          <w:rFonts w:ascii="PT Astra Serif" w:hAnsi="PT Astra Serif"/>
          <w:sz w:val="28"/>
          <w:szCs w:val="28"/>
          <w:lang w:eastAsia="ru-RU"/>
        </w:rPr>
        <w:t>«Единый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7137D">
        <w:rPr>
          <w:rFonts w:ascii="PT Astra Serif" w:hAnsi="PT Astra Serif"/>
          <w:sz w:val="28"/>
          <w:szCs w:val="28"/>
          <w:lang w:eastAsia="ru-RU"/>
        </w:rPr>
        <w:t xml:space="preserve">портал государственных </w:t>
      </w:r>
      <w:r w:rsidRPr="00437084">
        <w:rPr>
          <w:rFonts w:ascii="PT Astra Serif" w:hAnsi="PT Astra Serif"/>
          <w:sz w:val="28"/>
          <w:szCs w:val="28"/>
          <w:lang w:eastAsia="ru-RU"/>
        </w:rPr>
        <w:t>и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37084">
        <w:rPr>
          <w:rFonts w:ascii="PT Astra Serif" w:hAnsi="PT Astra Serif"/>
          <w:sz w:val="28"/>
          <w:szCs w:val="28"/>
          <w:lang w:eastAsia="ru-RU"/>
        </w:rPr>
        <w:t>муниципальных услуг (функций)» (далее – Единый портал).</w:t>
      </w:r>
    </w:p>
    <w:p w14:paraId="776F218F" w14:textId="77777777" w:rsidR="006F2D12" w:rsidRPr="00437084" w:rsidRDefault="006F2D12" w:rsidP="00E87D2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5C286C7" w14:textId="77777777" w:rsidR="00162657" w:rsidRPr="00831772" w:rsidRDefault="00162657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РАЗДЕЛ </w:t>
      </w:r>
      <w:r w:rsidR="006F2D12" w:rsidRPr="00831772">
        <w:rPr>
          <w:rFonts w:ascii="PT Astra Serif" w:hAnsi="PT Astra Serif"/>
          <w:b/>
          <w:bCs/>
          <w:sz w:val="28"/>
          <w:szCs w:val="28"/>
          <w:lang w:val="en-US" w:eastAsia="ru-RU"/>
        </w:rPr>
        <w:t>II</w:t>
      </w:r>
    </w:p>
    <w:p w14:paraId="719E2257" w14:textId="3B3435C6" w:rsidR="006F2D12" w:rsidRPr="00831772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="00162657" w:rsidRPr="00831772">
        <w:rPr>
          <w:rFonts w:ascii="PT Astra Serif" w:hAnsi="PT Astra Serif"/>
          <w:b/>
          <w:bCs/>
          <w:sz w:val="28"/>
          <w:szCs w:val="28"/>
          <w:lang w:eastAsia="ru-RU"/>
        </w:rPr>
        <w:t>СТАНДАРТ ПРЕДОСТАВЛЕНИЯ УСЛУГИ</w:t>
      </w:r>
    </w:p>
    <w:p w14:paraId="5A984B9B" w14:textId="77777777" w:rsidR="006F2D12" w:rsidRPr="00831772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F9957A5" w14:textId="1D126038" w:rsidR="006F2D12" w:rsidRPr="00831772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Наименование муниципальной </w:t>
      </w:r>
      <w:r w:rsidR="000C7F49" w:rsidRPr="00831772">
        <w:rPr>
          <w:rFonts w:ascii="PT Astra Serif" w:hAnsi="PT Astra Serif"/>
          <w:b/>
          <w:bCs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слуги</w:t>
      </w:r>
    </w:p>
    <w:p w14:paraId="65020FCB" w14:textId="77777777" w:rsidR="000C7F49" w:rsidRPr="00831772" w:rsidRDefault="000C7F49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7774B526" w14:textId="1ED061D5" w:rsidR="006F2D12" w:rsidRPr="00831772" w:rsidRDefault="00437084" w:rsidP="00E87D25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  <w:lang w:eastAsia="ru-RU"/>
        </w:rPr>
        <w:t>4</w:t>
      </w:r>
      <w:r w:rsidR="006F2D12" w:rsidRPr="00831772">
        <w:rPr>
          <w:rFonts w:ascii="PT Astra Serif" w:hAnsi="PT Astra Serif"/>
          <w:bCs/>
          <w:sz w:val="28"/>
          <w:szCs w:val="28"/>
          <w:lang w:eastAsia="ru-RU"/>
        </w:rPr>
        <w:t>.</w:t>
      </w:r>
      <w:r w:rsidR="006F2D12" w:rsidRPr="00831772">
        <w:rPr>
          <w:rFonts w:ascii="PT Astra Serif" w:hAnsi="PT Astra Serif"/>
          <w:b/>
          <w:bCs/>
          <w:sz w:val="28"/>
          <w:szCs w:val="28"/>
          <w:lang w:eastAsia="ru-RU"/>
        </w:rPr>
        <w:t> </w:t>
      </w:r>
      <w:r w:rsidR="006F2D12"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="000C7F49" w:rsidRPr="00831772">
        <w:rPr>
          <w:rFonts w:ascii="PT Astra Serif" w:hAnsi="PT Astra Serif"/>
          <w:sz w:val="28"/>
          <w:szCs w:val="28"/>
        </w:rPr>
        <w:t>Исполнение запросов, оформление и выдача архивных справок, архивных выписок и архивных копий</w:t>
      </w:r>
      <w:r w:rsidR="006F2D12" w:rsidRPr="00831772">
        <w:rPr>
          <w:rFonts w:ascii="PT Astra Serif" w:hAnsi="PT Astra Serif"/>
          <w:bCs/>
          <w:sz w:val="28"/>
          <w:szCs w:val="28"/>
          <w:lang w:eastAsia="ru-RU"/>
        </w:rPr>
        <w:t>.</w:t>
      </w:r>
    </w:p>
    <w:p w14:paraId="45A08EE0" w14:textId="77777777" w:rsidR="000C7F49" w:rsidRPr="00831772" w:rsidRDefault="006F2D12" w:rsidP="00E87D25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</w:p>
    <w:p w14:paraId="3267F4DD" w14:textId="39B2F0D0" w:rsidR="006F2D12" w:rsidRPr="00831772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Наименование органа, предоставляющего </w:t>
      </w:r>
      <w:r w:rsidR="000C7F49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слугу</w:t>
      </w:r>
    </w:p>
    <w:p w14:paraId="59298592" w14:textId="77777777" w:rsidR="006F2D12" w:rsidRPr="00831772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28F6103A" w14:textId="0343C466" w:rsidR="006F2D12" w:rsidRPr="00831772" w:rsidRDefault="00437084" w:rsidP="00E87D25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5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. 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>У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слуг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>а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 xml:space="preserve"> предоставляет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>ся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33E3" w:rsidRPr="00831772">
        <w:rPr>
          <w:rFonts w:ascii="PT Astra Serif" w:hAnsi="PT Astra Serif"/>
          <w:spacing w:val="-1"/>
          <w:sz w:val="28"/>
          <w:szCs w:val="28"/>
        </w:rPr>
        <w:t>м</w:t>
      </w:r>
      <w:r w:rsidR="0098458F" w:rsidRPr="00831772">
        <w:rPr>
          <w:rFonts w:ascii="PT Astra Serif" w:hAnsi="PT Astra Serif"/>
          <w:spacing w:val="-1"/>
          <w:sz w:val="28"/>
          <w:szCs w:val="28"/>
        </w:rPr>
        <w:t>униципальн</w:t>
      </w:r>
      <w:r w:rsidR="000C7F49" w:rsidRPr="00831772">
        <w:rPr>
          <w:rFonts w:ascii="PT Astra Serif" w:hAnsi="PT Astra Serif"/>
          <w:spacing w:val="-1"/>
          <w:sz w:val="28"/>
          <w:szCs w:val="28"/>
        </w:rPr>
        <w:t>ым казенным</w:t>
      </w:r>
      <w:r w:rsidR="0098458F" w:rsidRPr="00831772">
        <w:rPr>
          <w:rFonts w:ascii="PT Astra Serif" w:hAnsi="PT Astra Serif"/>
          <w:spacing w:val="-1"/>
          <w:sz w:val="28"/>
          <w:szCs w:val="28"/>
        </w:rPr>
        <w:t xml:space="preserve"> учреждение</w:t>
      </w:r>
      <w:r w:rsidR="000C7F49" w:rsidRPr="00831772">
        <w:rPr>
          <w:rFonts w:ascii="PT Astra Serif" w:hAnsi="PT Astra Serif"/>
          <w:spacing w:val="-1"/>
          <w:sz w:val="28"/>
          <w:szCs w:val="28"/>
        </w:rPr>
        <w:t>м</w:t>
      </w:r>
      <w:r w:rsidR="0098458F" w:rsidRPr="0083177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DE73E5" w:rsidRPr="00831772">
        <w:rPr>
          <w:rFonts w:ascii="PT Astra Serif" w:hAnsi="PT Astra Serif"/>
          <w:sz w:val="28"/>
          <w:szCs w:val="28"/>
          <w:lang w:eastAsia="ru-RU"/>
        </w:rPr>
        <w:t>«Центр хранения документов и обработки информации»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 xml:space="preserve"> (далее – Учреждение)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274AB2AD" w14:textId="6CB42493" w:rsidR="00AC7D8C" w:rsidRPr="00831772" w:rsidRDefault="00437084" w:rsidP="00E87D25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6</w:t>
      </w:r>
      <w:r w:rsidR="00AC7D8C" w:rsidRPr="00831772">
        <w:rPr>
          <w:rFonts w:ascii="PT Astra Serif" w:hAnsi="PT Astra Serif"/>
          <w:sz w:val="28"/>
          <w:szCs w:val="28"/>
        </w:rPr>
        <w:t>. 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14:paraId="02D940EA" w14:textId="77777777" w:rsidR="006F2D12" w:rsidRPr="00831772" w:rsidRDefault="006F2D12" w:rsidP="00E87D25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39BFB31" w14:textId="7F637729" w:rsidR="006F2D12" w:rsidRPr="00831772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  <w:r w:rsidR="00AC7D8C" w:rsidRPr="00831772">
        <w:rPr>
          <w:rFonts w:ascii="PT Astra Serif" w:hAnsi="PT Astra Serif"/>
          <w:b/>
          <w:sz w:val="28"/>
          <w:szCs w:val="28"/>
          <w:lang w:eastAsia="ru-RU"/>
        </w:rPr>
        <w:t>Р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езультат предоставления </w:t>
      </w:r>
      <w:r w:rsidR="000C7F49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слуги</w:t>
      </w:r>
    </w:p>
    <w:p w14:paraId="72006AC1" w14:textId="77777777" w:rsidR="006F2D12" w:rsidRPr="00831772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17C2B47D" w14:textId="085BAA49" w:rsidR="00AC7D8C" w:rsidRPr="00831772" w:rsidRDefault="00EB5A87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7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.  </w:t>
      </w:r>
      <w:r w:rsidR="00AC7D8C" w:rsidRPr="00831772">
        <w:rPr>
          <w:rFonts w:ascii="PT Astra Serif" w:hAnsi="PT Astra Serif"/>
          <w:sz w:val="28"/>
          <w:szCs w:val="28"/>
          <w:lang w:eastAsia="ru-RU"/>
        </w:rPr>
        <w:t xml:space="preserve">При обращении заявителя за </w:t>
      </w:r>
      <w:r w:rsidR="00AC7D8C" w:rsidRPr="00831772">
        <w:rPr>
          <w:rFonts w:ascii="PT Astra Serif" w:hAnsi="PT Astra Serif"/>
          <w:sz w:val="28"/>
          <w:szCs w:val="28"/>
        </w:rPr>
        <w:t>исполнением запросов, оформлением и выдачей архивных справок, архивных выписок и архивных копий результатами предоставления Услуги являются:</w:t>
      </w:r>
    </w:p>
    <w:p w14:paraId="2392D25D" w14:textId="77777777" w:rsidR="00AC7D8C" w:rsidRPr="00831772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14:paraId="529D010B" w14:textId="77777777" w:rsidR="00AC7D8C" w:rsidRPr="00831772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14:paraId="6C3DD2DE" w14:textId="77777777" w:rsidR="00AC7D8C" w:rsidRPr="00831772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14:paraId="1ACF809E" w14:textId="77777777" w:rsidR="00AC7D8C" w:rsidRPr="00831772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14:paraId="2585EB84" w14:textId="77777777" w:rsidR="00AC7D8C" w:rsidRPr="00831772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документа).</w:t>
      </w:r>
    </w:p>
    <w:p w14:paraId="1DA8F0AF" w14:textId="77777777" w:rsidR="00AC7D8C" w:rsidRPr="00831772" w:rsidRDefault="00AC7D8C" w:rsidP="00E87D25">
      <w:pPr>
        <w:keepNext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75263938" w14:textId="77777777" w:rsidR="00AC7D8C" w:rsidRPr="00831772" w:rsidRDefault="00AC7D8C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66E1CC4" w14:textId="098F4121" w:rsidR="00AC7D8C" w:rsidRPr="00831772" w:rsidRDefault="00EB5A87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8</w:t>
      </w:r>
      <w:r w:rsidR="00AC7D8C" w:rsidRPr="00831772">
        <w:rPr>
          <w:rFonts w:ascii="PT Astra Serif" w:hAnsi="PT Astra Serif"/>
          <w:sz w:val="28"/>
          <w:szCs w:val="28"/>
          <w:lang w:eastAsia="ru-RU"/>
        </w:rPr>
        <w:t xml:space="preserve">. При обращении заявителя за исправлением допущенных опечаток и (или) ошибок в выданных в результате предоставления Услуги документах, </w:t>
      </w:r>
      <w:r w:rsidR="00AC7D8C" w:rsidRPr="00831772">
        <w:rPr>
          <w:rFonts w:ascii="PT Astra Serif" w:hAnsi="PT Astra Serif"/>
          <w:sz w:val="28"/>
          <w:szCs w:val="28"/>
        </w:rPr>
        <w:t>результатами предоставления Услуги являются:</w:t>
      </w:r>
    </w:p>
    <w:p w14:paraId="59527C1E" w14:textId="6BA737A8" w:rsidR="00AC7D8C" w:rsidRPr="00831772" w:rsidRDefault="00AC7D8C" w:rsidP="00E87D25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решение об исправлении допущенных опечаток и (или) ошибок в выданных в результате предоставления Услуги документах (документ на бумажном носителе или в форме электронного документа);</w:t>
      </w:r>
    </w:p>
    <w:p w14:paraId="4C7080D6" w14:textId="7E608D58" w:rsidR="00AC7D8C" w:rsidRPr="00831772" w:rsidRDefault="00AC7D8C" w:rsidP="00E87D25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б) решение об отказе в предоставлении Услуги (документ на бумажном носителе или в форме электронного документа).</w:t>
      </w:r>
    </w:p>
    <w:p w14:paraId="130B67D6" w14:textId="77777777" w:rsidR="00AC7D8C" w:rsidRPr="00831772" w:rsidRDefault="00AC7D8C" w:rsidP="00E87D25">
      <w:pPr>
        <w:keepNext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379B4B45" w14:textId="77777777" w:rsidR="00AC7D8C" w:rsidRPr="00831772" w:rsidRDefault="00AC7D8C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48D90B34" w14:textId="51EA077F" w:rsidR="00AC6C0E" w:rsidRPr="00831772" w:rsidRDefault="00EB5A87" w:rsidP="00E87D25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9</w:t>
      </w:r>
      <w:r w:rsidR="00AC7D8C" w:rsidRPr="00831772">
        <w:rPr>
          <w:rFonts w:ascii="PT Astra Serif" w:hAnsi="PT Astra Serif"/>
          <w:sz w:val="28"/>
          <w:szCs w:val="28"/>
        </w:rPr>
        <w:t xml:space="preserve">. Результаты предоставления Услуги могут быть получены почтовым отправлением, при личном обращении в </w:t>
      </w:r>
      <w:r w:rsidR="000C7F49" w:rsidRPr="00831772">
        <w:rPr>
          <w:rFonts w:ascii="PT Astra Serif" w:hAnsi="PT Astra Serif"/>
          <w:sz w:val="28"/>
          <w:szCs w:val="28"/>
        </w:rPr>
        <w:t>Учреждение</w:t>
      </w:r>
      <w:r w:rsidR="00AC7D8C" w:rsidRPr="00831772">
        <w:rPr>
          <w:rFonts w:ascii="PT Astra Serif" w:hAnsi="PT Astra Serif"/>
          <w:sz w:val="28"/>
          <w:szCs w:val="28"/>
        </w:rPr>
        <w:t>, посредством электронной почты, посредством Единого портала (при наличии технической возможности).</w:t>
      </w:r>
    </w:p>
    <w:p w14:paraId="4490BFE2" w14:textId="77777777" w:rsidR="006F2D12" w:rsidRPr="00831772" w:rsidRDefault="006F2D12" w:rsidP="00E87D25">
      <w:pPr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01E15C6" w14:textId="2CB91D5E" w:rsidR="006F2D12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Срок предоставления </w:t>
      </w:r>
      <w:r w:rsidR="000C7F49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слуги</w:t>
      </w:r>
    </w:p>
    <w:p w14:paraId="54A8740B" w14:textId="77777777" w:rsidR="00E87D25" w:rsidRPr="00831772" w:rsidRDefault="00E87D25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7578D63D" w14:textId="651CF926" w:rsidR="000C7F49" w:rsidRPr="00831772" w:rsidRDefault="006F2D12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EB5A87">
        <w:rPr>
          <w:rFonts w:ascii="PT Astra Serif" w:hAnsi="PT Astra Serif"/>
          <w:sz w:val="28"/>
          <w:szCs w:val="28"/>
          <w:lang w:eastAsia="ru-RU"/>
        </w:rPr>
        <w:t>0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 xml:space="preserve">Максимальный срок предоставления Услуги составляет 21 рабочий день с даты регистрации запроса о предоставлении Услуги (далее – запрос) и документов, необходимых для предоставления Услуги. </w:t>
      </w:r>
    </w:p>
    <w:p w14:paraId="3034D269" w14:textId="5865E739" w:rsidR="000C7F49" w:rsidRPr="00831772" w:rsidRDefault="00EB5A87" w:rsidP="00E87D25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EB5A87">
        <w:rPr>
          <w:rFonts w:ascii="PT Astra Serif" w:hAnsi="PT Astra Serif"/>
          <w:sz w:val="28"/>
          <w:szCs w:val="28"/>
          <w:lang w:eastAsia="ru-RU"/>
        </w:rPr>
        <w:t>11. Максимальный срок исправления допущенных опечаток и (или) ошибок в выданны</w:t>
      </w:r>
      <w:r>
        <w:rPr>
          <w:rFonts w:ascii="PT Astra Serif" w:hAnsi="PT Astra Serif"/>
          <w:sz w:val="28"/>
          <w:szCs w:val="28"/>
          <w:lang w:eastAsia="ru-RU"/>
        </w:rPr>
        <w:t>х</w:t>
      </w:r>
      <w:r w:rsidRPr="00EB5A87">
        <w:rPr>
          <w:rFonts w:ascii="PT Astra Serif" w:hAnsi="PT Astra Serif"/>
          <w:sz w:val="28"/>
          <w:szCs w:val="28"/>
          <w:lang w:eastAsia="ru-RU"/>
        </w:rPr>
        <w:t xml:space="preserve"> в результате предоставления Услуги документах составляет 5 рабочих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EB5A87">
        <w:rPr>
          <w:rFonts w:ascii="PT Astra Serif" w:hAnsi="PT Astra Serif"/>
          <w:sz w:val="28"/>
          <w:szCs w:val="28"/>
          <w:lang w:eastAsia="ru-RU"/>
        </w:rPr>
        <w:t xml:space="preserve">дней со дня регистрации </w:t>
      </w:r>
      <w:r>
        <w:rPr>
          <w:rFonts w:ascii="PT Astra Serif" w:hAnsi="PT Astra Serif"/>
          <w:sz w:val="28"/>
          <w:szCs w:val="28"/>
          <w:lang w:eastAsia="ru-RU"/>
        </w:rPr>
        <w:t>запроса</w:t>
      </w:r>
      <w:r w:rsidRPr="00EB5A87">
        <w:rPr>
          <w:rFonts w:ascii="PT Astra Serif" w:hAnsi="PT Astra Serif"/>
          <w:sz w:val="28"/>
          <w:szCs w:val="28"/>
          <w:lang w:eastAsia="ru-RU"/>
        </w:rPr>
        <w:t xml:space="preserve"> и документов.</w:t>
      </w:r>
    </w:p>
    <w:p w14:paraId="3A824061" w14:textId="77777777" w:rsidR="00B2471D" w:rsidRPr="00831772" w:rsidRDefault="00B2471D" w:rsidP="00E87D25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4952422" w14:textId="77777777" w:rsidR="00E87D25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Исч</w:t>
      </w:r>
      <w:r w:rsidR="00E87D25">
        <w:rPr>
          <w:rFonts w:ascii="PT Astra Serif" w:hAnsi="PT Astra Serif"/>
          <w:b/>
          <w:bCs/>
          <w:sz w:val="28"/>
          <w:szCs w:val="28"/>
          <w:lang w:eastAsia="ru-RU"/>
        </w:rPr>
        <w:t xml:space="preserve">ерпывающий перечень документов, </w:t>
      </w:r>
    </w:p>
    <w:p w14:paraId="639B5E50" w14:textId="1D29B86E" w:rsidR="00B2471D" w:rsidRPr="00831772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необходимых для предоставления Услуги</w:t>
      </w:r>
    </w:p>
    <w:p w14:paraId="31E50826" w14:textId="77777777" w:rsidR="00B2471D" w:rsidRPr="00831772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A759BE9" w14:textId="4FBAE63E" w:rsidR="006F2D12" w:rsidRPr="00831772" w:rsidRDefault="00B2471D" w:rsidP="00E87D25">
      <w:pPr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4D1AE5">
        <w:rPr>
          <w:rFonts w:ascii="PT Astra Serif" w:hAnsi="PT Astra Serif"/>
          <w:sz w:val="28"/>
          <w:szCs w:val="28"/>
          <w:lang w:eastAsia="ru-RU"/>
        </w:rPr>
        <w:t>2</w:t>
      </w:r>
      <w:r w:rsidRPr="00831772">
        <w:rPr>
          <w:rFonts w:ascii="PT Astra Serif" w:hAnsi="PT Astra Serif"/>
          <w:sz w:val="28"/>
          <w:szCs w:val="28"/>
          <w:lang w:eastAsia="ru-RU"/>
        </w:rPr>
        <w:t>. 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</w:t>
      </w:r>
      <w:r w:rsidR="004D1AE5">
        <w:rPr>
          <w:rFonts w:ascii="PT Astra Serif" w:hAnsi="PT Astra Serif"/>
          <w:sz w:val="28"/>
          <w:szCs w:val="28"/>
          <w:lang w:eastAsia="ru-RU"/>
        </w:rPr>
        <w:t>тративного регламента</w:t>
      </w:r>
      <w:r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2CEAECD2" w14:textId="77777777" w:rsidR="006F2D12" w:rsidRPr="00831772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4A20ADD6" w14:textId="2FC794CA" w:rsidR="00B2471D" w:rsidRPr="00831772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Исчерпывающий перечень оснований для отказа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br/>
        <w:t>в приеме заявления</w:t>
      </w:r>
      <w:r w:rsidRPr="00831772">
        <w:rPr>
          <w:rFonts w:ascii="PT Astra Serif" w:hAnsi="PT Astra Serif"/>
          <w:b/>
          <w:sz w:val="28"/>
          <w:szCs w:val="28"/>
        </w:rPr>
        <w:t xml:space="preserve"> и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14:paraId="16A3E792" w14:textId="77777777" w:rsidR="00B2471D" w:rsidRPr="00831772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2B9C09C" w14:textId="6B3BF9B1" w:rsidR="00B2471D" w:rsidRPr="00831772" w:rsidRDefault="00B2471D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4D1AE5">
        <w:rPr>
          <w:rFonts w:ascii="PT Astra Serif" w:hAnsi="PT Astra Serif"/>
          <w:sz w:val="28"/>
          <w:szCs w:val="28"/>
          <w:lang w:eastAsia="ru-RU"/>
        </w:rPr>
        <w:t>3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Основания для отказа в приеме </w:t>
      </w:r>
      <w:r w:rsidR="004D1AE5">
        <w:rPr>
          <w:rFonts w:ascii="PT Astra Serif" w:hAnsi="PT Astra Serif"/>
          <w:bCs/>
          <w:sz w:val="28"/>
          <w:szCs w:val="28"/>
          <w:lang w:eastAsia="ru-RU"/>
        </w:rPr>
        <w:t>запроса</w:t>
      </w:r>
      <w:r w:rsidRPr="00831772">
        <w:rPr>
          <w:rFonts w:ascii="PT Astra Serif" w:hAnsi="PT Astra Serif"/>
          <w:sz w:val="28"/>
          <w:szCs w:val="28"/>
        </w:rPr>
        <w:t xml:space="preserve"> и </w:t>
      </w:r>
      <w:r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03AD5E27" w14:textId="77777777" w:rsidR="00B2471D" w:rsidRPr="00831772" w:rsidRDefault="00B2471D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0B1F00A9" w14:textId="2D019E17" w:rsidR="00B2471D" w:rsidRPr="00831772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sz w:val="28"/>
          <w:szCs w:val="28"/>
        </w:rPr>
      </w:pPr>
      <w:r w:rsidRPr="00831772">
        <w:rPr>
          <w:rFonts w:ascii="PT Astra Serif" w:hAnsi="PT Astra Serif"/>
          <w:b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14:paraId="321A9A5E" w14:textId="77777777" w:rsidR="00B2471D" w:rsidRPr="00831772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F68FAA8" w14:textId="20453315" w:rsidR="00B2471D" w:rsidRPr="00831772" w:rsidRDefault="00B2471D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 w:rsidRPr="00831772">
        <w:rPr>
          <w:rFonts w:ascii="PT Astra Serif" w:hAnsi="PT Astra Serif"/>
          <w:sz w:val="28"/>
          <w:szCs w:val="28"/>
        </w:rPr>
        <w:t>1</w:t>
      </w:r>
      <w:r w:rsidR="004D1AE5">
        <w:rPr>
          <w:rFonts w:ascii="PT Astra Serif" w:hAnsi="PT Astra Serif"/>
          <w:sz w:val="28"/>
          <w:szCs w:val="28"/>
        </w:rPr>
        <w:t>4</w:t>
      </w:r>
      <w:r w:rsidRPr="00831772">
        <w:rPr>
          <w:rFonts w:ascii="PT Astra Serif" w:hAnsi="PT Astra Serif"/>
          <w:sz w:val="28"/>
          <w:szCs w:val="28"/>
        </w:rPr>
        <w:t>. Основания для приостановления предоставления Услуги законодательством Российской Федерации не предусмотрены.</w:t>
      </w:r>
    </w:p>
    <w:p w14:paraId="35A3752C" w14:textId="35C876D9" w:rsidR="006F2D12" w:rsidRDefault="00B2471D" w:rsidP="00E87D25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1</w:t>
      </w:r>
      <w:r w:rsidR="004D1AE5">
        <w:rPr>
          <w:rFonts w:ascii="PT Astra Serif" w:hAnsi="PT Astra Serif"/>
          <w:sz w:val="28"/>
          <w:szCs w:val="28"/>
        </w:rPr>
        <w:t>5</w:t>
      </w:r>
      <w:r w:rsidRPr="00831772">
        <w:rPr>
          <w:rFonts w:ascii="PT Astra Serif" w:hAnsi="PT Astra Serif"/>
          <w:sz w:val="28"/>
          <w:szCs w:val="28"/>
        </w:rPr>
        <w:t>. Основания для отказа в предоставлении Услуги приведены в разделе III настоящего Административного регламента.</w:t>
      </w:r>
    </w:p>
    <w:p w14:paraId="668429A3" w14:textId="77777777" w:rsidR="004D1AE5" w:rsidRPr="00831772" w:rsidRDefault="004D1AE5" w:rsidP="00E87D25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3C6884CD" w14:textId="73D22E06" w:rsidR="00B2471D" w:rsidRPr="00831772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Размер платы, взимаемой с заявителя 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br/>
        <w:t>при предоставлении Услуги, и способы ее взимания</w:t>
      </w:r>
    </w:p>
    <w:p w14:paraId="613C84B4" w14:textId="77777777" w:rsidR="00B2471D" w:rsidRPr="00831772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0BB85A4" w14:textId="2AEA1BB2" w:rsidR="00B2471D" w:rsidRPr="00831772" w:rsidRDefault="00B2471D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1</w:t>
      </w:r>
      <w:r w:rsidR="004D1AE5">
        <w:rPr>
          <w:rFonts w:ascii="PT Astra Serif" w:hAnsi="PT Astra Serif"/>
          <w:sz w:val="28"/>
          <w:szCs w:val="28"/>
        </w:rPr>
        <w:t>6</w:t>
      </w:r>
      <w:r w:rsidRPr="00831772">
        <w:rPr>
          <w:rFonts w:ascii="PT Astra Serif" w:hAnsi="PT Astra Serif"/>
          <w:sz w:val="28"/>
          <w:szCs w:val="28"/>
        </w:rPr>
        <w:t>. 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14:paraId="6615DA3D" w14:textId="77777777" w:rsidR="00B2471D" w:rsidRPr="00831772" w:rsidRDefault="00B2471D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5029DE7" w14:textId="2CFD4881" w:rsidR="00B2471D" w:rsidRPr="00831772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Максимальный срок ожидания в очереди при подаче заявителем </w:t>
      </w:r>
      <w:r w:rsidR="004D1AE5">
        <w:rPr>
          <w:rFonts w:ascii="PT Astra Serif" w:hAnsi="PT Astra Serif"/>
          <w:b/>
          <w:sz w:val="28"/>
          <w:szCs w:val="28"/>
          <w:lang w:eastAsia="ru-RU"/>
        </w:rPr>
        <w:t>запроса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и при получении результата предоставления Услуги</w:t>
      </w:r>
    </w:p>
    <w:p w14:paraId="27BDE04F" w14:textId="77777777" w:rsidR="00B2471D" w:rsidRPr="00831772" w:rsidRDefault="00B2471D" w:rsidP="00E87D25">
      <w:pPr>
        <w:keepNext/>
        <w:keepLines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07058AB" w14:textId="3F52EE34" w:rsidR="00B2471D" w:rsidRPr="00831772" w:rsidRDefault="004D1AE5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17</w:t>
      </w:r>
      <w:r w:rsidR="00B2471D" w:rsidRPr="00831772">
        <w:rPr>
          <w:rFonts w:ascii="PT Astra Serif" w:hAnsi="PT Astra Serif"/>
          <w:sz w:val="28"/>
          <w:szCs w:val="28"/>
          <w:lang w:eastAsia="ru-RU"/>
        </w:rPr>
        <w:t>. Максимальный срок ожидания в очереди при подаче заявления</w:t>
      </w:r>
      <w:r w:rsidR="00B2471D" w:rsidRPr="00831772">
        <w:rPr>
          <w:rFonts w:ascii="PT Astra Serif" w:hAnsi="PT Astra Serif"/>
          <w:b/>
          <w:sz w:val="28"/>
          <w:szCs w:val="28"/>
        </w:rPr>
        <w:t xml:space="preserve"> </w:t>
      </w:r>
      <w:r w:rsidR="00B2471D" w:rsidRPr="00831772">
        <w:rPr>
          <w:rFonts w:ascii="PT Astra Serif" w:hAnsi="PT Astra Serif"/>
          <w:sz w:val="28"/>
          <w:szCs w:val="28"/>
          <w:lang w:eastAsia="ru-RU"/>
        </w:rPr>
        <w:t xml:space="preserve">составляет 15 минут. </w:t>
      </w:r>
    </w:p>
    <w:p w14:paraId="01068958" w14:textId="7EAAADB7" w:rsidR="00B2471D" w:rsidRPr="00831772" w:rsidRDefault="004D1AE5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18</w:t>
      </w:r>
      <w:r w:rsidR="00B2471D" w:rsidRPr="00831772">
        <w:rPr>
          <w:rFonts w:ascii="PT Astra Serif" w:hAnsi="PT Astra Serif"/>
          <w:sz w:val="28"/>
          <w:szCs w:val="28"/>
          <w:lang w:eastAsia="ru-RU"/>
        </w:rPr>
        <w:t>. Максимальный срок ожидания в очереди при получении результата Услуги составляет 15 минут.</w:t>
      </w:r>
    </w:p>
    <w:p w14:paraId="1B80FFEB" w14:textId="77777777" w:rsidR="00B2471D" w:rsidRPr="00831772" w:rsidRDefault="00B2471D" w:rsidP="00E87D25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2CF93B0" w14:textId="2E93C622" w:rsidR="00B2471D" w:rsidRPr="00831772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Срок регистрации </w:t>
      </w:r>
      <w:r w:rsidR="004D1AE5">
        <w:rPr>
          <w:rFonts w:ascii="PT Astra Serif" w:hAnsi="PT Astra Serif"/>
          <w:b/>
          <w:bCs/>
          <w:sz w:val="28"/>
          <w:szCs w:val="28"/>
          <w:lang w:eastAsia="ru-RU"/>
        </w:rPr>
        <w:t>запроса</w:t>
      </w:r>
    </w:p>
    <w:p w14:paraId="6AD618D9" w14:textId="77777777" w:rsidR="00B2471D" w:rsidRPr="00831772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F58C8F7" w14:textId="0660A382" w:rsidR="00B2471D" w:rsidRPr="00831772" w:rsidRDefault="004D1AE5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>19</w:t>
      </w:r>
      <w:r w:rsidR="00B2471D" w:rsidRPr="00831772">
        <w:rPr>
          <w:rFonts w:ascii="PT Astra Serif" w:hAnsi="PT Astra Serif"/>
          <w:sz w:val="28"/>
          <w:szCs w:val="28"/>
          <w:lang w:eastAsia="ru-RU"/>
        </w:rPr>
        <w:t xml:space="preserve">. Срок регистрации </w:t>
      </w:r>
      <w:r>
        <w:rPr>
          <w:rFonts w:ascii="PT Astra Serif" w:hAnsi="PT Astra Serif"/>
          <w:sz w:val="28"/>
          <w:szCs w:val="28"/>
          <w:lang w:eastAsia="ru-RU"/>
        </w:rPr>
        <w:t>запроса</w:t>
      </w:r>
      <w:r w:rsidR="00B2471D" w:rsidRPr="00831772">
        <w:rPr>
          <w:rFonts w:ascii="PT Astra Serif" w:hAnsi="PT Astra Serif"/>
          <w:sz w:val="28"/>
          <w:szCs w:val="28"/>
          <w:lang w:eastAsia="ru-RU"/>
        </w:rPr>
        <w:t xml:space="preserve"> и документов, необходимых для предоставления Услуги, составляет </w:t>
      </w:r>
      <w:r w:rsidR="00B2471D" w:rsidRPr="00831772">
        <w:rPr>
          <w:rFonts w:ascii="PT Astra Serif" w:hAnsi="PT Astra Serif"/>
          <w:sz w:val="28"/>
          <w:szCs w:val="28"/>
        </w:rPr>
        <w:t>2 рабочих дня.</w:t>
      </w:r>
    </w:p>
    <w:p w14:paraId="6131DD51" w14:textId="77777777" w:rsidR="00B2471D" w:rsidRPr="00831772" w:rsidRDefault="00B2471D" w:rsidP="00E87D25">
      <w:pPr>
        <w:suppressAutoHyphens w:val="0"/>
        <w:jc w:val="center"/>
        <w:rPr>
          <w:rFonts w:ascii="PT Astra Serif" w:hAnsi="PT Astra Serif"/>
          <w:sz w:val="28"/>
          <w:szCs w:val="28"/>
        </w:rPr>
      </w:pPr>
    </w:p>
    <w:p w14:paraId="54E22C7E" w14:textId="4C8E963E" w:rsidR="00B2471D" w:rsidRPr="00831772" w:rsidRDefault="004D1AE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4D1AE5">
        <w:rPr>
          <w:rFonts w:ascii="PT Astra Serif" w:hAnsi="PT Astra Serif"/>
          <w:b/>
          <w:bCs/>
          <w:sz w:val="28"/>
          <w:szCs w:val="28"/>
          <w:lang w:eastAsia="ru-RU"/>
        </w:rPr>
        <w:t>Требования к помещениям, в которых предоставляется Услуга, к залу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Pr="004D1AE5">
        <w:rPr>
          <w:rFonts w:ascii="PT Astra Serif" w:hAnsi="PT Astra Serif"/>
          <w:b/>
          <w:bCs/>
          <w:sz w:val="28"/>
          <w:szCs w:val="28"/>
          <w:lang w:eastAsia="ru-RU"/>
        </w:rPr>
        <w:t xml:space="preserve">ожидания, местам для заполнения запросов о предоставлении 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г</w:t>
      </w:r>
      <w:r w:rsidRPr="004D1AE5">
        <w:rPr>
          <w:rFonts w:ascii="PT Astra Serif" w:hAnsi="PT Astra Serif"/>
          <w:b/>
          <w:bCs/>
          <w:sz w:val="28"/>
          <w:szCs w:val="28"/>
          <w:lang w:eastAsia="ru-RU"/>
        </w:rPr>
        <w:t>осударственной услуги, информационным стендам с образцами их заполнения и перечнем документов и (или) информации, необходимых для предоставления каждой государственной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6E8DB643" w14:textId="77777777" w:rsidR="00B2471D" w:rsidRPr="00831772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4446EBE4" w14:textId="603190D7" w:rsidR="006F2D12" w:rsidRPr="00831772" w:rsidRDefault="004D1AE5" w:rsidP="00E87D25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20. Требования, которым</w:t>
      </w:r>
      <w:r w:rsidRPr="004D1AE5">
        <w:rPr>
          <w:rFonts w:ascii="PT Astra Serif" w:hAnsi="PT Astra Serif"/>
          <w:sz w:val="28"/>
          <w:szCs w:val="28"/>
        </w:rPr>
        <w:t xml:space="preserve"> должны соответствовать помещения, в которых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4D1AE5">
        <w:rPr>
          <w:rFonts w:ascii="PT Astra Serif" w:hAnsi="PT Astra Serif"/>
          <w:sz w:val="28"/>
          <w:szCs w:val="28"/>
        </w:rPr>
        <w:t xml:space="preserve">предоставляется Услуга, в том числе зал ожидания, места для заполнения запросов о предоставлении </w:t>
      </w:r>
      <w:r w:rsidR="00E87D25">
        <w:rPr>
          <w:rFonts w:ascii="PT Astra Serif" w:hAnsi="PT Astra Serif"/>
          <w:sz w:val="28"/>
          <w:szCs w:val="28"/>
        </w:rPr>
        <w:t>муниципаль</w:t>
      </w:r>
      <w:r w:rsidRPr="004D1AE5">
        <w:rPr>
          <w:rFonts w:ascii="PT Astra Serif" w:hAnsi="PT Astra Serif"/>
          <w:sz w:val="28"/>
          <w:szCs w:val="28"/>
        </w:rPr>
        <w:t xml:space="preserve">ной услуги, информационные стенды с образцами их заполнения и перечнем документов и (или) информации, необходимых для предоставления </w:t>
      </w:r>
      <w:r w:rsidR="00E87D25">
        <w:rPr>
          <w:rFonts w:ascii="PT Astra Serif" w:hAnsi="PT Astra Serif"/>
          <w:sz w:val="28"/>
          <w:szCs w:val="28"/>
        </w:rPr>
        <w:t>муниципаль</w:t>
      </w:r>
      <w:r w:rsidRPr="004D1AE5">
        <w:rPr>
          <w:rFonts w:ascii="PT Astra Serif" w:hAnsi="PT Astra Serif"/>
          <w:sz w:val="28"/>
          <w:szCs w:val="28"/>
        </w:rPr>
        <w:t xml:space="preserve">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</w:t>
      </w:r>
      <w:r w:rsidR="00E87D25">
        <w:rPr>
          <w:rFonts w:ascii="PT Astra Serif" w:hAnsi="PT Astra Serif"/>
          <w:sz w:val="28"/>
          <w:szCs w:val="28"/>
        </w:rPr>
        <w:t>Учреждения</w:t>
      </w:r>
      <w:r w:rsidRPr="004D1AE5">
        <w:rPr>
          <w:rFonts w:ascii="PT Astra Serif" w:hAnsi="PT Astra Serif"/>
          <w:sz w:val="28"/>
          <w:szCs w:val="28"/>
        </w:rPr>
        <w:t xml:space="preserve"> в сети «Интернет», на Едином портале.</w:t>
      </w:r>
    </w:p>
    <w:p w14:paraId="6FD46098" w14:textId="77777777" w:rsidR="006F2D12" w:rsidRPr="00831772" w:rsidRDefault="006F2D12" w:rsidP="00E87D25">
      <w:pPr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3CDD741" w14:textId="050E5660" w:rsidR="003A7586" w:rsidRPr="00831772" w:rsidRDefault="003A7586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Показатели доступности и качества Услуги</w:t>
      </w:r>
    </w:p>
    <w:p w14:paraId="12144512" w14:textId="77777777" w:rsidR="003A7586" w:rsidRPr="00831772" w:rsidRDefault="003A7586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D8EE3F9" w14:textId="28EB8F57" w:rsidR="006F2D12" w:rsidRPr="00831772" w:rsidRDefault="00E87D25" w:rsidP="00E87D25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E87D25">
        <w:rPr>
          <w:rFonts w:ascii="PT Astra Serif" w:hAnsi="PT Astra Serif"/>
          <w:sz w:val="28"/>
          <w:szCs w:val="28"/>
          <w:lang w:eastAsia="ru-RU"/>
        </w:rPr>
        <w:t>21.  Перечень показателей качества и доступности Услуги, в том числе о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E87D25">
        <w:rPr>
          <w:rFonts w:ascii="PT Astra Serif" w:hAnsi="PT Astra Serif"/>
          <w:sz w:val="28"/>
          <w:szCs w:val="28"/>
          <w:lang w:eastAsia="ru-RU"/>
        </w:rPr>
        <w:t>доступности электронных форм</w:t>
      </w:r>
      <w:r>
        <w:rPr>
          <w:rFonts w:ascii="PT Astra Serif" w:hAnsi="PT Astra Serif"/>
          <w:sz w:val="28"/>
          <w:szCs w:val="28"/>
          <w:lang w:eastAsia="ru-RU"/>
        </w:rPr>
        <w:t xml:space="preserve"> документов, необходимых для </w:t>
      </w:r>
      <w:r w:rsidRPr="00E87D25">
        <w:rPr>
          <w:rFonts w:ascii="PT Astra Serif" w:hAnsi="PT Astra Serif"/>
          <w:sz w:val="28"/>
          <w:szCs w:val="28"/>
          <w:lang w:eastAsia="ru-RU"/>
        </w:rPr>
        <w:t xml:space="preserve">предоставления Услуги, возможности подачи запроса на получение Услуги и документов в электронной форме, своевременности предоставления Услуги (отсутствии нарушений сроков предоставления Услуги), удобстве информирования заявителя о ходе предоставления Услуги, а также получения результата предоставления Услуги размещен на официальном сайте </w:t>
      </w:r>
      <w:r>
        <w:rPr>
          <w:rFonts w:ascii="PT Astra Serif" w:hAnsi="PT Astra Serif"/>
          <w:sz w:val="28"/>
          <w:szCs w:val="28"/>
          <w:lang w:eastAsia="ru-RU"/>
        </w:rPr>
        <w:t>Учреждения</w:t>
      </w:r>
      <w:r w:rsidRPr="00E87D25">
        <w:rPr>
          <w:rFonts w:ascii="PT Astra Serif" w:hAnsi="PT Astra Serif"/>
          <w:sz w:val="28"/>
          <w:szCs w:val="28"/>
          <w:lang w:eastAsia="ru-RU"/>
        </w:rPr>
        <w:t xml:space="preserve"> в </w:t>
      </w:r>
      <w:r>
        <w:rPr>
          <w:rFonts w:ascii="PT Astra Serif" w:hAnsi="PT Astra Serif"/>
          <w:sz w:val="28"/>
          <w:szCs w:val="28"/>
          <w:lang w:eastAsia="ru-RU"/>
        </w:rPr>
        <w:t>сети  «Интернет»</w:t>
      </w:r>
      <w:r w:rsidRPr="00E87D25">
        <w:rPr>
          <w:rFonts w:ascii="PT Astra Serif" w:hAnsi="PT Astra Serif"/>
          <w:sz w:val="28"/>
          <w:szCs w:val="28"/>
          <w:lang w:eastAsia="ru-RU"/>
        </w:rPr>
        <w:t>, на Едином портале.</w:t>
      </w:r>
    </w:p>
    <w:p w14:paraId="0F6CAC59" w14:textId="489813D4" w:rsidR="003A7586" w:rsidRDefault="003A7586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Иные требования к предоставлению Услуги</w:t>
      </w:r>
    </w:p>
    <w:p w14:paraId="0D3D7FF0" w14:textId="77777777" w:rsidR="00E87D25" w:rsidRPr="00831772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71C8EA6" w14:textId="3CFC484C" w:rsidR="003A7586" w:rsidRPr="00831772" w:rsidRDefault="003A7586" w:rsidP="00E87D25">
      <w:pPr>
        <w:tabs>
          <w:tab w:val="left" w:pos="1276"/>
        </w:tabs>
        <w:ind w:firstLine="709"/>
        <w:contextualSpacing/>
        <w:jc w:val="both"/>
        <w:rPr>
          <w:rFonts w:ascii="PT Astra Serif" w:eastAsia="Calibri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2</w:t>
      </w:r>
      <w:r w:rsidR="00E87D25">
        <w:rPr>
          <w:rFonts w:ascii="PT Astra Serif" w:hAnsi="PT Astra Serif"/>
          <w:sz w:val="28"/>
          <w:szCs w:val="28"/>
        </w:rPr>
        <w:t>2</w:t>
      </w:r>
      <w:r w:rsidRPr="00831772">
        <w:rPr>
          <w:rFonts w:ascii="PT Astra Serif" w:hAnsi="PT Astra Serif"/>
          <w:sz w:val="28"/>
          <w:szCs w:val="28"/>
        </w:rPr>
        <w:t>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182FB528" w14:textId="666AA7A1" w:rsidR="006F2D12" w:rsidRPr="00831772" w:rsidRDefault="003A7586" w:rsidP="00E87D25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2</w:t>
      </w:r>
      <w:r w:rsidR="00E87D25">
        <w:rPr>
          <w:rFonts w:ascii="PT Astra Serif" w:hAnsi="PT Astra Serif"/>
          <w:sz w:val="28"/>
          <w:szCs w:val="28"/>
        </w:rPr>
        <w:t>3</w:t>
      </w:r>
      <w:r w:rsidRPr="00831772">
        <w:rPr>
          <w:rFonts w:ascii="PT Astra Serif" w:hAnsi="PT Astra Serif"/>
          <w:sz w:val="28"/>
          <w:szCs w:val="28"/>
        </w:rPr>
        <w:t>. Информационные системы, используемые для предоставления Услуги, настоящим Административным регламентом не предусмотрены.</w:t>
      </w:r>
    </w:p>
    <w:p w14:paraId="79457926" w14:textId="77777777" w:rsidR="006F2D12" w:rsidRPr="00831772" w:rsidRDefault="006F2D12" w:rsidP="00E87D25">
      <w:pPr>
        <w:tabs>
          <w:tab w:val="left" w:pos="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</w:p>
    <w:p w14:paraId="15631C29" w14:textId="77777777" w:rsidR="00162657" w:rsidRPr="00831772" w:rsidRDefault="00162657" w:rsidP="00E87D2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РАЗДЕЛ </w:t>
      </w:r>
      <w:r w:rsidR="006F2D12" w:rsidRPr="00831772">
        <w:rPr>
          <w:rFonts w:ascii="PT Astra Serif" w:hAnsi="PT Astra Serif"/>
          <w:b/>
          <w:bCs/>
          <w:sz w:val="28"/>
          <w:szCs w:val="28"/>
          <w:lang w:eastAsia="ru-RU"/>
        </w:rPr>
        <w:t>III</w:t>
      </w:r>
    </w:p>
    <w:p w14:paraId="274F2A34" w14:textId="0026E506" w:rsidR="006F2D12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="00162657" w:rsidRPr="00831772">
        <w:rPr>
          <w:rFonts w:ascii="PT Astra Serif" w:hAnsi="PT Astra Serif"/>
          <w:b/>
          <w:sz w:val="28"/>
          <w:szCs w:val="28"/>
          <w:lang w:eastAsia="ru-RU"/>
        </w:rPr>
        <w:t>СОСТАВ, ПОСЛЕДОВАТЕЛЬНОСТЬ И СРОКИ ВЫПОЛНЕНИЯ АДМИНИСТРАТИВНЫХ ПРОЦЕДУР</w:t>
      </w:r>
    </w:p>
    <w:p w14:paraId="6F2CCDE0" w14:textId="24E2FB25" w:rsidR="00E87D25" w:rsidRDefault="00E87D25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463AA120" w14:textId="77777777" w:rsidR="00E87D25" w:rsidRPr="00E87D25" w:rsidRDefault="00E87D25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E87D25">
        <w:rPr>
          <w:rFonts w:ascii="PT Astra Serif" w:hAnsi="PT Astra Serif"/>
          <w:b/>
          <w:sz w:val="28"/>
          <w:szCs w:val="28"/>
          <w:lang w:eastAsia="ru-RU"/>
        </w:rPr>
        <w:t>Административные процедуры, осуществляемые</w:t>
      </w:r>
    </w:p>
    <w:p w14:paraId="52442E27" w14:textId="70996A69" w:rsidR="00E87D25" w:rsidRDefault="00E87D25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E87D25">
        <w:rPr>
          <w:rFonts w:ascii="PT Astra Serif" w:hAnsi="PT Astra Serif"/>
          <w:b/>
          <w:sz w:val="28"/>
          <w:szCs w:val="28"/>
          <w:lang w:eastAsia="ru-RU"/>
        </w:rPr>
        <w:t xml:space="preserve">при предоставлении Услуги </w:t>
      </w:r>
    </w:p>
    <w:p w14:paraId="48942253" w14:textId="77777777" w:rsidR="00E87D25" w:rsidRPr="00E87D25" w:rsidRDefault="00E87D25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0C1DDC4F" w14:textId="35700909" w:rsidR="00E87D25" w:rsidRPr="00E87D25" w:rsidRDefault="00E87D25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87D25">
        <w:rPr>
          <w:rFonts w:ascii="PT Astra Serif" w:hAnsi="PT Astra Serif"/>
          <w:sz w:val="28"/>
          <w:szCs w:val="28"/>
          <w:lang w:eastAsia="ru-RU"/>
        </w:rPr>
        <w:t>24.  Административные процедуры, осуществляемые при предоставлении Услуги:</w:t>
      </w:r>
    </w:p>
    <w:p w14:paraId="7776FE3F" w14:textId="13BF0A5A" w:rsidR="00E87D25" w:rsidRPr="00E87D25" w:rsidRDefault="00E87D25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87D25">
        <w:rPr>
          <w:rFonts w:ascii="PT Astra Serif" w:hAnsi="PT Astra Serif"/>
          <w:sz w:val="28"/>
          <w:szCs w:val="28"/>
          <w:lang w:eastAsia="ru-RU"/>
        </w:rPr>
        <w:t xml:space="preserve">а) прием </w:t>
      </w:r>
      <w:r w:rsidR="005A3949">
        <w:rPr>
          <w:rFonts w:ascii="PT Astra Serif" w:hAnsi="PT Astra Serif"/>
          <w:sz w:val="28"/>
          <w:szCs w:val="28"/>
          <w:lang w:eastAsia="ru-RU"/>
        </w:rPr>
        <w:t>запроса</w:t>
      </w:r>
      <w:r w:rsidRPr="00E87D25">
        <w:rPr>
          <w:rFonts w:ascii="PT Astra Serif" w:hAnsi="PT Astra Serif"/>
          <w:sz w:val="28"/>
          <w:szCs w:val="28"/>
          <w:lang w:eastAsia="ru-RU"/>
        </w:rPr>
        <w:t xml:space="preserve"> и документов и (или) информации, необходимых для предоставления Услуги; </w:t>
      </w:r>
    </w:p>
    <w:p w14:paraId="2B04BF8F" w14:textId="451DA6E8" w:rsidR="00E87D25" w:rsidRPr="00E87D25" w:rsidRDefault="00E87D25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87D25">
        <w:rPr>
          <w:rFonts w:ascii="PT Astra Serif" w:hAnsi="PT Astra Serif"/>
          <w:sz w:val="28"/>
          <w:szCs w:val="28"/>
          <w:lang w:eastAsia="ru-RU"/>
        </w:rPr>
        <w:t>б) принятие решения о предоставлении (об отказе в предоставлении) Услуги;</w:t>
      </w:r>
    </w:p>
    <w:p w14:paraId="70359069" w14:textId="3B679D77" w:rsidR="00E87D25" w:rsidRPr="00E87D25" w:rsidRDefault="00E87D25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87D25">
        <w:rPr>
          <w:rFonts w:ascii="PT Astra Serif" w:hAnsi="PT Astra Serif"/>
          <w:sz w:val="28"/>
          <w:szCs w:val="28"/>
          <w:lang w:eastAsia="ru-RU"/>
        </w:rPr>
        <w:t xml:space="preserve">в) предоставление результата Услуги. </w:t>
      </w:r>
    </w:p>
    <w:p w14:paraId="32C98A8A" w14:textId="3F17449C" w:rsidR="00E87D25" w:rsidRDefault="005A3949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25. Административным регламентом</w:t>
      </w:r>
      <w:r w:rsidR="00E87D25" w:rsidRPr="00E87D25">
        <w:rPr>
          <w:rFonts w:ascii="PT Astra Serif" w:hAnsi="PT Astra Serif"/>
          <w:sz w:val="28"/>
          <w:szCs w:val="28"/>
          <w:lang w:eastAsia="ru-RU"/>
        </w:rPr>
        <w:t xml:space="preserve"> не приведены административные процедуры: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7D25" w:rsidRPr="00E87D25">
        <w:rPr>
          <w:rFonts w:ascii="PT Astra Serif" w:hAnsi="PT Astra Serif"/>
          <w:sz w:val="28"/>
          <w:szCs w:val="28"/>
          <w:lang w:eastAsia="ru-RU"/>
        </w:rPr>
        <w:t>межведомственное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7D25" w:rsidRPr="00E87D25">
        <w:rPr>
          <w:rFonts w:ascii="PT Astra Serif" w:hAnsi="PT Astra Serif"/>
          <w:sz w:val="28"/>
          <w:szCs w:val="28"/>
          <w:lang w:eastAsia="ru-RU"/>
        </w:rPr>
        <w:t>информационное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7D25" w:rsidRPr="00E87D25">
        <w:rPr>
          <w:rFonts w:ascii="PT Astra Serif" w:hAnsi="PT Astra Serif"/>
          <w:sz w:val="28"/>
          <w:szCs w:val="28"/>
          <w:lang w:eastAsia="ru-RU"/>
        </w:rPr>
        <w:t xml:space="preserve">взаимодействие, </w:t>
      </w:r>
      <w:r>
        <w:rPr>
          <w:rFonts w:ascii="PT Astra Serif" w:hAnsi="PT Astra Serif"/>
          <w:sz w:val="28"/>
          <w:szCs w:val="28"/>
          <w:lang w:eastAsia="ru-RU"/>
        </w:rPr>
        <w:t>п</w:t>
      </w:r>
      <w:r w:rsidR="00E87D25" w:rsidRPr="00E87D25">
        <w:rPr>
          <w:rFonts w:ascii="PT Astra Serif" w:hAnsi="PT Astra Serif"/>
          <w:sz w:val="28"/>
          <w:szCs w:val="28"/>
          <w:lang w:eastAsia="ru-RU"/>
        </w:rPr>
        <w:t>риостановление предоставления Услуги, поскольку они не предусмотрены законодательством Российской Федерации.</w:t>
      </w:r>
    </w:p>
    <w:p w14:paraId="7AAFE4FE" w14:textId="48F0D9B0" w:rsidR="005A3949" w:rsidRDefault="005A3949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E3046CA" w14:textId="77777777" w:rsidR="005A3949" w:rsidRPr="005A3949" w:rsidRDefault="005A3949" w:rsidP="005A3949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5A3949">
        <w:rPr>
          <w:rFonts w:ascii="PT Astra Serif" w:hAnsi="PT Astra Serif"/>
          <w:b/>
          <w:sz w:val="28"/>
          <w:szCs w:val="28"/>
          <w:lang w:eastAsia="ru-RU"/>
        </w:rPr>
        <w:t xml:space="preserve">Прием заявления и документов и (или) информации, необходимых для </w:t>
      </w:r>
    </w:p>
    <w:p w14:paraId="5ADC00B0" w14:textId="2A689654" w:rsidR="005A3949" w:rsidRDefault="005A3949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5A3949">
        <w:rPr>
          <w:rFonts w:ascii="PT Astra Serif" w:hAnsi="PT Astra Serif"/>
          <w:b/>
          <w:sz w:val="28"/>
          <w:szCs w:val="28"/>
          <w:lang w:eastAsia="ru-RU"/>
        </w:rPr>
        <w:t>предоставления Услуги</w:t>
      </w:r>
    </w:p>
    <w:p w14:paraId="095BEE5C" w14:textId="26D3EABB" w:rsidR="005A3949" w:rsidRDefault="005A3949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1D3BBB1D" w14:textId="33F7BB3F" w:rsidR="005A3949" w:rsidRPr="005A394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 xml:space="preserve">26. Представление заявителем документов и </w:t>
      </w:r>
      <w:r w:rsidR="00DE27AC">
        <w:rPr>
          <w:rFonts w:ascii="PT Astra Serif" w:hAnsi="PT Astra Serif"/>
          <w:sz w:val="28"/>
          <w:szCs w:val="28"/>
          <w:lang w:eastAsia="ru-RU"/>
        </w:rPr>
        <w:t>запроса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в соответствии с форм</w:t>
      </w:r>
      <w:r w:rsidR="00C7137D">
        <w:rPr>
          <w:rFonts w:ascii="PT Astra Serif" w:hAnsi="PT Astra Serif"/>
          <w:sz w:val="28"/>
          <w:szCs w:val="28"/>
          <w:lang w:eastAsia="ru-RU"/>
        </w:rPr>
        <w:t>ами</w:t>
      </w:r>
      <w:r w:rsidRPr="005A3949">
        <w:rPr>
          <w:rFonts w:ascii="PT Astra Serif" w:hAnsi="PT Astra Serif"/>
          <w:sz w:val="28"/>
          <w:szCs w:val="28"/>
          <w:lang w:eastAsia="ru-RU"/>
        </w:rPr>
        <w:t>, предусмотренн</w:t>
      </w:r>
      <w:r w:rsidR="00C7137D">
        <w:rPr>
          <w:rFonts w:ascii="PT Astra Serif" w:hAnsi="PT Astra Serif"/>
          <w:sz w:val="28"/>
          <w:szCs w:val="28"/>
          <w:lang w:eastAsia="ru-RU"/>
        </w:rPr>
        <w:t>ыми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в приложени</w:t>
      </w:r>
      <w:r w:rsidR="00C7137D">
        <w:rPr>
          <w:rFonts w:ascii="PT Astra Serif" w:hAnsi="PT Astra Serif"/>
          <w:sz w:val="28"/>
          <w:szCs w:val="28"/>
          <w:lang w:eastAsia="ru-RU"/>
        </w:rPr>
        <w:t>ях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C7137D">
        <w:rPr>
          <w:rFonts w:ascii="PT Astra Serif" w:hAnsi="PT Astra Serif"/>
          <w:sz w:val="28"/>
          <w:szCs w:val="28"/>
          <w:lang w:eastAsia="ru-RU"/>
        </w:rPr>
        <w:t>№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1</w:t>
      </w:r>
      <w:r w:rsidR="00C7137D">
        <w:rPr>
          <w:rFonts w:ascii="PT Astra Serif" w:hAnsi="PT Astra Serif"/>
          <w:sz w:val="28"/>
          <w:szCs w:val="28"/>
          <w:lang w:eastAsia="ru-RU"/>
        </w:rPr>
        <w:t>-4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регламенту, осуществляется почтовым отправлением, при личном обращении в </w:t>
      </w:r>
      <w:r>
        <w:rPr>
          <w:rFonts w:ascii="PT Astra Serif" w:hAnsi="PT Astra Serif"/>
          <w:sz w:val="28"/>
          <w:szCs w:val="28"/>
          <w:lang w:eastAsia="ru-RU"/>
        </w:rPr>
        <w:t>Учреждение</w:t>
      </w:r>
      <w:r w:rsidRPr="005A3949">
        <w:rPr>
          <w:rFonts w:ascii="PT Astra Serif" w:hAnsi="PT Astra Serif"/>
          <w:sz w:val="28"/>
          <w:szCs w:val="28"/>
          <w:lang w:eastAsia="ru-RU"/>
        </w:rPr>
        <w:t>, посредством электронной почты, посредством Единого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портала (при наличии технической возможности), на официальном сайте </w:t>
      </w:r>
      <w:r>
        <w:rPr>
          <w:rFonts w:ascii="PT Astra Serif" w:hAnsi="PT Astra Serif"/>
          <w:sz w:val="28"/>
          <w:szCs w:val="28"/>
          <w:lang w:eastAsia="ru-RU"/>
        </w:rPr>
        <w:t>Учреждения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в сети «Интернет»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14:paraId="703AC7AA" w14:textId="464B21E7" w:rsidR="005A3949" w:rsidRPr="005A394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27. Исчерпывающий перечень документов, необходимых в соответствии с законодательными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или иными нормативными правовыми актами для </w:t>
      </w:r>
      <w:r>
        <w:rPr>
          <w:rFonts w:ascii="PT Astra Serif" w:hAnsi="PT Astra Serif"/>
          <w:sz w:val="28"/>
          <w:szCs w:val="28"/>
          <w:lang w:eastAsia="ru-RU"/>
        </w:rPr>
        <w:t>п</w:t>
      </w:r>
      <w:r w:rsidRPr="005A3949">
        <w:rPr>
          <w:rFonts w:ascii="PT Astra Serif" w:hAnsi="PT Astra Serif"/>
          <w:sz w:val="28"/>
          <w:szCs w:val="28"/>
          <w:lang w:eastAsia="ru-RU"/>
        </w:rPr>
        <w:t>редоставления Услуги, которые заявитель должен представить самостоятельно:</w:t>
      </w:r>
    </w:p>
    <w:p w14:paraId="2BD2D77B" w14:textId="7ABE4CAA" w:rsidR="005A3949" w:rsidRPr="005A394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а)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документы, подтверждающие личность заявителя, – паспорт гражданина Российской Федерации (при подаче </w:t>
      </w:r>
      <w:r>
        <w:rPr>
          <w:rFonts w:ascii="PT Astra Serif" w:hAnsi="PT Astra Serif"/>
          <w:sz w:val="28"/>
          <w:szCs w:val="28"/>
          <w:lang w:eastAsia="ru-RU"/>
        </w:rPr>
        <w:t>запроса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в </w:t>
      </w:r>
      <w:r>
        <w:rPr>
          <w:rFonts w:ascii="PT Astra Serif" w:hAnsi="PT Astra Serif"/>
          <w:sz w:val="28"/>
          <w:szCs w:val="28"/>
          <w:lang w:eastAsia="ru-RU"/>
        </w:rPr>
        <w:t>Учреждение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при личном обращении: предъявление оригинала документа; посредством электронной почты: скан-копия документа; почтовым отправлением: скан-копия документа; на официальном сайте </w:t>
      </w:r>
      <w:r>
        <w:rPr>
          <w:rFonts w:ascii="PT Astra Serif" w:hAnsi="PT Astra Serif"/>
          <w:sz w:val="28"/>
          <w:szCs w:val="28"/>
          <w:lang w:eastAsia="ru-RU"/>
        </w:rPr>
        <w:t>Учреждения: скан-копия документа</w:t>
      </w:r>
      <w:r w:rsidR="00DE27AC">
        <w:rPr>
          <w:rFonts w:ascii="PT Astra Serif" w:hAnsi="PT Astra Serif"/>
          <w:sz w:val="28"/>
          <w:szCs w:val="28"/>
          <w:lang w:eastAsia="ru-RU"/>
        </w:rPr>
        <w:t>)</w:t>
      </w:r>
      <w:r w:rsidRPr="005A3949">
        <w:rPr>
          <w:rFonts w:ascii="PT Astra Serif" w:hAnsi="PT Astra Serif"/>
          <w:sz w:val="28"/>
          <w:szCs w:val="28"/>
          <w:lang w:eastAsia="ru-RU"/>
        </w:rPr>
        <w:t>;</w:t>
      </w:r>
    </w:p>
    <w:p w14:paraId="46E69FC0" w14:textId="55EE8B55" w:rsidR="005A3949" w:rsidRPr="005A3949" w:rsidRDefault="005A3949" w:rsidP="00DE27AC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б) документ, подтверждающий полномочия представителя заявителя,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– доверенность, выданная в порядке, установленном Гражданским кодексом Российской Федерации (при подаче </w:t>
      </w:r>
      <w:r w:rsidR="00DE27AC">
        <w:rPr>
          <w:rFonts w:ascii="PT Astra Serif" w:hAnsi="PT Astra Serif"/>
          <w:sz w:val="28"/>
          <w:szCs w:val="28"/>
          <w:lang w:eastAsia="ru-RU"/>
        </w:rPr>
        <w:t>запроса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в </w:t>
      </w:r>
      <w:r w:rsidR="00DE27AC">
        <w:rPr>
          <w:rFonts w:ascii="PT Astra Serif" w:hAnsi="PT Astra Serif"/>
          <w:sz w:val="28"/>
          <w:szCs w:val="28"/>
          <w:lang w:eastAsia="ru-RU"/>
        </w:rPr>
        <w:t>Учреждение</w:t>
      </w:r>
      <w:r w:rsidRPr="005A3949">
        <w:rPr>
          <w:rFonts w:ascii="PT Astra Serif" w:hAnsi="PT Astra Serif"/>
          <w:sz w:val="28"/>
          <w:szCs w:val="28"/>
          <w:lang w:eastAsia="ru-RU"/>
        </w:rPr>
        <w:t>: предъявление оригинала документа или скан-копии документа; посредством электронной почты: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скан-копия документа; почтовым отправлением: скан-копия бумажного документа; посредством Единого портала (при наличии технической возможности):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скан-копия бумажного документа; на официальном сайте </w:t>
      </w:r>
      <w:r w:rsidR="00DE27AC">
        <w:rPr>
          <w:rFonts w:ascii="PT Astra Serif" w:hAnsi="PT Astra Serif"/>
          <w:sz w:val="28"/>
          <w:szCs w:val="28"/>
          <w:lang w:eastAsia="ru-RU"/>
        </w:rPr>
        <w:t>Учреждения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в сети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«Интернет»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: скан-копия бумажного документа). </w:t>
      </w:r>
    </w:p>
    <w:p w14:paraId="1613AF39" w14:textId="65C2A1BB" w:rsidR="005A3949" w:rsidRPr="005A394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 xml:space="preserve">28. Исчерпывающий перечень документов, необходимых в соответствии с </w:t>
      </w:r>
      <w:r w:rsidR="00DE27AC">
        <w:rPr>
          <w:rFonts w:ascii="PT Astra Serif" w:hAnsi="PT Astra Serif"/>
          <w:sz w:val="28"/>
          <w:szCs w:val="28"/>
          <w:lang w:eastAsia="ru-RU"/>
        </w:rPr>
        <w:t>законодательными и</w:t>
      </w:r>
      <w:r w:rsidRPr="005A3949">
        <w:rPr>
          <w:rFonts w:ascii="PT Astra Serif" w:hAnsi="PT Astra Serif"/>
          <w:sz w:val="28"/>
          <w:szCs w:val="28"/>
          <w:lang w:eastAsia="ru-RU"/>
        </w:rPr>
        <w:t>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14:paraId="6BF582F6" w14:textId="5083AED5" w:rsidR="005A3949" w:rsidRPr="005A394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а) документы, подтверждающие периоды работы и (или) иной деятельности и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иные периоды, включаемые (засчитываемые) в страховой стаж, – трудовая книжка (при подаче </w:t>
      </w:r>
      <w:r w:rsidR="00DE27AC">
        <w:rPr>
          <w:rFonts w:ascii="PT Astra Serif" w:hAnsi="PT Astra Serif"/>
          <w:sz w:val="28"/>
          <w:szCs w:val="28"/>
          <w:lang w:eastAsia="ru-RU"/>
        </w:rPr>
        <w:t>запроса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посредством Единого портала (при наличии технической возможности):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скан-копия документа; на официальном сайте 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Учреждения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в сети «Интернет»: скан-копия документа; в 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Учреждении </w:t>
      </w:r>
      <w:r w:rsidRPr="005A3949">
        <w:rPr>
          <w:rFonts w:ascii="PT Astra Serif" w:hAnsi="PT Astra Serif"/>
          <w:sz w:val="28"/>
          <w:szCs w:val="28"/>
          <w:lang w:eastAsia="ru-RU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5F226DE6" w14:textId="77777777" w:rsidR="00DE5CF0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б) документы, подтверждающие родство (один из документов по выбору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заявителя):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70AAB82C" w14:textId="77777777" w:rsidR="00DE5CF0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свидетельство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о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браке (при подаче </w:t>
      </w:r>
      <w:r w:rsidR="00DE27AC">
        <w:rPr>
          <w:rFonts w:ascii="PT Astra Serif" w:hAnsi="PT Astra Serif"/>
          <w:sz w:val="28"/>
          <w:szCs w:val="28"/>
          <w:lang w:eastAsia="ru-RU"/>
        </w:rPr>
        <w:t>запроса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посредством Единого портала (при наличии технической возможности): скан-копия документа;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на официальном сайте </w:t>
      </w:r>
      <w:r w:rsidR="00DE27AC">
        <w:rPr>
          <w:rFonts w:ascii="PT Astra Serif" w:hAnsi="PT Astra Serif"/>
          <w:sz w:val="28"/>
          <w:szCs w:val="28"/>
          <w:lang w:eastAsia="ru-RU"/>
        </w:rPr>
        <w:t>Учреждения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в сети «Интернет»: скан-копия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документа; в </w:t>
      </w:r>
      <w:r w:rsidR="00DE27AC">
        <w:rPr>
          <w:rFonts w:ascii="PT Astra Serif" w:hAnsi="PT Astra Serif"/>
          <w:sz w:val="28"/>
          <w:szCs w:val="28"/>
          <w:lang w:eastAsia="ru-RU"/>
        </w:rPr>
        <w:t>Учреждении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при личном обращении: оригинал ил</w:t>
      </w:r>
      <w:r w:rsidR="00DE27AC">
        <w:rPr>
          <w:rFonts w:ascii="PT Astra Serif" w:hAnsi="PT Astra Serif"/>
          <w:sz w:val="28"/>
          <w:szCs w:val="28"/>
          <w:lang w:eastAsia="ru-RU"/>
        </w:rPr>
        <w:t>и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скан-копия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документа;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посредством электронной почты: скан-копия документа; почтовым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отправлением: скан-копия документа);</w:t>
      </w:r>
      <w:r w:rsidR="00DE27AC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1EB954D0" w14:textId="1F6F5CCF" w:rsidR="00DE5CF0" w:rsidRDefault="005A3949" w:rsidP="00DE5CF0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свидетельство о рождении (при подаче заявления посредством Единого портала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(при наличии технической возможности): скан-копия документа; на официальном сайте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Учреждения в сети «Интернет»: скан-копия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документа; в </w:t>
      </w:r>
      <w:r w:rsidR="00F903AB">
        <w:rPr>
          <w:rFonts w:ascii="PT Astra Serif" w:hAnsi="PT Astra Serif"/>
          <w:sz w:val="28"/>
          <w:szCs w:val="28"/>
          <w:lang w:eastAsia="ru-RU"/>
        </w:rPr>
        <w:t>Учреждении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при личном обращении: оригинал или скан-копия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документа; </w:t>
      </w:r>
      <w:r w:rsidRPr="005A3949">
        <w:rPr>
          <w:rFonts w:ascii="PT Astra Serif" w:hAnsi="PT Astra Serif"/>
          <w:sz w:val="28"/>
          <w:szCs w:val="28"/>
          <w:lang w:eastAsia="ru-RU"/>
        </w:rPr>
        <w:t>посредством электронной почты: скан-копия документа; почтовым отправлением: скан-копия документа)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; </w:t>
      </w:r>
    </w:p>
    <w:p w14:paraId="122A2721" w14:textId="22BC7686" w:rsidR="00DE5CF0" w:rsidRDefault="005A3949" w:rsidP="00DE5CF0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иной документ, подтверждающий родство (при подаче заявления посредством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Единого портала (при наличии технической возможности): скан-копия документа; на официальном сайте </w:t>
      </w:r>
      <w:r w:rsidR="00F903AB">
        <w:rPr>
          <w:rFonts w:ascii="PT Astra Serif" w:hAnsi="PT Astra Serif"/>
          <w:sz w:val="28"/>
          <w:szCs w:val="28"/>
          <w:lang w:eastAsia="ru-RU"/>
        </w:rPr>
        <w:t>Учреждения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в сети «Интернет»: скан-копия документа; в </w:t>
      </w:r>
      <w:r w:rsidR="00F903AB">
        <w:rPr>
          <w:rFonts w:ascii="PT Astra Serif" w:hAnsi="PT Astra Serif"/>
          <w:sz w:val="28"/>
          <w:szCs w:val="28"/>
          <w:lang w:eastAsia="ru-RU"/>
        </w:rPr>
        <w:t>Учреждении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4B59C94F" w14:textId="3E8B0CC5" w:rsidR="00DE5CF0" w:rsidRDefault="00DE5CF0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с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>видетельство об усыновлении (удочерении) детей (при подаче з</w:t>
      </w:r>
      <w:r w:rsidR="00F903AB">
        <w:rPr>
          <w:rFonts w:ascii="PT Astra Serif" w:hAnsi="PT Astra Serif"/>
          <w:sz w:val="28"/>
          <w:szCs w:val="28"/>
          <w:lang w:eastAsia="ru-RU"/>
        </w:rPr>
        <w:t>апроса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>посредством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 xml:space="preserve">Единого </w:t>
      </w:r>
      <w:r w:rsidR="00F903AB">
        <w:rPr>
          <w:rFonts w:ascii="PT Astra Serif" w:hAnsi="PT Astra Serif"/>
          <w:sz w:val="28"/>
          <w:szCs w:val="28"/>
          <w:lang w:eastAsia="ru-RU"/>
        </w:rPr>
        <w:t>п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>ортала (при наличии технической возможности):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скан-копия 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>документа;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 xml:space="preserve">на официальном сайте </w:t>
      </w:r>
      <w:r w:rsidR="00F903AB">
        <w:rPr>
          <w:rFonts w:ascii="PT Astra Serif" w:hAnsi="PT Astra Serif"/>
          <w:sz w:val="28"/>
          <w:szCs w:val="28"/>
          <w:lang w:eastAsia="ru-RU"/>
        </w:rPr>
        <w:t>Учреждения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 xml:space="preserve"> в сети «Интернет»: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>скан-копия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>документа;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="00F903AB">
        <w:rPr>
          <w:rFonts w:ascii="PT Astra Serif" w:hAnsi="PT Astra Serif"/>
          <w:sz w:val="28"/>
          <w:szCs w:val="28"/>
          <w:lang w:eastAsia="ru-RU"/>
        </w:rPr>
        <w:t>Учреждении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 xml:space="preserve"> при личном обращении: оригинал или скан-копия документа; посредством электронной почты: скан-копия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>документа;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>почтовым отправлением: скан-копия документа);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7B866C3C" w14:textId="2F39BE88" w:rsidR="00DE5CF0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свидетельство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об установлении отцовства (при подаче </w:t>
      </w:r>
      <w:r w:rsidR="00F903AB">
        <w:rPr>
          <w:rFonts w:ascii="PT Astra Serif" w:hAnsi="PT Astra Serif"/>
          <w:sz w:val="28"/>
          <w:szCs w:val="28"/>
          <w:lang w:eastAsia="ru-RU"/>
        </w:rPr>
        <w:t>запроса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посредством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Единого портала (при</w:t>
      </w:r>
      <w:r w:rsidR="00F903A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наличии технической возможности): </w:t>
      </w:r>
      <w:r w:rsidR="00F903AB">
        <w:rPr>
          <w:rFonts w:ascii="PT Astra Serif" w:hAnsi="PT Astra Serif"/>
          <w:sz w:val="28"/>
          <w:szCs w:val="28"/>
          <w:lang w:eastAsia="ru-RU"/>
        </w:rPr>
        <w:t>с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кан-копия документа; на официальном сайте </w:t>
      </w:r>
      <w:r w:rsidR="00F903AB">
        <w:rPr>
          <w:rFonts w:ascii="PT Astra Serif" w:hAnsi="PT Astra Serif"/>
          <w:sz w:val="28"/>
          <w:szCs w:val="28"/>
          <w:lang w:eastAsia="ru-RU"/>
        </w:rPr>
        <w:t>Учреждения в сети «Интернет»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: скан-копия документа; в </w:t>
      </w:r>
      <w:r w:rsidR="00DE5CF0">
        <w:rPr>
          <w:rFonts w:ascii="PT Astra Serif" w:hAnsi="PT Astra Serif"/>
          <w:sz w:val="28"/>
          <w:szCs w:val="28"/>
          <w:lang w:eastAsia="ru-RU"/>
        </w:rPr>
        <w:t>Учреждении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при личном обращении:</w:t>
      </w:r>
      <w:r w:rsidR="00DE5C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оригинал или скан-копия документа; посредством электронной почты: скан-копия документа; почтовым отправлением: скан-копия документа);</w:t>
      </w:r>
      <w:r w:rsidR="00DE5CF0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38E7F6DE" w14:textId="7775C152" w:rsidR="005A3949" w:rsidRPr="005A394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решение суда об установлении факта родственных отношений (при подаче</w:t>
      </w:r>
      <w:r w:rsidR="00DE5CF0">
        <w:rPr>
          <w:rFonts w:ascii="PT Astra Serif" w:hAnsi="PT Astra Serif"/>
          <w:sz w:val="28"/>
          <w:szCs w:val="28"/>
          <w:lang w:eastAsia="ru-RU"/>
        </w:rPr>
        <w:t xml:space="preserve"> запроса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DE5CF0">
        <w:rPr>
          <w:rFonts w:ascii="PT Astra Serif" w:hAnsi="PT Astra Serif"/>
          <w:sz w:val="28"/>
          <w:szCs w:val="28"/>
          <w:lang w:eastAsia="ru-RU"/>
        </w:rPr>
        <w:t>Учреждения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в сети «Интернет»: скан-копия документа; в </w:t>
      </w:r>
      <w:r w:rsidR="00DE5CF0">
        <w:rPr>
          <w:rFonts w:ascii="PT Astra Serif" w:hAnsi="PT Astra Serif"/>
          <w:sz w:val="28"/>
          <w:szCs w:val="28"/>
          <w:lang w:eastAsia="ru-RU"/>
        </w:rPr>
        <w:t>Учреждении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при личном</w:t>
      </w:r>
      <w:r w:rsidR="00DE5C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обращении: оригинал или скан-копия документа; посредством электронной почты:</w:t>
      </w:r>
      <w:r w:rsidR="00DE5C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скан-копия документа; почтовым отправлением: скан-копия документа). </w:t>
      </w:r>
    </w:p>
    <w:p w14:paraId="4D68A9B1" w14:textId="75D6E3AD" w:rsidR="005A3949" w:rsidRPr="005A394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 xml:space="preserve">29. </w:t>
      </w:r>
      <w:r w:rsidR="00DE5C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74BF9A2B" w14:textId="57C75554" w:rsidR="005A3949" w:rsidRPr="005A394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а) почтовым отправлением – копии документа, удостоверяющего личность</w:t>
      </w:r>
      <w:r w:rsidR="00DE5C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заявителя, документа, подтверждающего полномочия представителя заявителя; </w:t>
      </w:r>
    </w:p>
    <w:p w14:paraId="0CF61E3D" w14:textId="77777777" w:rsidR="00DE5CF0" w:rsidRDefault="00DE5CF0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б) в Учреждении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 xml:space="preserve"> при личном обращении –</w:t>
      </w:r>
      <w:r>
        <w:rPr>
          <w:rFonts w:ascii="PT Astra Serif" w:hAnsi="PT Astra Serif"/>
          <w:sz w:val="28"/>
          <w:szCs w:val="28"/>
          <w:lang w:eastAsia="ru-RU"/>
        </w:rPr>
        <w:t xml:space="preserve"> документ, </w:t>
      </w:r>
      <w:r w:rsidR="005A3949" w:rsidRPr="005A3949">
        <w:rPr>
          <w:rFonts w:ascii="PT Astra Serif" w:hAnsi="PT Astra Serif"/>
          <w:sz w:val="28"/>
          <w:szCs w:val="28"/>
          <w:lang w:eastAsia="ru-RU"/>
        </w:rPr>
        <w:t>удостоверяющий личность заявителя, документ, подтверждающий полномочия</w:t>
      </w:r>
      <w:r>
        <w:rPr>
          <w:rFonts w:ascii="PT Astra Serif" w:hAnsi="PT Astra Serif"/>
          <w:sz w:val="28"/>
          <w:szCs w:val="28"/>
          <w:lang w:eastAsia="ru-RU"/>
        </w:rPr>
        <w:t xml:space="preserve"> представителя заявителя;</w:t>
      </w:r>
    </w:p>
    <w:p w14:paraId="0270D8EE" w14:textId="77777777" w:rsidR="005D172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в)</w:t>
      </w:r>
      <w:r w:rsidR="00DE5CF0">
        <w:rPr>
          <w:rFonts w:ascii="PT Astra Serif" w:hAnsi="PT Astra Serif"/>
          <w:sz w:val="28"/>
          <w:szCs w:val="28"/>
          <w:lang w:eastAsia="ru-RU"/>
        </w:rPr>
        <w:t xml:space="preserve"> посредством электронной почты -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копии документа, удостоверяющего личность заявителя, документа, подтверждающего полномочия представителя заявителя; </w:t>
      </w:r>
    </w:p>
    <w:p w14:paraId="0C6ABE06" w14:textId="30112005" w:rsidR="005A3949" w:rsidRPr="005A394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г) посредством Единого портала (при нал</w:t>
      </w:r>
      <w:r w:rsidR="005D1729">
        <w:rPr>
          <w:rFonts w:ascii="PT Astra Serif" w:hAnsi="PT Astra Serif"/>
          <w:sz w:val="28"/>
          <w:szCs w:val="28"/>
          <w:lang w:eastAsia="ru-RU"/>
        </w:rPr>
        <w:t>ичии технической возможности)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; </w:t>
      </w:r>
    </w:p>
    <w:p w14:paraId="7E22D075" w14:textId="3902D970" w:rsidR="005A3949" w:rsidRPr="005A394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 xml:space="preserve">д) на официальном сайте </w:t>
      </w:r>
      <w:r w:rsidR="005D1729">
        <w:rPr>
          <w:rFonts w:ascii="PT Astra Serif" w:hAnsi="PT Astra Serif"/>
          <w:sz w:val="28"/>
          <w:szCs w:val="28"/>
          <w:lang w:eastAsia="ru-RU"/>
        </w:rPr>
        <w:t>Учреждения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в сети «Интернет» – копии документа,</w:t>
      </w:r>
      <w:r w:rsidR="005D172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удостоверяющего личность заявителя, документа, подтверждающего полномочия представителя заявителя.</w:t>
      </w:r>
    </w:p>
    <w:p w14:paraId="69F00DF3" w14:textId="2C068B0B" w:rsidR="005A3949" w:rsidRPr="005A394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30.</w:t>
      </w:r>
      <w:r w:rsidR="005D172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 и документов законодательством Российской Федерации не предусмотрены.</w:t>
      </w:r>
    </w:p>
    <w:p w14:paraId="09769AD9" w14:textId="316C8EFE" w:rsidR="005A3949" w:rsidRPr="005A394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 xml:space="preserve">31. Услуга не предусматривает возможности приема </w:t>
      </w:r>
      <w:r w:rsidR="005D1729">
        <w:rPr>
          <w:rFonts w:ascii="PT Astra Serif" w:hAnsi="PT Astra Serif"/>
          <w:sz w:val="28"/>
          <w:szCs w:val="28"/>
          <w:lang w:eastAsia="ru-RU"/>
        </w:rPr>
        <w:t>запроса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 и документов,</w:t>
      </w:r>
      <w:r w:rsidR="005D172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необходимых для предоставления Услуги, по выбору заявителя, независимо от его места жительства или места пребывания (для физических лиц, включая индивидуальных предпринимателей)</w:t>
      </w:r>
      <w:r w:rsidR="005D172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либо места нахождения (для юридических лиц).</w:t>
      </w:r>
    </w:p>
    <w:p w14:paraId="2AE0E153" w14:textId="4555EAD0" w:rsidR="005A3949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A3949">
        <w:rPr>
          <w:rFonts w:ascii="PT Astra Serif" w:hAnsi="PT Astra Serif"/>
          <w:sz w:val="28"/>
          <w:szCs w:val="28"/>
          <w:lang w:eastAsia="ru-RU"/>
        </w:rPr>
        <w:t>32.</w:t>
      </w:r>
      <w:r w:rsidR="005D172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 xml:space="preserve">Срок регистрации </w:t>
      </w:r>
      <w:r w:rsidR="005D1729">
        <w:rPr>
          <w:rFonts w:ascii="PT Astra Serif" w:hAnsi="PT Astra Serif"/>
          <w:sz w:val="28"/>
          <w:szCs w:val="28"/>
          <w:lang w:eastAsia="ru-RU"/>
        </w:rPr>
        <w:t xml:space="preserve">запроса </w:t>
      </w:r>
      <w:r w:rsidRPr="005A3949">
        <w:rPr>
          <w:rFonts w:ascii="PT Astra Serif" w:hAnsi="PT Astra Serif"/>
          <w:sz w:val="28"/>
          <w:szCs w:val="28"/>
          <w:lang w:eastAsia="ru-RU"/>
        </w:rPr>
        <w:t>и документов, необходимых для</w:t>
      </w:r>
      <w:r w:rsidR="005D172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A3949">
        <w:rPr>
          <w:rFonts w:ascii="PT Astra Serif" w:hAnsi="PT Astra Serif"/>
          <w:sz w:val="28"/>
          <w:szCs w:val="28"/>
          <w:lang w:eastAsia="ru-RU"/>
        </w:rPr>
        <w:t>предоставления Услуги, составляет 2 рабочих дня.</w:t>
      </w:r>
    </w:p>
    <w:p w14:paraId="0C1E1A10" w14:textId="79DA8BE2" w:rsidR="005D1729" w:rsidRDefault="005D172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B0FF82B" w14:textId="77777777" w:rsidR="005D1729" w:rsidRPr="005D1729" w:rsidRDefault="005D1729" w:rsidP="005D1729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5D1729">
        <w:rPr>
          <w:rFonts w:ascii="PT Astra Serif" w:hAnsi="PT Astra Serif"/>
          <w:b/>
          <w:sz w:val="28"/>
          <w:szCs w:val="28"/>
          <w:lang w:eastAsia="ru-RU"/>
        </w:rPr>
        <w:t xml:space="preserve">Принятие решения о предоставлении (об отказе в предоставлении) </w:t>
      </w:r>
    </w:p>
    <w:p w14:paraId="50356685" w14:textId="32235DC0" w:rsidR="005D1729" w:rsidRDefault="005D1729" w:rsidP="005D1729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5D1729">
        <w:rPr>
          <w:rFonts w:ascii="PT Astra Serif" w:hAnsi="PT Astra Serif"/>
          <w:b/>
          <w:sz w:val="28"/>
          <w:szCs w:val="28"/>
          <w:lang w:eastAsia="ru-RU"/>
        </w:rPr>
        <w:t>Услуги</w:t>
      </w:r>
    </w:p>
    <w:p w14:paraId="11D05C87" w14:textId="017A6F5A" w:rsidR="005D1729" w:rsidRDefault="005D1729" w:rsidP="005D1729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29A00F13" w14:textId="77777777" w:rsidR="005D1729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D1729">
        <w:rPr>
          <w:rFonts w:ascii="PT Astra Serif" w:hAnsi="PT Astra Serif"/>
          <w:sz w:val="28"/>
          <w:szCs w:val="28"/>
          <w:lang w:eastAsia="ru-RU"/>
        </w:rPr>
        <w:t xml:space="preserve">33. </w:t>
      </w:r>
      <w:r>
        <w:rPr>
          <w:rFonts w:ascii="PT Astra Serif" w:hAnsi="PT Astra Serif"/>
          <w:sz w:val="28"/>
          <w:szCs w:val="28"/>
          <w:lang w:eastAsia="ru-RU"/>
        </w:rPr>
        <w:t>Учреждение</w:t>
      </w:r>
      <w:r w:rsidRPr="005D1729">
        <w:rPr>
          <w:rFonts w:ascii="PT Astra Serif" w:hAnsi="PT Astra Serif"/>
          <w:sz w:val="28"/>
          <w:szCs w:val="28"/>
          <w:lang w:eastAsia="ru-RU"/>
        </w:rPr>
        <w:t xml:space="preserve"> отказывает заявителю в предоставлении Услуги при наличии следующих оснований: </w:t>
      </w:r>
    </w:p>
    <w:p w14:paraId="65A9628F" w14:textId="0B645244" w:rsidR="005D1729" w:rsidRPr="005D1729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D1729">
        <w:rPr>
          <w:rFonts w:ascii="PT Astra Serif" w:hAnsi="PT Astra Serif"/>
          <w:sz w:val="28"/>
          <w:szCs w:val="28"/>
          <w:lang w:eastAsia="ru-RU"/>
        </w:rPr>
        <w:t xml:space="preserve">а) запросы заявителей не содержат наименования юридического лица (для </w:t>
      </w:r>
      <w:r>
        <w:rPr>
          <w:rFonts w:ascii="PT Astra Serif" w:hAnsi="PT Astra Serif"/>
          <w:sz w:val="28"/>
          <w:szCs w:val="28"/>
          <w:lang w:eastAsia="ru-RU"/>
        </w:rPr>
        <w:t xml:space="preserve">гражданина </w:t>
      </w:r>
      <w:r w:rsidRPr="005D1729">
        <w:rPr>
          <w:rFonts w:ascii="PT Astra Serif" w:hAnsi="PT Astra Serif"/>
          <w:sz w:val="28"/>
          <w:szCs w:val="28"/>
          <w:lang w:eastAsia="ru-RU"/>
        </w:rPr>
        <w:t>- ФИО), почтового адреса, либо адреса электронной почты;</w:t>
      </w:r>
    </w:p>
    <w:p w14:paraId="0FBC57CB" w14:textId="25107960" w:rsidR="005D1729" w:rsidRPr="005D1729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б) отсутствие   запросе</w:t>
      </w:r>
      <w:r w:rsidRPr="005D1729">
        <w:rPr>
          <w:rFonts w:ascii="PT Astra Serif" w:hAnsi="PT Astra Serif"/>
          <w:sz w:val="28"/>
          <w:szCs w:val="28"/>
          <w:lang w:eastAsia="ru-RU"/>
        </w:rPr>
        <w:t xml:space="preserve"> заявителя необходимых сведений для проведения поисковой работы;</w:t>
      </w:r>
    </w:p>
    <w:p w14:paraId="1D984751" w14:textId="77777777" w:rsidR="005D1729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D1729">
        <w:rPr>
          <w:rFonts w:ascii="PT Astra Serif" w:hAnsi="PT Astra Serif"/>
          <w:sz w:val="28"/>
          <w:szCs w:val="28"/>
          <w:lang w:eastAsia="ru-RU"/>
        </w:rPr>
        <w:t xml:space="preserve">в) текст письменного </w:t>
      </w:r>
      <w:r>
        <w:rPr>
          <w:rFonts w:ascii="PT Astra Serif" w:hAnsi="PT Astra Serif"/>
          <w:sz w:val="28"/>
          <w:szCs w:val="28"/>
          <w:lang w:eastAsia="ru-RU"/>
        </w:rPr>
        <w:t>запроса не поддается прочтению;</w:t>
      </w:r>
    </w:p>
    <w:p w14:paraId="7BF394EF" w14:textId="77777777" w:rsidR="005D1729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D1729">
        <w:rPr>
          <w:rFonts w:ascii="PT Astra Serif" w:hAnsi="PT Astra Serif"/>
          <w:sz w:val="28"/>
          <w:szCs w:val="28"/>
          <w:lang w:eastAsia="ru-RU"/>
        </w:rPr>
        <w:t>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14:paraId="3E8FC4A5" w14:textId="77777777" w:rsidR="005D1729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D1729">
        <w:rPr>
          <w:rFonts w:ascii="PT Astra Serif" w:hAnsi="PT Astra Serif"/>
          <w:sz w:val="28"/>
          <w:szCs w:val="28"/>
          <w:lang w:eastAsia="ru-RU"/>
        </w:rPr>
        <w:t>д) запрос подан через представителя, чьи полномочия не удостоверены в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D1729">
        <w:rPr>
          <w:rFonts w:ascii="PT Astra Serif" w:hAnsi="PT Astra Serif"/>
          <w:sz w:val="28"/>
          <w:szCs w:val="28"/>
          <w:lang w:eastAsia="ru-RU"/>
        </w:rPr>
        <w:t>установленном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D1729">
        <w:rPr>
          <w:rFonts w:ascii="PT Astra Serif" w:hAnsi="PT Astra Serif"/>
          <w:sz w:val="28"/>
          <w:szCs w:val="28"/>
          <w:lang w:eastAsia="ru-RU"/>
        </w:rPr>
        <w:t>законом порядке;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1B686220" w14:textId="36E306FC" w:rsidR="005D1729" w:rsidRPr="005D1729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D1729">
        <w:rPr>
          <w:rFonts w:ascii="PT Astra Serif" w:hAnsi="PT Astra Serif"/>
          <w:sz w:val="28"/>
          <w:szCs w:val="28"/>
          <w:lang w:eastAsia="ru-RU"/>
        </w:rPr>
        <w:t xml:space="preserve">е) отсутствие удостоверяющих документов при личном приеме. </w:t>
      </w:r>
    </w:p>
    <w:p w14:paraId="510E8E09" w14:textId="2CF3CCA2" w:rsidR="005D1729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D1729">
        <w:rPr>
          <w:rFonts w:ascii="PT Astra Serif" w:hAnsi="PT Astra Serif"/>
          <w:sz w:val="28"/>
          <w:szCs w:val="28"/>
          <w:lang w:eastAsia="ru-RU"/>
        </w:rPr>
        <w:t>34. Принятие решения о предоставлении Услуги осуществляется в срок, не превышающий 18 рабочих дней со дня получения всех сведений, необходимых для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D1729">
        <w:rPr>
          <w:rFonts w:ascii="PT Astra Serif" w:hAnsi="PT Astra Serif"/>
          <w:sz w:val="28"/>
          <w:szCs w:val="28"/>
          <w:lang w:eastAsia="ru-RU"/>
        </w:rPr>
        <w:t>принятия решения.</w:t>
      </w:r>
    </w:p>
    <w:p w14:paraId="1FFE3D71" w14:textId="7787E2AD" w:rsidR="005D1729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722446B" w14:textId="08A514D3" w:rsidR="005D1729" w:rsidRDefault="005D1729" w:rsidP="005D172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5D1729">
        <w:rPr>
          <w:rFonts w:ascii="PT Astra Serif" w:hAnsi="PT Astra Serif"/>
          <w:b/>
          <w:sz w:val="28"/>
          <w:szCs w:val="28"/>
          <w:lang w:eastAsia="ru-RU"/>
        </w:rPr>
        <w:t>Предоставление результата Услуги</w:t>
      </w:r>
    </w:p>
    <w:p w14:paraId="401CA916" w14:textId="77777777" w:rsidR="005D1729" w:rsidRPr="005D1729" w:rsidRDefault="005D1729" w:rsidP="005D172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58A7A8B1" w14:textId="77777777" w:rsidR="005D1729" w:rsidRPr="005D1729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D1729">
        <w:rPr>
          <w:rFonts w:ascii="PT Astra Serif" w:hAnsi="PT Astra Serif"/>
          <w:sz w:val="28"/>
          <w:szCs w:val="28"/>
          <w:lang w:eastAsia="ru-RU"/>
        </w:rPr>
        <w:t>35. Способы получения результата предоставления Услуги:</w:t>
      </w:r>
    </w:p>
    <w:p w14:paraId="56BE8DD1" w14:textId="680C13D3" w:rsidR="005D1729" w:rsidRPr="005D1729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</w:t>
      </w:r>
      <w:r w:rsidRPr="005D1729">
        <w:rPr>
          <w:rFonts w:ascii="PT Astra Serif" w:hAnsi="PT Astra Serif"/>
          <w:sz w:val="28"/>
          <w:szCs w:val="28"/>
          <w:lang w:eastAsia="ru-RU"/>
        </w:rPr>
        <w:t xml:space="preserve"> почтовым отправлением, посредством электронной почты, посредством Единого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D1729">
        <w:rPr>
          <w:rFonts w:ascii="PT Astra Serif" w:hAnsi="PT Astra Serif"/>
          <w:sz w:val="28"/>
          <w:szCs w:val="28"/>
          <w:lang w:eastAsia="ru-RU"/>
        </w:rPr>
        <w:t>портала (при наличии технической возможности), при личном обращении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D1729">
        <w:rPr>
          <w:rFonts w:ascii="PT Astra Serif" w:hAnsi="PT Astra Serif"/>
          <w:sz w:val="28"/>
          <w:szCs w:val="28"/>
          <w:lang w:eastAsia="ru-RU"/>
        </w:rPr>
        <w:t xml:space="preserve">в </w:t>
      </w:r>
      <w:r>
        <w:rPr>
          <w:rFonts w:ascii="PT Astra Serif" w:hAnsi="PT Astra Serif"/>
          <w:sz w:val="28"/>
          <w:szCs w:val="28"/>
          <w:lang w:eastAsia="ru-RU"/>
        </w:rPr>
        <w:t>Учреждение</w:t>
      </w:r>
      <w:r w:rsidRPr="005D1729">
        <w:rPr>
          <w:rFonts w:ascii="PT Astra Serif" w:hAnsi="PT Astra Serif"/>
          <w:sz w:val="28"/>
          <w:szCs w:val="28"/>
          <w:lang w:eastAsia="ru-RU"/>
        </w:rPr>
        <w:t xml:space="preserve"> – архивная справка;</w:t>
      </w:r>
    </w:p>
    <w:p w14:paraId="1686D86B" w14:textId="77777777" w:rsidR="008F371B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D1729">
        <w:rPr>
          <w:rFonts w:ascii="PT Astra Serif" w:hAnsi="PT Astra Serif"/>
          <w:sz w:val="28"/>
          <w:szCs w:val="28"/>
          <w:lang w:eastAsia="ru-RU"/>
        </w:rPr>
        <w:t>б) почтовым отправлением, посредством электронной почты, посредством</w:t>
      </w:r>
      <w:r w:rsidR="008F371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D1729">
        <w:rPr>
          <w:rFonts w:ascii="PT Astra Serif" w:hAnsi="PT Astra Serif"/>
          <w:sz w:val="28"/>
          <w:szCs w:val="28"/>
          <w:lang w:eastAsia="ru-RU"/>
        </w:rPr>
        <w:t xml:space="preserve">Единого портала (при наличии технической возможности), при личном обращении в </w:t>
      </w:r>
      <w:r w:rsidR="008F371B">
        <w:rPr>
          <w:rFonts w:ascii="PT Astra Serif" w:hAnsi="PT Astra Serif"/>
          <w:sz w:val="28"/>
          <w:szCs w:val="28"/>
          <w:lang w:eastAsia="ru-RU"/>
        </w:rPr>
        <w:t xml:space="preserve">Учреждение </w:t>
      </w:r>
      <w:r w:rsidRPr="005D1729">
        <w:rPr>
          <w:rFonts w:ascii="PT Astra Serif" w:hAnsi="PT Astra Serif"/>
          <w:sz w:val="28"/>
          <w:szCs w:val="28"/>
          <w:lang w:eastAsia="ru-RU"/>
        </w:rPr>
        <w:t>– архивная</w:t>
      </w:r>
      <w:r w:rsidR="008F371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D1729">
        <w:rPr>
          <w:rFonts w:ascii="PT Astra Serif" w:hAnsi="PT Astra Serif"/>
          <w:sz w:val="28"/>
          <w:szCs w:val="28"/>
          <w:lang w:eastAsia="ru-RU"/>
        </w:rPr>
        <w:t>выписка;</w:t>
      </w:r>
    </w:p>
    <w:p w14:paraId="6FC2AE72" w14:textId="77777777" w:rsidR="008F371B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D1729">
        <w:rPr>
          <w:rFonts w:ascii="PT Astra Serif" w:hAnsi="PT Astra Serif"/>
          <w:sz w:val="28"/>
          <w:szCs w:val="28"/>
          <w:lang w:eastAsia="ru-RU"/>
        </w:rPr>
        <w:t xml:space="preserve">в) почтовым отправлением, посредством электронной почты, посредством Единого портала (при наличии технической возможности), при личном обращении в </w:t>
      </w:r>
      <w:r w:rsidR="008F371B">
        <w:rPr>
          <w:rFonts w:ascii="PT Astra Serif" w:hAnsi="PT Astra Serif"/>
          <w:sz w:val="28"/>
          <w:szCs w:val="28"/>
          <w:lang w:eastAsia="ru-RU"/>
        </w:rPr>
        <w:t xml:space="preserve">Учреждение </w:t>
      </w:r>
      <w:r w:rsidRPr="005D1729">
        <w:rPr>
          <w:rFonts w:ascii="PT Astra Serif" w:hAnsi="PT Astra Serif"/>
          <w:sz w:val="28"/>
          <w:szCs w:val="28"/>
          <w:lang w:eastAsia="ru-RU"/>
        </w:rPr>
        <w:t>– архивная копия;</w:t>
      </w:r>
    </w:p>
    <w:p w14:paraId="7F04DD92" w14:textId="77777777" w:rsidR="008F371B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D1729">
        <w:rPr>
          <w:rFonts w:ascii="PT Astra Serif" w:hAnsi="PT Astra Serif"/>
          <w:sz w:val="28"/>
          <w:szCs w:val="28"/>
          <w:lang w:eastAsia="ru-RU"/>
        </w:rPr>
        <w:t xml:space="preserve">г) почтовым отправлением, посредством электронной почты, посредством Единого портала (при наличии технической возможности), при личном обращении в </w:t>
      </w:r>
      <w:r w:rsidR="008F371B">
        <w:rPr>
          <w:rFonts w:ascii="PT Astra Serif" w:hAnsi="PT Astra Serif"/>
          <w:sz w:val="28"/>
          <w:szCs w:val="28"/>
          <w:lang w:eastAsia="ru-RU"/>
        </w:rPr>
        <w:t>Учреждение</w:t>
      </w:r>
      <w:r w:rsidRPr="005D1729">
        <w:rPr>
          <w:rFonts w:ascii="PT Astra Serif" w:hAnsi="PT Astra Serif"/>
          <w:sz w:val="28"/>
          <w:szCs w:val="28"/>
          <w:lang w:eastAsia="ru-RU"/>
        </w:rPr>
        <w:t xml:space="preserve"> – информационное письмо;</w:t>
      </w:r>
    </w:p>
    <w:p w14:paraId="00A4C11F" w14:textId="02DB099E" w:rsidR="005D1729" w:rsidRPr="005D1729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D1729">
        <w:rPr>
          <w:rFonts w:ascii="PT Astra Serif" w:hAnsi="PT Astra Serif"/>
          <w:sz w:val="28"/>
          <w:szCs w:val="28"/>
          <w:lang w:eastAsia="ru-RU"/>
        </w:rPr>
        <w:t>д) почтовым отправлением</w:t>
      </w:r>
      <w:r w:rsidR="008F371B">
        <w:rPr>
          <w:rFonts w:ascii="PT Astra Serif" w:hAnsi="PT Astra Serif"/>
          <w:sz w:val="28"/>
          <w:szCs w:val="28"/>
          <w:lang w:eastAsia="ru-RU"/>
        </w:rPr>
        <w:t>,</w:t>
      </w:r>
      <w:r w:rsidRPr="005D1729">
        <w:rPr>
          <w:rFonts w:ascii="PT Astra Serif" w:hAnsi="PT Astra Serif"/>
          <w:sz w:val="28"/>
          <w:szCs w:val="28"/>
          <w:lang w:eastAsia="ru-RU"/>
        </w:rPr>
        <w:t xml:space="preserve"> посредством электронной почты, посредством</w:t>
      </w:r>
      <w:r w:rsidR="008F371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D1729">
        <w:rPr>
          <w:rFonts w:ascii="PT Astra Serif" w:hAnsi="PT Astra Serif"/>
          <w:sz w:val="28"/>
          <w:szCs w:val="28"/>
          <w:lang w:eastAsia="ru-RU"/>
        </w:rPr>
        <w:t>Единого портала (при наличии технической возмо</w:t>
      </w:r>
      <w:r w:rsidR="008F371B">
        <w:rPr>
          <w:rFonts w:ascii="PT Astra Serif" w:hAnsi="PT Astra Serif"/>
          <w:sz w:val="28"/>
          <w:szCs w:val="28"/>
          <w:lang w:eastAsia="ru-RU"/>
        </w:rPr>
        <w:t xml:space="preserve">жности), при личном обращении в Учреждение </w:t>
      </w:r>
      <w:r w:rsidRPr="005D1729">
        <w:rPr>
          <w:rFonts w:ascii="PT Astra Serif" w:hAnsi="PT Astra Serif"/>
          <w:sz w:val="28"/>
          <w:szCs w:val="28"/>
          <w:lang w:eastAsia="ru-RU"/>
        </w:rPr>
        <w:t>– уведомление об отказе в предоставлении Услуги.</w:t>
      </w:r>
    </w:p>
    <w:p w14:paraId="28B76A4E" w14:textId="124D0A23" w:rsidR="005D1729" w:rsidRPr="005D1729" w:rsidRDefault="008F371B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36. </w:t>
      </w:r>
      <w:r w:rsidR="005D1729" w:rsidRPr="005D1729">
        <w:rPr>
          <w:rFonts w:ascii="PT Astra Serif" w:hAnsi="PT Astra Serif"/>
          <w:sz w:val="28"/>
          <w:szCs w:val="28"/>
          <w:lang w:eastAsia="ru-RU"/>
        </w:rPr>
        <w:t>Предоставление результата Услуги осуществляется в срок, не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D1729" w:rsidRPr="005D1729">
        <w:rPr>
          <w:rFonts w:ascii="PT Astra Serif" w:hAnsi="PT Astra Serif"/>
          <w:sz w:val="28"/>
          <w:szCs w:val="28"/>
          <w:lang w:eastAsia="ru-RU"/>
        </w:rPr>
        <w:t>превышающий 3 рабочих дней со дня принятия решения о предоставлении Услуги.</w:t>
      </w:r>
    </w:p>
    <w:p w14:paraId="331003C1" w14:textId="3A6E56E0" w:rsidR="005D1729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D1729">
        <w:rPr>
          <w:rFonts w:ascii="PT Astra Serif" w:hAnsi="PT Astra Serif"/>
          <w:sz w:val="28"/>
          <w:szCs w:val="28"/>
          <w:lang w:eastAsia="ru-RU"/>
        </w:rPr>
        <w:t>37. 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</w:t>
      </w:r>
      <w:r w:rsidR="008F371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D1729">
        <w:rPr>
          <w:rFonts w:ascii="PT Astra Serif" w:hAnsi="PT Astra Serif"/>
          <w:sz w:val="28"/>
          <w:szCs w:val="28"/>
          <w:lang w:eastAsia="ru-RU"/>
        </w:rPr>
        <w:t>лиц, включая индивидуальных предпринимателей) либо места нахождения (для</w:t>
      </w:r>
      <w:r w:rsidR="008F371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D1729">
        <w:rPr>
          <w:rFonts w:ascii="PT Astra Serif" w:hAnsi="PT Astra Serif"/>
          <w:sz w:val="28"/>
          <w:szCs w:val="28"/>
          <w:lang w:eastAsia="ru-RU"/>
        </w:rPr>
        <w:t>юридических лиц).</w:t>
      </w:r>
    </w:p>
    <w:p w14:paraId="3607ACD0" w14:textId="5F7D6E71" w:rsidR="008F371B" w:rsidRDefault="008F371B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33F33F8" w14:textId="77777777" w:rsidR="008F371B" w:rsidRPr="008F371B" w:rsidRDefault="008F371B" w:rsidP="008F371B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F371B">
        <w:rPr>
          <w:rFonts w:ascii="PT Astra Serif" w:hAnsi="PT Astra Serif"/>
          <w:b/>
          <w:sz w:val="28"/>
          <w:szCs w:val="28"/>
          <w:lang w:eastAsia="ru-RU"/>
        </w:rPr>
        <w:t>Административные процедуры, осуществляемые при исправлении</w:t>
      </w:r>
    </w:p>
    <w:p w14:paraId="4AB9823E" w14:textId="77777777" w:rsidR="008F371B" w:rsidRPr="008F371B" w:rsidRDefault="008F371B" w:rsidP="008F371B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F371B">
        <w:rPr>
          <w:rFonts w:ascii="PT Astra Serif" w:hAnsi="PT Astra Serif"/>
          <w:b/>
          <w:sz w:val="28"/>
          <w:szCs w:val="28"/>
          <w:lang w:eastAsia="ru-RU"/>
        </w:rPr>
        <w:t xml:space="preserve">допущенных опечаток и (или) ошибок в выданных в результате Услуги </w:t>
      </w:r>
    </w:p>
    <w:p w14:paraId="6A02DECF" w14:textId="587E1A35" w:rsidR="008F371B" w:rsidRDefault="008F371B" w:rsidP="008F371B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F371B">
        <w:rPr>
          <w:rFonts w:ascii="PT Astra Serif" w:hAnsi="PT Astra Serif"/>
          <w:b/>
          <w:sz w:val="28"/>
          <w:szCs w:val="28"/>
          <w:lang w:eastAsia="ru-RU"/>
        </w:rPr>
        <w:t>документах</w:t>
      </w:r>
    </w:p>
    <w:p w14:paraId="78C052BE" w14:textId="05334E05" w:rsidR="008F371B" w:rsidRDefault="008F371B" w:rsidP="008F371B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766BEEF1" w14:textId="2973E92B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>38. Административные процедуры, осуществляемые при исправлении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 xml:space="preserve">допущенных опечаток и (или) ошибок в выданных в результате Услуги документах: </w:t>
      </w:r>
    </w:p>
    <w:p w14:paraId="28A99DEA" w14:textId="77777777" w:rsid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>а)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 xml:space="preserve">прием </w:t>
      </w:r>
      <w:r>
        <w:rPr>
          <w:rFonts w:ascii="PT Astra Serif" w:hAnsi="PT Astra Serif"/>
          <w:sz w:val="28"/>
          <w:szCs w:val="28"/>
          <w:lang w:eastAsia="ru-RU"/>
        </w:rPr>
        <w:t>запроса</w:t>
      </w:r>
      <w:r w:rsidRPr="008F371B">
        <w:rPr>
          <w:rFonts w:ascii="PT Astra Serif" w:hAnsi="PT Astra Serif"/>
          <w:sz w:val="28"/>
          <w:szCs w:val="28"/>
          <w:lang w:eastAsia="ru-RU"/>
        </w:rPr>
        <w:t xml:space="preserve"> и документов и (или) информации, необходимых для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исправления допущенных опечаток и (или) ошибок в выданных в результате предоставления Услуги документах;</w:t>
      </w:r>
    </w:p>
    <w:p w14:paraId="66A0E5D5" w14:textId="77777777" w:rsid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>б) принятие решения об исправлении (об отказе в исправлении) допущенных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опечаток и (или) ошибок в выданных в результате предоставления Услуги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документах;</w:t>
      </w:r>
    </w:p>
    <w:p w14:paraId="29260A84" w14:textId="6391ACD9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 xml:space="preserve">в) предоставление результата Услуги. </w:t>
      </w:r>
    </w:p>
    <w:p w14:paraId="1C44C732" w14:textId="6F2AD145" w:rsid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39. </w:t>
      </w:r>
      <w:r w:rsidRPr="008F371B">
        <w:rPr>
          <w:rFonts w:ascii="PT Astra Serif" w:hAnsi="PT Astra Serif"/>
          <w:sz w:val="28"/>
          <w:szCs w:val="28"/>
          <w:lang w:eastAsia="ru-RU"/>
        </w:rPr>
        <w:t>Административным регламентом не приведены административные процедуры: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межведомственное</w:t>
      </w:r>
      <w:r>
        <w:rPr>
          <w:rFonts w:ascii="PT Astra Serif" w:hAnsi="PT Astra Serif"/>
          <w:sz w:val="28"/>
          <w:szCs w:val="28"/>
          <w:lang w:eastAsia="ru-RU"/>
        </w:rPr>
        <w:t xml:space="preserve"> информационное взаимодействие, </w:t>
      </w:r>
      <w:r w:rsidRPr="008F371B">
        <w:rPr>
          <w:rFonts w:ascii="PT Astra Serif" w:hAnsi="PT Astra Serif"/>
          <w:sz w:val="28"/>
          <w:szCs w:val="28"/>
          <w:lang w:eastAsia="ru-RU"/>
        </w:rPr>
        <w:t>приостановление предоставления Услуги, поскольку они не предусмотрены законодательством Российской Федерации.</w:t>
      </w:r>
    </w:p>
    <w:p w14:paraId="58AB379B" w14:textId="3B8112BF" w:rsid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125E6A60" w14:textId="04FCD3F6" w:rsidR="008F371B" w:rsidRPr="008F371B" w:rsidRDefault="008F371B" w:rsidP="008F371B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F371B">
        <w:rPr>
          <w:rFonts w:ascii="PT Astra Serif" w:hAnsi="PT Astra Serif"/>
          <w:b/>
          <w:sz w:val="28"/>
          <w:szCs w:val="28"/>
          <w:lang w:eastAsia="ru-RU"/>
        </w:rPr>
        <w:t xml:space="preserve">Прием </w:t>
      </w:r>
      <w:r>
        <w:rPr>
          <w:rFonts w:ascii="PT Astra Serif" w:hAnsi="PT Astra Serif"/>
          <w:b/>
          <w:sz w:val="28"/>
          <w:szCs w:val="28"/>
          <w:lang w:eastAsia="ru-RU"/>
        </w:rPr>
        <w:t>запроса</w:t>
      </w:r>
      <w:r w:rsidRPr="008F371B">
        <w:rPr>
          <w:rFonts w:ascii="PT Astra Serif" w:hAnsi="PT Astra Serif"/>
          <w:b/>
          <w:sz w:val="28"/>
          <w:szCs w:val="28"/>
          <w:lang w:eastAsia="ru-RU"/>
        </w:rPr>
        <w:t xml:space="preserve"> и документов и (или) информации, необходимых для</w:t>
      </w:r>
    </w:p>
    <w:p w14:paraId="61B8F044" w14:textId="0F489E93" w:rsidR="008F371B" w:rsidRDefault="008F371B" w:rsidP="008F371B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F371B">
        <w:rPr>
          <w:rFonts w:ascii="PT Astra Serif" w:hAnsi="PT Astra Serif"/>
          <w:b/>
          <w:sz w:val="28"/>
          <w:szCs w:val="28"/>
          <w:lang w:eastAsia="ru-RU"/>
        </w:rPr>
        <w:t>исправления допущенных опечаток и (или) ошибок в выданных в результате</w:t>
      </w:r>
      <w:r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b/>
          <w:sz w:val="28"/>
          <w:szCs w:val="28"/>
          <w:lang w:eastAsia="ru-RU"/>
        </w:rPr>
        <w:t>предоставления Услуги документах</w:t>
      </w:r>
    </w:p>
    <w:p w14:paraId="6FF824B2" w14:textId="1DA4C2D1" w:rsidR="008F371B" w:rsidRDefault="008F371B" w:rsidP="008F371B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6A387198" w14:textId="0D0FF655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>40. Представление заявителем документов и заявления в соответствии с форм</w:t>
      </w:r>
      <w:r w:rsidR="00C7137D">
        <w:rPr>
          <w:rFonts w:ascii="PT Astra Serif" w:hAnsi="PT Astra Serif"/>
          <w:sz w:val="28"/>
          <w:szCs w:val="28"/>
          <w:lang w:eastAsia="ru-RU"/>
        </w:rPr>
        <w:t>ами</w:t>
      </w:r>
      <w:r w:rsidRPr="008F371B">
        <w:rPr>
          <w:rFonts w:ascii="PT Astra Serif" w:hAnsi="PT Astra Serif"/>
          <w:sz w:val="28"/>
          <w:szCs w:val="28"/>
          <w:lang w:eastAsia="ru-RU"/>
        </w:rPr>
        <w:t>,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предусмотренн</w:t>
      </w:r>
      <w:r w:rsidR="00C7137D">
        <w:rPr>
          <w:rFonts w:ascii="PT Astra Serif" w:hAnsi="PT Astra Serif"/>
          <w:sz w:val="28"/>
          <w:szCs w:val="28"/>
          <w:lang w:eastAsia="ru-RU"/>
        </w:rPr>
        <w:t>ыми</w:t>
      </w:r>
      <w:r w:rsidRPr="008F371B">
        <w:rPr>
          <w:rFonts w:ascii="PT Astra Serif" w:hAnsi="PT Astra Serif"/>
          <w:sz w:val="28"/>
          <w:szCs w:val="28"/>
          <w:lang w:eastAsia="ru-RU"/>
        </w:rPr>
        <w:t xml:space="preserve"> в приложени</w:t>
      </w:r>
      <w:r w:rsidR="00C7137D">
        <w:rPr>
          <w:rFonts w:ascii="PT Astra Serif" w:hAnsi="PT Astra Serif"/>
          <w:sz w:val="28"/>
          <w:szCs w:val="28"/>
          <w:lang w:eastAsia="ru-RU"/>
        </w:rPr>
        <w:t>ях</w:t>
      </w:r>
      <w:r w:rsidRPr="008F371B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C7137D">
        <w:rPr>
          <w:rFonts w:ascii="PT Astra Serif" w:hAnsi="PT Astra Serif"/>
          <w:sz w:val="28"/>
          <w:szCs w:val="28"/>
          <w:lang w:eastAsia="ru-RU"/>
        </w:rPr>
        <w:t>№</w:t>
      </w:r>
      <w:r w:rsidRPr="008F371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7137D">
        <w:rPr>
          <w:rFonts w:ascii="PT Astra Serif" w:hAnsi="PT Astra Serif"/>
          <w:sz w:val="28"/>
          <w:szCs w:val="28"/>
          <w:lang w:eastAsia="ru-RU"/>
        </w:rPr>
        <w:t>5, 6</w:t>
      </w:r>
      <w:r w:rsidRPr="008F371B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 xml:space="preserve">регламенту, осуществляется при личном обращении в </w:t>
      </w:r>
      <w:r>
        <w:rPr>
          <w:rFonts w:ascii="PT Astra Serif" w:hAnsi="PT Astra Serif"/>
          <w:sz w:val="28"/>
          <w:szCs w:val="28"/>
          <w:lang w:eastAsia="ru-RU"/>
        </w:rPr>
        <w:t>Учреждение</w:t>
      </w:r>
      <w:r w:rsidRPr="008F371B">
        <w:rPr>
          <w:rFonts w:ascii="PT Astra Serif" w:hAnsi="PT Astra Serif"/>
          <w:sz w:val="28"/>
          <w:szCs w:val="28"/>
          <w:lang w:eastAsia="ru-RU"/>
        </w:rPr>
        <w:t>.</w:t>
      </w:r>
    </w:p>
    <w:p w14:paraId="708F26A2" w14:textId="3869CF41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41. Исчерпывающи</w:t>
      </w:r>
      <w:r w:rsidR="00C7137D">
        <w:rPr>
          <w:rFonts w:ascii="PT Astra Serif" w:hAnsi="PT Astra Serif"/>
          <w:sz w:val="28"/>
          <w:szCs w:val="28"/>
          <w:lang w:eastAsia="ru-RU"/>
        </w:rPr>
        <w:t>й</w:t>
      </w:r>
      <w:r>
        <w:rPr>
          <w:rFonts w:ascii="PT Astra Serif" w:hAnsi="PT Astra Serif"/>
          <w:sz w:val="28"/>
          <w:szCs w:val="28"/>
          <w:lang w:eastAsia="ru-RU"/>
        </w:rPr>
        <w:t xml:space="preserve"> перечень</w:t>
      </w:r>
      <w:r w:rsidRPr="008F371B">
        <w:rPr>
          <w:rFonts w:ascii="PT Astra Serif" w:hAnsi="PT Astra Serif"/>
          <w:sz w:val="28"/>
          <w:szCs w:val="28"/>
          <w:lang w:eastAsia="ru-RU"/>
        </w:rPr>
        <w:t xml:space="preserve"> документов, необходимых в соответствии с законодательными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или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иными нормативными правовыми актами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для предоставления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Услуги, которые заявитель дол</w:t>
      </w:r>
      <w:r>
        <w:rPr>
          <w:rFonts w:ascii="PT Astra Serif" w:hAnsi="PT Astra Serif"/>
          <w:sz w:val="28"/>
          <w:szCs w:val="28"/>
          <w:lang w:eastAsia="ru-RU"/>
        </w:rPr>
        <w:t>жен представить самостоятельно:</w:t>
      </w:r>
    </w:p>
    <w:p w14:paraId="68FE32C2" w14:textId="14DCA6E6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</w:t>
      </w:r>
      <w:r w:rsidRPr="008F371B">
        <w:rPr>
          <w:rFonts w:ascii="PT Astra Serif" w:hAnsi="PT Astra Serif"/>
          <w:sz w:val="28"/>
          <w:szCs w:val="28"/>
          <w:lang w:eastAsia="ru-RU"/>
        </w:rPr>
        <w:t xml:space="preserve"> документ, подтверждающий личность заявителя, – паспорт гражданина Российской Федерации;</w:t>
      </w:r>
    </w:p>
    <w:p w14:paraId="7AEE3E66" w14:textId="79552E9D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>б)</w:t>
      </w:r>
      <w:r w:rsidR="002C4BF6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документ, подтверждающий пол</w:t>
      </w:r>
      <w:r w:rsidR="002C4BF6">
        <w:rPr>
          <w:rFonts w:ascii="PT Astra Serif" w:hAnsi="PT Astra Serif"/>
          <w:sz w:val="28"/>
          <w:szCs w:val="28"/>
          <w:lang w:eastAsia="ru-RU"/>
        </w:rPr>
        <w:t>номочия представителя заявителя</w:t>
      </w:r>
      <w:r w:rsidRPr="008F371B">
        <w:rPr>
          <w:rFonts w:ascii="PT Astra Serif" w:hAnsi="PT Astra Serif"/>
          <w:sz w:val="28"/>
          <w:szCs w:val="28"/>
          <w:lang w:eastAsia="ru-RU"/>
        </w:rPr>
        <w:t>;</w:t>
      </w:r>
    </w:p>
    <w:p w14:paraId="51D42B0D" w14:textId="4036BDDA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>в)</w:t>
      </w:r>
      <w:r w:rsidR="002C4BF6">
        <w:rPr>
          <w:rFonts w:ascii="PT Astra Serif" w:hAnsi="PT Astra Serif"/>
          <w:sz w:val="28"/>
          <w:szCs w:val="28"/>
          <w:lang w:eastAsia="ru-RU"/>
        </w:rPr>
        <w:t xml:space="preserve"> результат У</w:t>
      </w:r>
      <w:r w:rsidRPr="008F371B">
        <w:rPr>
          <w:rFonts w:ascii="PT Astra Serif" w:hAnsi="PT Astra Serif"/>
          <w:sz w:val="28"/>
          <w:szCs w:val="28"/>
          <w:lang w:eastAsia="ru-RU"/>
        </w:rPr>
        <w:t>слуги (предъявление оригинала</w:t>
      </w:r>
      <w:r w:rsidR="002C4BF6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документа) (один из документов):</w:t>
      </w:r>
    </w:p>
    <w:p w14:paraId="53846F88" w14:textId="77777777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>архивная справка;</w:t>
      </w:r>
    </w:p>
    <w:p w14:paraId="1AB79E22" w14:textId="77777777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>архивная выписка;</w:t>
      </w:r>
    </w:p>
    <w:p w14:paraId="113A3D25" w14:textId="77777777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>архивная копия.</w:t>
      </w:r>
    </w:p>
    <w:p w14:paraId="16FD235D" w14:textId="6EF91B77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>42. Документы, необходимые для предоставления Услуги, которые заявитель</w:t>
      </w:r>
      <w:r w:rsidR="002C4BF6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вправе предоставить по собственной инициативе, законодательными или нормативными правовыми актами Российской Федерации не предусмотрены.</w:t>
      </w:r>
    </w:p>
    <w:p w14:paraId="4DD079B4" w14:textId="2DC0C3B4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 xml:space="preserve">43. Способом установления личности (идентификации) заявителя при взаимодействии с заявителями является оригинал документа, удостоверяющего личность.  </w:t>
      </w:r>
    </w:p>
    <w:p w14:paraId="2E13AC61" w14:textId="1781EBD8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>44.</w:t>
      </w:r>
      <w:r w:rsidR="002C4BF6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 и документов законодательством Российской Федерации не предусмотрены.</w:t>
      </w:r>
    </w:p>
    <w:p w14:paraId="7791E10D" w14:textId="505B3794" w:rsidR="008F371B" w:rsidRP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>45. Услуга не предусматривает возможности приема заявления и документов, необходимых для предоставления Услуги, по выбору заявителя, независимо от его места жительства или места пребывания (для физических лиц, включая индивидуальных</w:t>
      </w:r>
      <w:r w:rsidR="002C4BF6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F371B">
        <w:rPr>
          <w:rFonts w:ascii="PT Astra Serif" w:hAnsi="PT Astra Serif"/>
          <w:sz w:val="28"/>
          <w:szCs w:val="28"/>
          <w:lang w:eastAsia="ru-RU"/>
        </w:rPr>
        <w:t>предпринимателей) либо места нахождения (для юридических лиц).</w:t>
      </w:r>
    </w:p>
    <w:p w14:paraId="54D29308" w14:textId="31C79C20" w:rsidR="008F371B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F371B">
        <w:rPr>
          <w:rFonts w:ascii="PT Astra Serif" w:hAnsi="PT Astra Serif"/>
          <w:sz w:val="28"/>
          <w:szCs w:val="28"/>
          <w:lang w:eastAsia="ru-RU"/>
        </w:rPr>
        <w:t xml:space="preserve">46. Срок регистрации </w:t>
      </w:r>
      <w:r w:rsidR="002C4BF6">
        <w:rPr>
          <w:rFonts w:ascii="PT Astra Serif" w:hAnsi="PT Astra Serif"/>
          <w:sz w:val="28"/>
          <w:szCs w:val="28"/>
          <w:lang w:eastAsia="ru-RU"/>
        </w:rPr>
        <w:t>запроса</w:t>
      </w:r>
      <w:r w:rsidRPr="008F371B">
        <w:rPr>
          <w:rFonts w:ascii="PT Astra Serif" w:hAnsi="PT Astra Serif"/>
          <w:sz w:val="28"/>
          <w:szCs w:val="28"/>
          <w:lang w:eastAsia="ru-RU"/>
        </w:rPr>
        <w:t xml:space="preserve"> и документов, необходимых для предоставления Услуги, составляет не более 1 рабочего дня.</w:t>
      </w:r>
    </w:p>
    <w:p w14:paraId="51BD47A6" w14:textId="657284D8" w:rsidR="002C4BF6" w:rsidRDefault="002C4BF6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C40F253" w14:textId="74F0170B" w:rsidR="002C4BF6" w:rsidRDefault="002C4BF6" w:rsidP="002C4BF6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2C4BF6">
        <w:rPr>
          <w:rFonts w:ascii="PT Astra Serif" w:hAnsi="PT Astra Serif"/>
          <w:b/>
          <w:sz w:val="28"/>
          <w:szCs w:val="28"/>
          <w:lang w:eastAsia="ru-RU"/>
        </w:rPr>
        <w:t>Принятие решения об исправлении (об отказе в исправлении) допущенных</w:t>
      </w:r>
      <w:r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Pr="002C4BF6">
        <w:rPr>
          <w:rFonts w:ascii="PT Astra Serif" w:hAnsi="PT Astra Serif"/>
          <w:b/>
          <w:sz w:val="28"/>
          <w:szCs w:val="28"/>
          <w:lang w:eastAsia="ru-RU"/>
        </w:rPr>
        <w:t xml:space="preserve">опечаток и (или) ошибок в выданных в результате </w:t>
      </w:r>
      <w:r>
        <w:rPr>
          <w:rFonts w:ascii="PT Astra Serif" w:hAnsi="PT Astra Serif"/>
          <w:b/>
          <w:sz w:val="28"/>
          <w:szCs w:val="28"/>
          <w:lang w:eastAsia="ru-RU"/>
        </w:rPr>
        <w:t>п</w:t>
      </w:r>
      <w:r w:rsidRPr="002C4BF6">
        <w:rPr>
          <w:rFonts w:ascii="PT Astra Serif" w:hAnsi="PT Astra Serif"/>
          <w:b/>
          <w:sz w:val="28"/>
          <w:szCs w:val="28"/>
          <w:lang w:eastAsia="ru-RU"/>
        </w:rPr>
        <w:t>редоставления Услуги</w:t>
      </w:r>
      <w:r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Pr="002C4BF6">
        <w:rPr>
          <w:rFonts w:ascii="PT Astra Serif" w:hAnsi="PT Astra Serif"/>
          <w:b/>
          <w:sz w:val="28"/>
          <w:szCs w:val="28"/>
          <w:lang w:eastAsia="ru-RU"/>
        </w:rPr>
        <w:t>документах</w:t>
      </w:r>
    </w:p>
    <w:p w14:paraId="39B1041F" w14:textId="77777777" w:rsidR="002C4BF6" w:rsidRPr="002C4BF6" w:rsidRDefault="002C4BF6" w:rsidP="002C4BF6">
      <w:pPr>
        <w:suppressAutoHyphens w:val="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73A40BA9" w14:textId="5BE103D6" w:rsidR="002C4BF6" w:rsidRPr="002C4BF6" w:rsidRDefault="002C4BF6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C4BF6">
        <w:rPr>
          <w:rFonts w:ascii="PT Astra Serif" w:hAnsi="PT Astra Serif"/>
          <w:sz w:val="28"/>
          <w:szCs w:val="28"/>
          <w:lang w:eastAsia="ru-RU"/>
        </w:rPr>
        <w:t xml:space="preserve">47. Основания для отказа в предоставлении Услуги законодательством Российской Федерации не предусмотрены. </w:t>
      </w:r>
    </w:p>
    <w:p w14:paraId="755F2EA1" w14:textId="58F08339" w:rsidR="002C4BF6" w:rsidRDefault="002C4BF6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C4BF6">
        <w:rPr>
          <w:rFonts w:ascii="PT Astra Serif" w:hAnsi="PT Astra Serif"/>
          <w:sz w:val="28"/>
          <w:szCs w:val="28"/>
          <w:lang w:eastAsia="ru-RU"/>
        </w:rPr>
        <w:t>48. Принятие решения о предоставлении Услуги осуществляется в срок, не превышающий 3 рабочих дней со дня получения всех сведений, необходимых для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2C4BF6">
        <w:rPr>
          <w:rFonts w:ascii="PT Astra Serif" w:hAnsi="PT Astra Serif"/>
          <w:sz w:val="28"/>
          <w:szCs w:val="28"/>
          <w:lang w:eastAsia="ru-RU"/>
        </w:rPr>
        <w:t>принятия решения.</w:t>
      </w:r>
    </w:p>
    <w:p w14:paraId="1DE70AFC" w14:textId="439D20E4" w:rsidR="002C4BF6" w:rsidRDefault="002C4BF6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5752130" w14:textId="5B8FC422" w:rsidR="002C4BF6" w:rsidRDefault="002C4BF6" w:rsidP="002C4BF6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2C4BF6">
        <w:rPr>
          <w:rFonts w:ascii="PT Astra Serif" w:hAnsi="PT Astra Serif"/>
          <w:b/>
          <w:sz w:val="28"/>
          <w:szCs w:val="28"/>
          <w:lang w:eastAsia="ru-RU"/>
        </w:rPr>
        <w:t>Предоставление результата Услуги</w:t>
      </w:r>
    </w:p>
    <w:p w14:paraId="35642F55" w14:textId="77777777" w:rsidR="002C4BF6" w:rsidRPr="002C4BF6" w:rsidRDefault="002C4BF6" w:rsidP="002C4BF6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29872AAC" w14:textId="77777777" w:rsidR="002C4BF6" w:rsidRPr="002C4BF6" w:rsidRDefault="002C4BF6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C4BF6">
        <w:rPr>
          <w:rFonts w:ascii="PT Astra Serif" w:hAnsi="PT Astra Serif"/>
          <w:sz w:val="28"/>
          <w:szCs w:val="28"/>
          <w:lang w:eastAsia="ru-RU"/>
        </w:rPr>
        <w:t>49. Способы получения результата предоставления Услуги:</w:t>
      </w:r>
    </w:p>
    <w:p w14:paraId="19416871" w14:textId="6CAA1371" w:rsidR="002C4BF6" w:rsidRPr="002C4BF6" w:rsidRDefault="002C4BF6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C4BF6">
        <w:rPr>
          <w:rFonts w:ascii="PT Astra Serif" w:hAnsi="PT Astra Serif"/>
          <w:sz w:val="28"/>
          <w:szCs w:val="28"/>
          <w:lang w:eastAsia="ru-RU"/>
        </w:rPr>
        <w:t>а) при личном обращении в муниципальный архив – решение об исправлении допущенных опечаток и (или) ошибок в выданных в результате предоставления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2C4BF6">
        <w:rPr>
          <w:rFonts w:ascii="PT Astra Serif" w:hAnsi="PT Astra Serif"/>
          <w:sz w:val="28"/>
          <w:szCs w:val="28"/>
          <w:lang w:eastAsia="ru-RU"/>
        </w:rPr>
        <w:t>Услуги документах с приложением архивного документа: архивной справки, архивной копии, архивной выписки;</w:t>
      </w:r>
    </w:p>
    <w:p w14:paraId="10A093E4" w14:textId="27FCDBB0" w:rsidR="002C4BF6" w:rsidRPr="002C4BF6" w:rsidRDefault="002C4BF6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C4BF6">
        <w:rPr>
          <w:rFonts w:ascii="PT Astra Serif" w:hAnsi="PT Astra Serif"/>
          <w:sz w:val="28"/>
          <w:szCs w:val="28"/>
          <w:lang w:eastAsia="ru-RU"/>
        </w:rPr>
        <w:t xml:space="preserve">б) при личном обращении в </w:t>
      </w:r>
      <w:r>
        <w:rPr>
          <w:rFonts w:ascii="PT Astra Serif" w:hAnsi="PT Astra Serif"/>
          <w:sz w:val="28"/>
          <w:szCs w:val="28"/>
          <w:lang w:eastAsia="ru-RU"/>
        </w:rPr>
        <w:t>Учреждение</w:t>
      </w:r>
      <w:r w:rsidRPr="002C4BF6">
        <w:rPr>
          <w:rFonts w:ascii="PT Astra Serif" w:hAnsi="PT Astra Serif"/>
          <w:sz w:val="28"/>
          <w:szCs w:val="28"/>
          <w:lang w:eastAsia="ru-RU"/>
        </w:rPr>
        <w:t xml:space="preserve"> – решение об отказе в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2C4BF6">
        <w:rPr>
          <w:rFonts w:ascii="PT Astra Serif" w:hAnsi="PT Astra Serif"/>
          <w:sz w:val="28"/>
          <w:szCs w:val="28"/>
          <w:lang w:eastAsia="ru-RU"/>
        </w:rPr>
        <w:t>предоставлении Услуги.</w:t>
      </w:r>
    </w:p>
    <w:p w14:paraId="539251ED" w14:textId="77777777" w:rsidR="002C4BF6" w:rsidRDefault="002C4BF6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C4BF6">
        <w:rPr>
          <w:rFonts w:ascii="PT Astra Serif" w:hAnsi="PT Astra Serif"/>
          <w:sz w:val="28"/>
          <w:szCs w:val="28"/>
          <w:lang w:eastAsia="ru-RU"/>
        </w:rPr>
        <w:t>50.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14:paraId="7E039F45" w14:textId="00315A8B" w:rsidR="002C4BF6" w:rsidRPr="008F371B" w:rsidRDefault="002C4BF6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C4BF6">
        <w:rPr>
          <w:rFonts w:ascii="PT Astra Serif" w:hAnsi="PT Astra Serif"/>
          <w:sz w:val="28"/>
          <w:szCs w:val="28"/>
          <w:lang w:eastAsia="ru-RU"/>
        </w:rPr>
        <w:t>51. Результат предоставления Услуги не может быть предоставлен по выбору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2C4BF6">
        <w:rPr>
          <w:rFonts w:ascii="PT Astra Serif" w:hAnsi="PT Astra Serif"/>
          <w:sz w:val="28"/>
          <w:szCs w:val="28"/>
          <w:lang w:eastAsia="ru-RU"/>
        </w:rPr>
        <w:t>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2C4BF6">
        <w:rPr>
          <w:rFonts w:ascii="PT Astra Serif" w:hAnsi="PT Astra Serif"/>
          <w:sz w:val="28"/>
          <w:szCs w:val="28"/>
          <w:lang w:eastAsia="ru-RU"/>
        </w:rPr>
        <w:t>юридических лиц).</w:t>
      </w:r>
    </w:p>
    <w:p w14:paraId="449FA776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5A73D57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6F6BE6F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424D121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F1D9B2E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4819B1FD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99BD975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5BB6540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A12B0A7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89FC0DB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41A8C5C5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66ECD5D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E8EB474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27B446D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3DFF43A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9FF33F6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71BA510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B362C59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88FF0BA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0A85D4A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84B723B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7949FBC9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00F0341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1A7F271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4E4F84A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D563BFD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CAD42F9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BE876EA" w14:textId="77777777" w:rsidR="00E87D25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ACFEBD3" w14:textId="77777777" w:rsidR="002C4BF6" w:rsidRDefault="002C4B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04402DB7" w14:textId="77777777" w:rsidR="002C4BF6" w:rsidRDefault="002C4B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38799AFC" w14:textId="77777777" w:rsidR="002C4BF6" w:rsidRDefault="002C4B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0579C950" w14:textId="77777777" w:rsidR="002C4BF6" w:rsidRDefault="002C4B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47E75BB4" w14:textId="77777777" w:rsidR="002C4BF6" w:rsidRDefault="002C4B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0CF266D3" w14:textId="27E427B9" w:rsidR="00CD4EFC" w:rsidRPr="00831772" w:rsidRDefault="00CD4EFC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Приложение № </w:t>
      </w:r>
      <w:r w:rsidR="002C4BF6">
        <w:rPr>
          <w:rFonts w:ascii="PT Astra Serif" w:hAnsi="PT Astra Serif"/>
          <w:sz w:val="26"/>
          <w:szCs w:val="26"/>
        </w:rPr>
        <w:t>1</w:t>
      </w:r>
    </w:p>
    <w:p w14:paraId="4A5F55B6" w14:textId="77777777" w:rsidR="00CD4EFC" w:rsidRPr="00831772" w:rsidRDefault="00CD4EFC" w:rsidP="00E87D25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к Административному регламенту</w:t>
      </w:r>
    </w:p>
    <w:p w14:paraId="466815A3" w14:textId="77777777" w:rsidR="00CD4EFC" w:rsidRPr="00831772" w:rsidRDefault="00CD4EFC" w:rsidP="00E87D25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</w:p>
    <w:p w14:paraId="2212E4FC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Директору МКУ </w:t>
      </w:r>
    </w:p>
    <w:p w14:paraId="49E7580F" w14:textId="77777777" w:rsidR="00CD4EFC" w:rsidRPr="00831772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              «</w:t>
      </w:r>
      <w:r w:rsidRPr="00831772">
        <w:rPr>
          <w:rFonts w:ascii="PT Astra Serif" w:hAnsi="PT Astra Serif"/>
          <w:sz w:val="26"/>
          <w:szCs w:val="26"/>
        </w:rPr>
        <w:t xml:space="preserve">Центр хранения документов </w:t>
      </w:r>
    </w:p>
    <w:p w14:paraId="4B2A2059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</w:rPr>
        <w:t>и обработки информации</w:t>
      </w:r>
      <w:r w:rsidRPr="00831772">
        <w:rPr>
          <w:rFonts w:ascii="PT Astra Serif" w:hAnsi="PT Astra Serif"/>
          <w:sz w:val="26"/>
          <w:szCs w:val="26"/>
          <w:lang w:eastAsia="ru-RU"/>
        </w:rPr>
        <w:t>»</w:t>
      </w:r>
    </w:p>
    <w:p w14:paraId="2A27DB90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</w:t>
      </w:r>
    </w:p>
    <w:p w14:paraId="561EE5FF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</w:p>
    <w:p w14:paraId="7A6A5ACC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5D2A4B47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7214B30B" w14:textId="77777777" w:rsidR="001B201F" w:rsidRPr="00831772" w:rsidRDefault="00CD4EFC" w:rsidP="00E87D25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  <w:r w:rsidR="001B201F" w:rsidRPr="00831772">
        <w:rPr>
          <w:rFonts w:ascii="PT Astra Serif" w:hAnsi="PT Astra Serif"/>
          <w:sz w:val="26"/>
          <w:szCs w:val="26"/>
          <w:lang w:eastAsia="ru-RU"/>
        </w:rPr>
        <w:t xml:space="preserve">   </w:t>
      </w:r>
      <w:r w:rsidRPr="00831772">
        <w:rPr>
          <w:rFonts w:ascii="PT Astra Serif" w:hAnsi="PT Astra Serif"/>
          <w:sz w:val="26"/>
          <w:szCs w:val="26"/>
          <w:lang w:eastAsia="ru-RU"/>
        </w:rPr>
        <w:t xml:space="preserve">По доверенности </w:t>
      </w:r>
    </w:p>
    <w:p w14:paraId="1A326460" w14:textId="686B291A" w:rsidR="00CD4EFC" w:rsidRPr="00831772" w:rsidRDefault="00CD4EFC" w:rsidP="00E87D25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№______</w:t>
      </w:r>
      <w:r w:rsidR="001B201F" w:rsidRPr="00831772">
        <w:rPr>
          <w:rFonts w:ascii="PT Astra Serif" w:hAnsi="PT Astra Serif"/>
          <w:sz w:val="26"/>
          <w:szCs w:val="26"/>
          <w:lang w:eastAsia="ru-RU"/>
        </w:rPr>
        <w:t>______</w:t>
      </w:r>
      <w:r w:rsidRPr="00831772">
        <w:rPr>
          <w:rFonts w:ascii="PT Astra Serif" w:hAnsi="PT Astra Serif"/>
          <w:sz w:val="26"/>
          <w:szCs w:val="26"/>
          <w:lang w:eastAsia="ru-RU"/>
        </w:rPr>
        <w:t>от___________</w:t>
      </w:r>
      <w:r w:rsidR="001B201F" w:rsidRPr="00831772">
        <w:rPr>
          <w:rFonts w:ascii="PT Astra Serif" w:hAnsi="PT Astra Serif"/>
          <w:sz w:val="26"/>
          <w:szCs w:val="26"/>
          <w:lang w:eastAsia="ru-RU"/>
        </w:rPr>
        <w:t>___</w:t>
      </w:r>
    </w:p>
    <w:p w14:paraId="47B7B785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6E083404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4BC08154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332E415E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108E826D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462E49D1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78D2B5EF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469A77F4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5670"/>
        <w:jc w:val="center"/>
        <w:outlineLvl w:val="1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1844D4B" w14:textId="6DCADAA2" w:rsidR="00CD4EFC" w:rsidRPr="00831772" w:rsidRDefault="00CD4EFC" w:rsidP="00E87D25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  <w:lang w:eastAsia="ru-RU"/>
        </w:rPr>
      </w:pPr>
    </w:p>
    <w:p w14:paraId="0542C369" w14:textId="77777777" w:rsidR="001B201F" w:rsidRPr="00831772" w:rsidRDefault="001B201F" w:rsidP="00E87D25">
      <w:pPr>
        <w:widowControl w:val="0"/>
        <w:autoSpaceDE w:val="0"/>
        <w:autoSpaceDN w:val="0"/>
        <w:adjustRightInd w:val="0"/>
        <w:ind w:right="-2" w:firstLine="22"/>
        <w:jc w:val="center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запрос.</w:t>
      </w:r>
    </w:p>
    <w:p w14:paraId="1B95F111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6"/>
          <w:szCs w:val="26"/>
          <w:lang w:eastAsia="ru-RU"/>
        </w:rPr>
      </w:pPr>
    </w:p>
    <w:p w14:paraId="624DE334" w14:textId="77777777" w:rsidR="00CD4EFC" w:rsidRPr="00831772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Прошу выдать заверенную копию постановления, распоряжения, решения </w:t>
      </w:r>
      <w:r w:rsidRPr="00831772">
        <w:rPr>
          <w:rFonts w:ascii="PT Astra Serif" w:hAnsi="PT Astra Serif"/>
          <w:i/>
          <w:sz w:val="26"/>
          <w:szCs w:val="26"/>
        </w:rPr>
        <w:t>(нужное подчеркнуть)</w:t>
      </w:r>
      <w:r w:rsidRPr="00831772">
        <w:rPr>
          <w:rFonts w:ascii="PT Astra Serif" w:hAnsi="PT Astra Serif"/>
          <w:sz w:val="26"/>
          <w:szCs w:val="26"/>
        </w:rPr>
        <w:t xml:space="preserve"> _______________________________________________________________</w:t>
      </w:r>
    </w:p>
    <w:p w14:paraId="61122D69" w14:textId="77777777" w:rsidR="00CD4EFC" w:rsidRPr="00831772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___________________________________________________________________________</w:t>
      </w:r>
    </w:p>
    <w:p w14:paraId="11650816" w14:textId="77777777" w:rsidR="00CD4EFC" w:rsidRPr="00831772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от ______________________ № _______________ в _______ экземплярах; </w:t>
      </w:r>
    </w:p>
    <w:p w14:paraId="6BF3FFE4" w14:textId="77777777" w:rsidR="00CD4EFC" w:rsidRPr="00831772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__________________________________________________________________________</w:t>
      </w:r>
    </w:p>
    <w:p w14:paraId="0AACCE1C" w14:textId="77777777" w:rsidR="00CD4EFC" w:rsidRPr="00831772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Копию лицевого счета похозяйственной книги деревни _______________________________ Сельского Совета ________________________ Ленинского района Тульской области, домовладение, принадлежащее ______________________________________________________________________ за __________________ годы, в _______ экземплярах.</w:t>
      </w:r>
    </w:p>
    <w:p w14:paraId="226BBA73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19DCA30C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Указать причину запроса:</w:t>
      </w:r>
    </w:p>
    <w:p w14:paraId="4067D1F6" w14:textId="77777777" w:rsidR="00CD4EFC" w:rsidRPr="00831772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________________________________________________________________________________________________________________________________________________________      </w:t>
      </w:r>
    </w:p>
    <w:p w14:paraId="69EE9299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007AD552" w14:textId="77777777" w:rsidR="00CD4EFC" w:rsidRPr="00831772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Прошу выдать справку: </w:t>
      </w:r>
    </w:p>
    <w:p w14:paraId="24C138FD" w14:textId="465F0A62" w:rsidR="00CD4EFC" w:rsidRPr="00831772" w:rsidRDefault="00CD4EFC" w:rsidP="00E87D25">
      <w:pPr>
        <w:jc w:val="both"/>
        <w:rPr>
          <w:rFonts w:ascii="PT Astra Serif" w:hAnsi="PT Astra Serif"/>
          <w:b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           </w:t>
      </w:r>
      <w:r w:rsidRPr="00831772">
        <w:rPr>
          <w:rFonts w:ascii="PT Astra Serif" w:hAnsi="PT Astra Serif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A85AA" wp14:editId="7C26A0B2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46988C94" id="Скругленный прямоугольник 2" o:spid="_x0000_s1026" style="position:absolute;margin-left:102.45pt;margin-top:4.45pt;width:17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" fillcolor="window" strokecolor="windowText" strokeweight="2pt">
                <v:path arrowok="t"/>
              </v:roundrect>
            </w:pict>
          </mc:Fallback>
        </mc:AlternateContent>
      </w:r>
      <w:r w:rsidRPr="00831772">
        <w:rPr>
          <w:rFonts w:ascii="PT Astra Serif" w:hAnsi="PT Astra Serif"/>
          <w:b/>
          <w:sz w:val="26"/>
          <w:szCs w:val="26"/>
        </w:rPr>
        <w:t xml:space="preserve">                              ВЫСЛАТЬ ПОЧТОЙ           </w:t>
      </w:r>
      <w:r w:rsidRPr="00831772">
        <w:rPr>
          <w:rFonts w:ascii="PT Astra Serif" w:hAnsi="PT Astra Serif"/>
          <w:b/>
          <w:noProof/>
          <w:sz w:val="26"/>
          <w:szCs w:val="26"/>
          <w:lang w:eastAsia="ru-RU"/>
        </w:rPr>
        <w:drawing>
          <wp:inline distT="0" distB="0" distL="0" distR="0" wp14:anchorId="70EFD9FA" wp14:editId="3C8A3BD7">
            <wp:extent cx="237490" cy="2139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772">
        <w:rPr>
          <w:rFonts w:ascii="PT Astra Serif" w:hAnsi="PT Astra Serif"/>
          <w:b/>
          <w:sz w:val="26"/>
          <w:szCs w:val="26"/>
        </w:rPr>
        <w:t xml:space="preserve">   ВЫДАТЬ НА РУКИ</w:t>
      </w:r>
    </w:p>
    <w:p w14:paraId="23B408C1" w14:textId="77777777" w:rsidR="00CD4EFC" w:rsidRPr="00831772" w:rsidRDefault="00CD4EFC" w:rsidP="00E87D25">
      <w:pPr>
        <w:ind w:left="-340"/>
        <w:rPr>
          <w:rFonts w:ascii="PT Astra Serif" w:hAnsi="PT Astra Serif"/>
          <w:b/>
          <w:sz w:val="26"/>
          <w:szCs w:val="26"/>
        </w:rPr>
      </w:pPr>
    </w:p>
    <w:p w14:paraId="4CC08933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Согласен(а) на использования моих персональных данных.</w:t>
      </w:r>
    </w:p>
    <w:p w14:paraId="115C4AC0" w14:textId="77777777" w:rsidR="00CD4EFC" w:rsidRPr="00831772" w:rsidRDefault="00CD4EFC" w:rsidP="00E87D2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831772">
        <w:rPr>
          <w:rFonts w:ascii="PT Astra Serif" w:hAnsi="PT Astra Serif"/>
          <w:sz w:val="26"/>
          <w:szCs w:val="26"/>
        </w:rPr>
        <w:t>Центр хранения документов и обработки информации</w:t>
      </w:r>
      <w:r w:rsidRPr="00831772">
        <w:rPr>
          <w:rFonts w:ascii="PT Astra Serif" w:hAnsi="PT Astra Serif"/>
          <w:sz w:val="26"/>
          <w:szCs w:val="26"/>
          <w:lang w:eastAsia="ru-RU"/>
        </w:rPr>
        <w:t>» услуги оставляю за собой.</w:t>
      </w:r>
    </w:p>
    <w:p w14:paraId="1C3A25FA" w14:textId="5EA487FC" w:rsidR="00CD4EFC" w:rsidRPr="00831772" w:rsidRDefault="00CD4EFC" w:rsidP="00E87D25">
      <w:pPr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Подпись______________                                                                 Дата________________</w:t>
      </w:r>
    </w:p>
    <w:p w14:paraId="5794C62C" w14:textId="77777777" w:rsidR="002C4BF6" w:rsidRDefault="002C4BF6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1FEB53C4" w14:textId="2A055C0C" w:rsidR="001B201F" w:rsidRPr="002008A8" w:rsidRDefault="001B201F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2008A8">
        <w:rPr>
          <w:rFonts w:ascii="PT Astra Serif" w:hAnsi="PT Astra Serif"/>
          <w:sz w:val="28"/>
          <w:szCs w:val="28"/>
        </w:rPr>
        <w:t xml:space="preserve">Приложение № </w:t>
      </w:r>
      <w:r w:rsidR="002C4BF6">
        <w:rPr>
          <w:rFonts w:ascii="PT Astra Serif" w:hAnsi="PT Astra Serif"/>
          <w:sz w:val="28"/>
          <w:szCs w:val="28"/>
        </w:rPr>
        <w:t>2</w:t>
      </w:r>
    </w:p>
    <w:p w14:paraId="21F93A0E" w14:textId="77777777" w:rsidR="001B201F" w:rsidRPr="002008A8" w:rsidRDefault="001B201F" w:rsidP="00E87D25">
      <w:pPr>
        <w:pStyle w:val="afe"/>
        <w:ind w:left="5812"/>
        <w:jc w:val="right"/>
        <w:rPr>
          <w:rFonts w:ascii="PT Astra Serif" w:hAnsi="PT Astra Serif"/>
          <w:sz w:val="28"/>
          <w:szCs w:val="28"/>
        </w:rPr>
      </w:pPr>
      <w:r w:rsidRPr="002008A8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0D44B548" w14:textId="77777777" w:rsidR="001B201F" w:rsidRPr="00831772" w:rsidRDefault="001B201F" w:rsidP="00E87D25">
      <w:pPr>
        <w:jc w:val="right"/>
        <w:rPr>
          <w:rFonts w:ascii="PT Astra Serif" w:hAnsi="PT Astra Serif"/>
          <w:sz w:val="26"/>
          <w:szCs w:val="26"/>
        </w:rPr>
      </w:pPr>
    </w:p>
    <w:p w14:paraId="21BED630" w14:textId="6A63AF30" w:rsidR="00CD4EFC" w:rsidRPr="00831772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Директору МКУ </w:t>
      </w:r>
    </w:p>
    <w:p w14:paraId="312BADB4" w14:textId="77777777" w:rsidR="00CD4EFC" w:rsidRPr="00831772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«Центр хранения документов </w:t>
      </w:r>
    </w:p>
    <w:p w14:paraId="73B3AA0E" w14:textId="77777777" w:rsidR="00CD4EFC" w:rsidRPr="00831772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и обработки информации»</w:t>
      </w:r>
    </w:p>
    <w:p w14:paraId="4E8FC8DB" w14:textId="77777777" w:rsidR="00CD4EFC" w:rsidRPr="00831772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</w:t>
      </w:r>
    </w:p>
    <w:p w14:paraId="7D195771" w14:textId="77777777" w:rsidR="00CD4EFC" w:rsidRPr="00831772" w:rsidRDefault="00CD4EFC" w:rsidP="00E87D25">
      <w:pPr>
        <w:jc w:val="right"/>
        <w:rPr>
          <w:rFonts w:ascii="PT Astra Serif" w:hAnsi="PT Astra Serif"/>
          <w:sz w:val="26"/>
          <w:szCs w:val="26"/>
        </w:rPr>
      </w:pPr>
    </w:p>
    <w:p w14:paraId="1AB122E8" w14:textId="77777777" w:rsidR="001B201F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</w:rPr>
        <w:t xml:space="preserve">        </w:t>
      </w:r>
      <w:r w:rsidR="001B201F" w:rsidRPr="00831772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1894D7AE" w14:textId="77777777" w:rsidR="001B201F" w:rsidRPr="00831772" w:rsidRDefault="001B201F" w:rsidP="00E87D25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2122E6EF" w14:textId="7EB27144" w:rsidR="001B201F" w:rsidRPr="00831772" w:rsidRDefault="001B201F" w:rsidP="00E87D25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   По доверенности </w:t>
      </w:r>
    </w:p>
    <w:p w14:paraId="5302258E" w14:textId="77777777" w:rsidR="001B201F" w:rsidRPr="00831772" w:rsidRDefault="001B201F" w:rsidP="00E87D25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№____________от______________</w:t>
      </w:r>
    </w:p>
    <w:p w14:paraId="1467A469" w14:textId="77777777" w:rsidR="001B201F" w:rsidRPr="00831772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671B123B" w14:textId="77777777" w:rsidR="001B201F" w:rsidRPr="00831772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14974338" w14:textId="77777777" w:rsidR="001B201F" w:rsidRPr="00831772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09FA7066" w14:textId="77777777" w:rsidR="001B201F" w:rsidRPr="00831772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67B69D3E" w14:textId="77777777" w:rsidR="001B201F" w:rsidRPr="00831772" w:rsidRDefault="001B201F" w:rsidP="00E87D25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63BB4975" w14:textId="77777777" w:rsidR="001B201F" w:rsidRPr="00831772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22FE09F6" w14:textId="77777777" w:rsidR="001B201F" w:rsidRPr="00831772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52C0E733" w14:textId="77777777" w:rsidR="001B201F" w:rsidRPr="00831772" w:rsidRDefault="001B201F" w:rsidP="00E87D25">
      <w:pPr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7C6BA3A" w14:textId="76AC803F" w:rsidR="00CD4EFC" w:rsidRPr="00831772" w:rsidRDefault="00CD4EFC" w:rsidP="00E87D25">
      <w:pPr>
        <w:jc w:val="center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запрос.</w:t>
      </w:r>
    </w:p>
    <w:p w14:paraId="3DE31112" w14:textId="77777777" w:rsidR="00CD4EFC" w:rsidRPr="00831772" w:rsidRDefault="00CD4EFC" w:rsidP="00E87D25">
      <w:pPr>
        <w:jc w:val="center"/>
        <w:rPr>
          <w:rFonts w:ascii="PT Astra Serif" w:hAnsi="PT Astra Serif"/>
          <w:sz w:val="26"/>
          <w:szCs w:val="26"/>
        </w:rPr>
      </w:pPr>
    </w:p>
    <w:p w14:paraId="503813C8" w14:textId="77777777" w:rsidR="00571A31" w:rsidRDefault="00CD4EFC" w:rsidP="00571A31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Прошу выдать архивную справку о начислении заработной платы, о трудовом стаже, о льготном трудовом стаже, о переименовании организации (нужное подчеркнуть, другое указать)</w:t>
      </w:r>
      <w:r w:rsidR="00571A31">
        <w:rPr>
          <w:rFonts w:ascii="PT Astra Serif" w:hAnsi="PT Astra Serif"/>
          <w:sz w:val="26"/>
          <w:szCs w:val="26"/>
        </w:rPr>
        <w:t xml:space="preserve"> </w:t>
      </w:r>
      <w:r w:rsidRPr="00831772">
        <w:rPr>
          <w:rFonts w:ascii="PT Astra Serif" w:hAnsi="PT Astra Serif"/>
          <w:sz w:val="26"/>
          <w:szCs w:val="26"/>
        </w:rPr>
        <w:t>_________________</w:t>
      </w:r>
      <w:r w:rsidR="00571A31">
        <w:rPr>
          <w:rFonts w:ascii="PT Astra Serif" w:hAnsi="PT Astra Serif"/>
          <w:sz w:val="26"/>
          <w:szCs w:val="26"/>
        </w:rPr>
        <w:t xml:space="preserve">_______________________________________ </w:t>
      </w:r>
    </w:p>
    <w:p w14:paraId="3124541D" w14:textId="59B6ADD8" w:rsidR="00CD4EFC" w:rsidRPr="00831772" w:rsidRDefault="00CD4EFC" w:rsidP="00571A31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за период ______________________________________________________________</w:t>
      </w:r>
    </w:p>
    <w:p w14:paraId="59BBBB9E" w14:textId="77777777" w:rsidR="00CD4EFC" w:rsidRPr="00831772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______________________________________________________________________</w:t>
      </w:r>
    </w:p>
    <w:p w14:paraId="1219897F" w14:textId="77777777" w:rsidR="00CD4EFC" w:rsidRPr="00831772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во время работы в ______________________________________________________</w:t>
      </w:r>
    </w:p>
    <w:p w14:paraId="78BC9298" w14:textId="77777777" w:rsidR="00CD4EFC" w:rsidRPr="00831772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______________________________________________________________________</w:t>
      </w:r>
    </w:p>
    <w:p w14:paraId="7550B9AA" w14:textId="77777777" w:rsidR="00CD4EFC" w:rsidRPr="00831772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 (наименование организации, подразделения, номер цеха, отдела)</w:t>
      </w:r>
    </w:p>
    <w:p w14:paraId="34EFB70E" w14:textId="77777777" w:rsidR="00CD4EFC" w:rsidRPr="00831772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Занимаемая должность __________________________________________________</w:t>
      </w:r>
    </w:p>
    <w:p w14:paraId="6B4E5725" w14:textId="77777777" w:rsidR="00CD4EFC" w:rsidRPr="00831772" w:rsidRDefault="00CD4EFC" w:rsidP="00E87D25">
      <w:pPr>
        <w:jc w:val="both"/>
        <w:rPr>
          <w:rFonts w:ascii="PT Astra Serif" w:hAnsi="PT Astra Serif"/>
          <w:sz w:val="26"/>
          <w:szCs w:val="26"/>
        </w:rPr>
      </w:pPr>
    </w:p>
    <w:p w14:paraId="37721616" w14:textId="77777777" w:rsidR="00CD4EFC" w:rsidRPr="00831772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Копию трудовой книжки на _______ листах прилагаю.</w:t>
      </w:r>
    </w:p>
    <w:p w14:paraId="2EC61658" w14:textId="77777777" w:rsidR="00CD4EFC" w:rsidRPr="00831772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Дата рождения ________________________________________________________</w:t>
      </w:r>
    </w:p>
    <w:p w14:paraId="00540B55" w14:textId="77777777" w:rsidR="00CD4EFC" w:rsidRPr="00831772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В запрашиваемый период я носил(а) фамилию _____________________________</w:t>
      </w:r>
    </w:p>
    <w:p w14:paraId="33437BCB" w14:textId="77777777" w:rsidR="00CD4EFC" w:rsidRPr="00831772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</w:t>
      </w:r>
    </w:p>
    <w:p w14:paraId="3EF0F244" w14:textId="77777777" w:rsidR="00CD4EFC" w:rsidRPr="00831772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                                          (заполняется в случае смены фамилии)</w:t>
      </w:r>
    </w:p>
    <w:p w14:paraId="37226935" w14:textId="77777777" w:rsidR="00CD4EFC" w:rsidRPr="00831772" w:rsidRDefault="00CD4EFC" w:rsidP="00E87D2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Прошу выдать справку: </w:t>
      </w:r>
      <w:r w:rsidRPr="00831772">
        <w:rPr>
          <w:rFonts w:ascii="PT Astra Serif" w:hAnsi="PT Astra Serif"/>
          <w:sz w:val="26"/>
          <w:szCs w:val="26"/>
          <w:lang w:eastAsia="ru-RU"/>
        </w:rPr>
        <w:t xml:space="preserve">           </w:t>
      </w:r>
    </w:p>
    <w:p w14:paraId="3E2AE740" w14:textId="77777777" w:rsidR="00CD4EFC" w:rsidRPr="00831772" w:rsidRDefault="00CD4EFC" w:rsidP="00E87D25">
      <w:pPr>
        <w:ind w:left="-340"/>
        <w:rPr>
          <w:rFonts w:ascii="PT Astra Serif" w:hAnsi="PT Astra Serif"/>
          <w:b/>
          <w:sz w:val="26"/>
          <w:szCs w:val="26"/>
        </w:rPr>
      </w:pPr>
      <w:r w:rsidRPr="00831772">
        <w:rPr>
          <w:rFonts w:ascii="PT Astra Serif" w:hAnsi="PT Astra Serif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266FDD" wp14:editId="439E3313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937DF41" id="Скругленный прямоугольник 4" o:spid="_x0000_s1026" style="position:absolute;margin-left:102.45pt;margin-top:4.45pt;width:17.2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" fillcolor="window" strokecolor="windowText" strokeweight="2pt">
                <v:path arrowok="t"/>
              </v:roundrect>
            </w:pict>
          </mc:Fallback>
        </mc:AlternateContent>
      </w:r>
      <w:r w:rsidRPr="00831772">
        <w:rPr>
          <w:rFonts w:ascii="PT Astra Serif" w:hAnsi="PT Astra Serif"/>
          <w:b/>
          <w:sz w:val="26"/>
          <w:szCs w:val="26"/>
        </w:rPr>
        <w:t xml:space="preserve">                                                     ВЫСЛАТЬ ПОЧТОЙ           </w:t>
      </w:r>
      <w:r w:rsidRPr="00831772">
        <w:rPr>
          <w:rFonts w:ascii="PT Astra Serif" w:hAnsi="PT Astra Serif"/>
          <w:b/>
          <w:noProof/>
          <w:sz w:val="26"/>
          <w:szCs w:val="26"/>
          <w:lang w:eastAsia="ru-RU"/>
        </w:rPr>
        <w:drawing>
          <wp:inline distT="0" distB="0" distL="0" distR="0" wp14:anchorId="271A25D0" wp14:editId="31296219">
            <wp:extent cx="237490" cy="2139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772">
        <w:rPr>
          <w:rFonts w:ascii="PT Astra Serif" w:hAnsi="PT Astra Serif"/>
          <w:b/>
          <w:sz w:val="26"/>
          <w:szCs w:val="26"/>
        </w:rPr>
        <w:t xml:space="preserve">   ВЫДАТЬ НА РУКИ</w:t>
      </w:r>
    </w:p>
    <w:p w14:paraId="1E3FF89F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Согласен(а) на использования моих персональных данных.</w:t>
      </w:r>
    </w:p>
    <w:p w14:paraId="1731B425" w14:textId="51D100C6" w:rsidR="00CD4EFC" w:rsidRPr="00831772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831772">
        <w:rPr>
          <w:rFonts w:ascii="PT Astra Serif" w:hAnsi="PT Astra Serif"/>
          <w:sz w:val="26"/>
          <w:szCs w:val="26"/>
        </w:rPr>
        <w:t>Центр хранения документов и обработки информации</w:t>
      </w:r>
      <w:r w:rsidRPr="00831772">
        <w:rPr>
          <w:rFonts w:ascii="PT Astra Serif" w:hAnsi="PT Astra Serif"/>
          <w:sz w:val="26"/>
          <w:szCs w:val="26"/>
          <w:lang w:eastAsia="ru-RU"/>
        </w:rPr>
        <w:t>» услуги оставляю за собой.</w:t>
      </w:r>
    </w:p>
    <w:p w14:paraId="5C9B0443" w14:textId="4DE376EA" w:rsidR="00CD4EFC" w:rsidRPr="00831772" w:rsidRDefault="00CD4EFC" w:rsidP="00E87D2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Подпись</w:t>
      </w:r>
      <w:r w:rsidR="001B201F" w:rsidRPr="00831772">
        <w:rPr>
          <w:rFonts w:ascii="PT Astra Serif" w:hAnsi="PT Astra Serif"/>
          <w:sz w:val="26"/>
          <w:szCs w:val="26"/>
        </w:rPr>
        <w:t xml:space="preserve"> </w:t>
      </w:r>
      <w:r w:rsidRPr="00831772">
        <w:rPr>
          <w:rFonts w:ascii="PT Astra Serif" w:hAnsi="PT Astra Serif"/>
          <w:sz w:val="26"/>
          <w:szCs w:val="26"/>
        </w:rPr>
        <w:t>______________</w:t>
      </w:r>
      <w:r w:rsidRPr="00831772">
        <w:rPr>
          <w:rFonts w:ascii="PT Astra Serif" w:hAnsi="PT Astra Serif"/>
          <w:sz w:val="26"/>
          <w:szCs w:val="26"/>
        </w:rPr>
        <w:tab/>
      </w:r>
      <w:r w:rsidRPr="00831772">
        <w:rPr>
          <w:rFonts w:ascii="PT Astra Serif" w:hAnsi="PT Astra Serif"/>
          <w:sz w:val="26"/>
          <w:szCs w:val="26"/>
        </w:rPr>
        <w:tab/>
      </w:r>
      <w:r w:rsidRPr="00831772">
        <w:rPr>
          <w:rFonts w:ascii="PT Astra Serif" w:hAnsi="PT Astra Serif"/>
          <w:sz w:val="26"/>
          <w:szCs w:val="26"/>
        </w:rPr>
        <w:tab/>
      </w:r>
      <w:r w:rsidRPr="00831772">
        <w:rPr>
          <w:rFonts w:ascii="PT Astra Serif" w:hAnsi="PT Astra Serif"/>
          <w:sz w:val="26"/>
          <w:szCs w:val="26"/>
        </w:rPr>
        <w:tab/>
      </w:r>
      <w:r w:rsidRPr="00831772">
        <w:rPr>
          <w:rFonts w:ascii="PT Astra Serif" w:hAnsi="PT Astra Serif"/>
          <w:sz w:val="26"/>
          <w:szCs w:val="26"/>
        </w:rPr>
        <w:tab/>
        <w:t xml:space="preserve">     </w:t>
      </w:r>
      <w:r w:rsidR="001B201F" w:rsidRPr="00831772">
        <w:rPr>
          <w:rFonts w:ascii="PT Astra Serif" w:hAnsi="PT Astra Serif"/>
          <w:sz w:val="26"/>
          <w:szCs w:val="26"/>
        </w:rPr>
        <w:t xml:space="preserve">Дата </w:t>
      </w:r>
      <w:r w:rsidRPr="00831772">
        <w:rPr>
          <w:rFonts w:ascii="PT Astra Serif" w:hAnsi="PT Astra Serif"/>
          <w:sz w:val="26"/>
          <w:szCs w:val="26"/>
        </w:rPr>
        <w:t>_____________</w:t>
      </w:r>
    </w:p>
    <w:p w14:paraId="50F9F29C" w14:textId="77777777" w:rsidR="00571A31" w:rsidRDefault="00571A31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0585FC75" w14:textId="77777777" w:rsidR="00571A31" w:rsidRDefault="00571A31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41FF685D" w14:textId="39A9FD46" w:rsidR="00CD4EFC" w:rsidRPr="00831772" w:rsidRDefault="00CD4EFC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Приложение № </w:t>
      </w:r>
      <w:r w:rsidR="00571A31">
        <w:rPr>
          <w:rFonts w:ascii="PT Astra Serif" w:hAnsi="PT Astra Serif"/>
          <w:sz w:val="28"/>
          <w:szCs w:val="28"/>
        </w:rPr>
        <w:t>3</w:t>
      </w:r>
    </w:p>
    <w:p w14:paraId="7E539272" w14:textId="1F9D8C65" w:rsidR="00CD4EFC" w:rsidRPr="00831772" w:rsidRDefault="000F0128" w:rsidP="00E87D25">
      <w:pPr>
        <w:pStyle w:val="afe"/>
        <w:ind w:left="5670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 р</w:t>
      </w:r>
      <w:r w:rsidR="00CD4EFC" w:rsidRPr="00831772">
        <w:rPr>
          <w:rFonts w:ascii="PT Astra Serif" w:hAnsi="PT Astra Serif"/>
          <w:sz w:val="28"/>
          <w:szCs w:val="28"/>
        </w:rPr>
        <w:t>егламенту</w:t>
      </w:r>
    </w:p>
    <w:p w14:paraId="6726175F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3B5B905F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42BE65D4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Бланк организации, предприятия                  </w:t>
      </w:r>
    </w:p>
    <w:p w14:paraId="1D553D46" w14:textId="77777777" w:rsidR="00CD4EFC" w:rsidRPr="00831772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6A1C764D" w14:textId="77777777" w:rsidR="00CD4EFC" w:rsidRPr="00831772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60F359F0" w14:textId="77777777" w:rsidR="00CD4EFC" w:rsidRPr="00831772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и обработки информации»</w:t>
      </w:r>
    </w:p>
    <w:p w14:paraId="72CE3097" w14:textId="77777777" w:rsidR="00CD4EFC" w:rsidRPr="00831772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_________________</w:t>
      </w:r>
    </w:p>
    <w:p w14:paraId="6B2AF9FA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</w:p>
    <w:p w14:paraId="6AC4E607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1EB97E46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4D2E1447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7BCCC141" w14:textId="489D98EE" w:rsidR="00CD4EFC" w:rsidRPr="00831772" w:rsidRDefault="000F0128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запрос.</w:t>
      </w:r>
    </w:p>
    <w:p w14:paraId="791ED62B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87EE2B2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6CBA6E0" w14:textId="702760E4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8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Прошу выдать архивную справку (архивную копию, архивную выписку) о стаже работы (заработной плате) гражданина (ФИО)</w:t>
      </w:r>
      <w:r w:rsidR="000F0128" w:rsidRPr="00831772">
        <w:rPr>
          <w:rFonts w:ascii="PT Astra Serif" w:hAnsi="PT Astra Serif"/>
          <w:sz w:val="28"/>
          <w:szCs w:val="28"/>
          <w:lang w:eastAsia="ru-RU"/>
        </w:rPr>
        <w:t>____________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,_________года рождения, за время его работы в _____________________ (наименование организации) за период _______________________ (годы) в должности _______________. </w:t>
      </w:r>
    </w:p>
    <w:p w14:paraId="1DCD9B8B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73D4F7DD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4C35C75B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462DC174" w14:textId="77777777" w:rsidR="00CD4EFC" w:rsidRPr="00831772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64635F59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34DBBDD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682CE1A7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                                  ____________________            (ФИО)</w:t>
      </w:r>
    </w:p>
    <w:p w14:paraId="1CD9B1BD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68472FA" w14:textId="3ABED861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1B201F"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023BE06D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_______________________________________ (ФИО)</w:t>
      </w:r>
    </w:p>
    <w:p w14:paraId="4E1D75E3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5B405976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4EB4E619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CEC2BF2" w14:textId="77777777" w:rsidR="00CD4EFC" w:rsidRPr="00831772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  <w:r w:rsidRPr="00831772">
        <w:rPr>
          <w:rFonts w:ascii="PT Astra Serif" w:hAnsi="PT Astra Serif"/>
          <w:kern w:val="24"/>
          <w:sz w:val="28"/>
          <w:szCs w:val="28"/>
          <w:lang w:eastAsia="ru-RU"/>
        </w:rPr>
        <w:t>Дата__________________</w:t>
      </w:r>
    </w:p>
    <w:p w14:paraId="5B5E94BD" w14:textId="77777777" w:rsidR="00CD4EFC" w:rsidRPr="00831772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567D0ED8" w14:textId="77777777" w:rsidR="00CD4EFC" w:rsidRPr="00831772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6AF5BCC" w14:textId="77777777" w:rsidR="00CD4EFC" w:rsidRPr="00831772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60616717" w14:textId="77777777" w:rsidR="00CD4EFC" w:rsidRPr="00831772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3BCD039" w14:textId="77777777" w:rsidR="00CD4EFC" w:rsidRPr="00831772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4D8CDFA4" w14:textId="77777777" w:rsidR="00CD4EFC" w:rsidRPr="00831772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306C749D" w14:textId="77777777" w:rsidR="00CD4EFC" w:rsidRPr="00831772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4BC2834D" w14:textId="77777777" w:rsidR="00CD4EFC" w:rsidRPr="00831772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0033F9C4" w14:textId="77777777" w:rsidR="00CD4EFC" w:rsidRPr="00831772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6501910B" w14:textId="7BA6B48B" w:rsidR="00CD4EFC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57BC757A" w14:textId="742986B2" w:rsidR="000F0128" w:rsidRPr="00831772" w:rsidRDefault="000F0128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Приложение № </w:t>
      </w:r>
      <w:r w:rsidR="00571A31">
        <w:rPr>
          <w:rFonts w:ascii="PT Astra Serif" w:hAnsi="PT Astra Serif"/>
          <w:sz w:val="28"/>
          <w:szCs w:val="28"/>
        </w:rPr>
        <w:t>4</w:t>
      </w:r>
    </w:p>
    <w:p w14:paraId="73F39B37" w14:textId="77777777" w:rsidR="000F0128" w:rsidRPr="00831772" w:rsidRDefault="000F0128" w:rsidP="00E87D25">
      <w:pPr>
        <w:pStyle w:val="afe"/>
        <w:ind w:left="5670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3E674D36" w14:textId="77777777" w:rsidR="00CD4EFC" w:rsidRPr="00831772" w:rsidRDefault="00CD4EFC" w:rsidP="00E87D25">
      <w:pPr>
        <w:jc w:val="right"/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C09E284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1080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4243A9E2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Бланк организации, предприятия</w:t>
      </w:r>
    </w:p>
    <w:p w14:paraId="38D92B54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E600263" w14:textId="77777777" w:rsidR="00CD4EFC" w:rsidRPr="00831772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44489E1B" w14:textId="77777777" w:rsidR="00CD4EFC" w:rsidRPr="00831772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30E63B51" w14:textId="77777777" w:rsidR="00CD4EFC" w:rsidRPr="00831772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и обработки информации»</w:t>
      </w:r>
    </w:p>
    <w:p w14:paraId="0B7E4D2C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_________________</w:t>
      </w:r>
    </w:p>
    <w:p w14:paraId="0763540D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89C19A5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679074C7" w14:textId="77777777" w:rsidR="00CD4EFC" w:rsidRPr="00831772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BDCEC15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559A9C9" w14:textId="68586B6E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Прошу выдать заверенную копию постановления, распоряжения, решения</w:t>
      </w:r>
      <w:r w:rsidR="000F0128" w:rsidRPr="00831772">
        <w:rPr>
          <w:rFonts w:ascii="PT Astra Serif" w:hAnsi="PT Astra Serif"/>
          <w:sz w:val="28"/>
          <w:szCs w:val="28"/>
          <w:lang w:eastAsia="ru-RU"/>
        </w:rPr>
        <w:t xml:space="preserve">, лицевого счета похозяйственной книги </w:t>
      </w:r>
      <w:r w:rsidRPr="00831772">
        <w:rPr>
          <w:rFonts w:ascii="PT Astra Serif" w:hAnsi="PT Astra Serif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14:paraId="6BD35AC9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от____________________№______(название)__________________________________________________________________________ в ______экземплярах.</w:t>
      </w:r>
    </w:p>
    <w:p w14:paraId="264EB7E6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4F1B52B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8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(В заявлении необходимо указать причину запроса)</w:t>
      </w:r>
    </w:p>
    <w:p w14:paraId="37BFF875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AAB5F11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7B6B02B6" w14:textId="77777777" w:rsidR="00CD4EFC" w:rsidRPr="00831772" w:rsidRDefault="00CD4EFC" w:rsidP="00E87D25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35403C4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9215596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6EDD3E18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организации_______________________________________(ФИО)</w:t>
      </w:r>
    </w:p>
    <w:p w14:paraId="38A4206C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B7C92E6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451C35DB" w14:textId="4EAB68FC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0F0128"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664AE427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__________________________________________________ (ФИО)</w:t>
      </w:r>
    </w:p>
    <w:p w14:paraId="621FA4F3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7307F6FC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139B134B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3F3FCD88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DBCB778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Дата _______________</w:t>
      </w:r>
    </w:p>
    <w:p w14:paraId="1BD74100" w14:textId="77777777" w:rsidR="00CD4EFC" w:rsidRPr="00831772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2BE55EA4" w14:textId="77777777" w:rsidR="00CD4EFC" w:rsidRPr="00831772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196C718D" w14:textId="77777777" w:rsidR="00CD4EFC" w:rsidRPr="00831772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704CFBFF" w14:textId="77777777" w:rsidR="00CD4EFC" w:rsidRPr="00831772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546C544E" w14:textId="77777777" w:rsidR="00CD4EFC" w:rsidRPr="00831772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5AEB191D" w14:textId="77777777" w:rsidR="00CD4EFC" w:rsidRPr="00831772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082F5324" w14:textId="6E01FB9B" w:rsidR="00CD4EFC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5D1E5C8C" w14:textId="77777777" w:rsidR="002008A8" w:rsidRPr="00831772" w:rsidRDefault="002008A8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38C11107" w14:textId="33EC99B5" w:rsidR="00CD4EFC" w:rsidRPr="00831772" w:rsidRDefault="00CD4EFC" w:rsidP="00E87D25">
      <w:pPr>
        <w:pStyle w:val="afe"/>
        <w:ind w:left="5670"/>
        <w:jc w:val="right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Приложение № </w:t>
      </w:r>
      <w:r w:rsidR="00571A31">
        <w:rPr>
          <w:rFonts w:ascii="PT Astra Serif" w:hAnsi="PT Astra Serif"/>
          <w:sz w:val="28"/>
          <w:szCs w:val="28"/>
        </w:rPr>
        <w:t>5</w:t>
      </w:r>
    </w:p>
    <w:p w14:paraId="61B6F961" w14:textId="7421B484" w:rsidR="00CD4EFC" w:rsidRPr="00831772" w:rsidRDefault="00CD4EFC" w:rsidP="00E87D25">
      <w:pPr>
        <w:pStyle w:val="afe"/>
        <w:ind w:left="5387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</w:t>
      </w:r>
      <w:r w:rsidR="000F0128"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</w:rPr>
        <w:t>регламенту</w:t>
      </w:r>
    </w:p>
    <w:p w14:paraId="4389F526" w14:textId="77777777" w:rsidR="00CD4EFC" w:rsidRPr="00831772" w:rsidRDefault="00CD4EFC" w:rsidP="00E87D25">
      <w:pPr>
        <w:pStyle w:val="afe"/>
        <w:ind w:left="5812"/>
        <w:jc w:val="right"/>
        <w:rPr>
          <w:rFonts w:ascii="PT Astra Serif" w:hAnsi="PT Astra Serif"/>
          <w:sz w:val="28"/>
          <w:szCs w:val="28"/>
        </w:rPr>
      </w:pPr>
    </w:p>
    <w:p w14:paraId="1E8E96C3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Директору МКУ </w:t>
      </w:r>
    </w:p>
    <w:p w14:paraId="5F3A7627" w14:textId="77777777" w:rsidR="00CD4EFC" w:rsidRPr="00831772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              «</w:t>
      </w:r>
      <w:r w:rsidRPr="00831772">
        <w:rPr>
          <w:rFonts w:ascii="PT Astra Serif" w:hAnsi="PT Astra Serif"/>
          <w:sz w:val="28"/>
          <w:szCs w:val="28"/>
        </w:rPr>
        <w:t xml:space="preserve">Центр хранения документов </w:t>
      </w:r>
    </w:p>
    <w:p w14:paraId="60D3A2AA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и обработки информации</w:t>
      </w:r>
      <w:r w:rsidRPr="00831772">
        <w:rPr>
          <w:rFonts w:ascii="PT Astra Serif" w:hAnsi="PT Astra Serif"/>
          <w:sz w:val="28"/>
          <w:szCs w:val="28"/>
          <w:lang w:eastAsia="ru-RU"/>
        </w:rPr>
        <w:t>»</w:t>
      </w:r>
    </w:p>
    <w:p w14:paraId="32142E33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____________________</w:t>
      </w:r>
    </w:p>
    <w:p w14:paraId="4B3D1738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731A64E7" w14:textId="77777777" w:rsidR="00AE5508" w:rsidRPr="00831772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569DD592" w14:textId="77777777" w:rsidR="00AE5508" w:rsidRPr="00831772" w:rsidRDefault="00AE5508" w:rsidP="00E87D25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0017325C" w14:textId="77777777" w:rsidR="00AE5508" w:rsidRPr="00831772" w:rsidRDefault="00AE5508" w:rsidP="00E87D25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_____________________________   По доверенности </w:t>
      </w:r>
    </w:p>
    <w:p w14:paraId="14F3B19E" w14:textId="77777777" w:rsidR="00AE5508" w:rsidRPr="00831772" w:rsidRDefault="00AE5508" w:rsidP="00E87D25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№____________от______________</w:t>
      </w:r>
    </w:p>
    <w:p w14:paraId="63F1A4BC" w14:textId="77777777" w:rsidR="00AE5508" w:rsidRPr="00831772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4849997B" w14:textId="77777777" w:rsidR="00AE5508" w:rsidRPr="00831772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4A91DB80" w14:textId="77777777" w:rsidR="00AE5508" w:rsidRPr="00831772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589E92D8" w14:textId="77777777" w:rsidR="00AE5508" w:rsidRPr="00831772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56743E09" w14:textId="77777777" w:rsidR="00AE5508" w:rsidRPr="00831772" w:rsidRDefault="00AE5508" w:rsidP="00E87D25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447CC9BE" w14:textId="77777777" w:rsidR="00AE5508" w:rsidRPr="00831772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02545C23" w14:textId="77777777" w:rsidR="00AE5508" w:rsidRPr="00831772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7D67D1EB" w14:textId="15EF4154" w:rsidR="00CD4EFC" w:rsidRPr="00831772" w:rsidRDefault="00AE5508" w:rsidP="00E87D2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ascii="PT Astra Serif" w:hAnsi="PT Astra Serif"/>
          <w:spacing w:val="-1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1FBAFAF" w14:textId="77777777" w:rsidR="00CF5E76" w:rsidRPr="00831772" w:rsidRDefault="00CF5E76" w:rsidP="00E87D25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12ED319D" w14:textId="7D8FD56D" w:rsidR="00CD4EFC" w:rsidRPr="00831772" w:rsidRDefault="00CD4EFC" w:rsidP="00E87D25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запрос.</w:t>
      </w:r>
    </w:p>
    <w:p w14:paraId="309516A6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6292A423" w14:textId="77777777" w:rsidR="00CD4EFC" w:rsidRPr="00831772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Прошу исправить допущенные опечатки (ошибки) в результате предоставления Услуги в документе №________ от _____________   </w:t>
      </w:r>
    </w:p>
    <w:p w14:paraId="2EAFB7A5" w14:textId="77777777" w:rsidR="00CD4EFC" w:rsidRPr="00831772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</w:t>
      </w:r>
    </w:p>
    <w:p w14:paraId="2625021F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Указать опечатки (ошибки) в документе:</w:t>
      </w:r>
    </w:p>
    <w:p w14:paraId="74CF162E" w14:textId="77777777" w:rsidR="00CD4EFC" w:rsidRPr="00831772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      </w:t>
      </w:r>
    </w:p>
    <w:p w14:paraId="4792E862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9E9D33D" w14:textId="77777777" w:rsidR="00CD4EFC" w:rsidRPr="00831772" w:rsidRDefault="00CD4EFC" w:rsidP="00E87D25">
      <w:pPr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Прошу выдать документ: </w:t>
      </w:r>
    </w:p>
    <w:p w14:paraId="4A59AA9E" w14:textId="77777777" w:rsidR="00CD4EFC" w:rsidRPr="00831772" w:rsidRDefault="00CD4EFC" w:rsidP="00E87D25">
      <w:pPr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           </w:t>
      </w:r>
    </w:p>
    <w:p w14:paraId="6CF358F8" w14:textId="37E5661E" w:rsidR="00CD4EFC" w:rsidRPr="00831772" w:rsidRDefault="00CD4EFC" w:rsidP="00E87D25">
      <w:pPr>
        <w:ind w:left="-340"/>
        <w:rPr>
          <w:rFonts w:ascii="PT Astra Serif" w:hAnsi="PT Astra Serif"/>
          <w:b/>
          <w:sz w:val="28"/>
          <w:szCs w:val="28"/>
        </w:rPr>
      </w:pPr>
      <w:r w:rsidRPr="00831772">
        <w:rPr>
          <w:rFonts w:ascii="PT Astra Serif" w:hAnsi="PT Astra Serif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52224" wp14:editId="291B7660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5" name="Скругленный 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3180D4D5" id="Скругленный прямоугольник 5" o:spid="_x0000_s1026" style="position:absolute;margin-left:102.45pt;margin-top:4.45pt;width:17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" fillcolor="window" strokecolor="windowText" strokeweight="2pt">
                <v:path arrowok="t"/>
              </v:roundrect>
            </w:pict>
          </mc:Fallback>
        </mc:AlternateContent>
      </w:r>
      <w:r w:rsidRPr="00831772">
        <w:rPr>
          <w:rFonts w:ascii="PT Astra Serif" w:hAnsi="PT Astra Serif"/>
          <w:b/>
          <w:sz w:val="28"/>
          <w:szCs w:val="28"/>
        </w:rPr>
        <w:t xml:space="preserve">                    </w:t>
      </w:r>
      <w:r w:rsidR="00CF5E76" w:rsidRPr="00831772">
        <w:rPr>
          <w:rFonts w:ascii="PT Astra Serif" w:hAnsi="PT Astra Serif"/>
          <w:b/>
          <w:sz w:val="28"/>
          <w:szCs w:val="28"/>
        </w:rPr>
        <w:t xml:space="preserve">                     </w:t>
      </w:r>
      <w:r w:rsidRPr="00831772">
        <w:rPr>
          <w:rFonts w:ascii="PT Astra Serif" w:hAnsi="PT Astra Serif"/>
          <w:b/>
          <w:sz w:val="28"/>
          <w:szCs w:val="28"/>
        </w:rPr>
        <w:t xml:space="preserve"> ВЫСЛАТЬ ПОЧТОЙ           </w:t>
      </w:r>
      <w:r w:rsidRPr="00831772">
        <w:rPr>
          <w:rFonts w:ascii="PT Astra Serif" w:hAnsi="PT Astra Serif"/>
          <w:b/>
          <w:noProof/>
          <w:sz w:val="28"/>
          <w:szCs w:val="28"/>
          <w:lang w:eastAsia="ru-RU"/>
        </w:rPr>
        <w:drawing>
          <wp:inline distT="0" distB="0" distL="0" distR="0" wp14:anchorId="1D991CAA" wp14:editId="15ED6CCB">
            <wp:extent cx="237490" cy="21399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772">
        <w:rPr>
          <w:rFonts w:ascii="PT Astra Serif" w:hAnsi="PT Astra Serif"/>
          <w:b/>
          <w:sz w:val="28"/>
          <w:szCs w:val="28"/>
        </w:rPr>
        <w:t xml:space="preserve">   ВЫДАТЬ НА РУКИ</w:t>
      </w:r>
    </w:p>
    <w:p w14:paraId="4EA91FAC" w14:textId="77777777" w:rsidR="00CD4EFC" w:rsidRPr="00831772" w:rsidRDefault="00CD4EFC" w:rsidP="00E87D25">
      <w:pPr>
        <w:ind w:left="-340"/>
        <w:rPr>
          <w:rFonts w:ascii="PT Astra Serif" w:hAnsi="PT Astra Serif"/>
          <w:b/>
          <w:sz w:val="28"/>
          <w:szCs w:val="28"/>
        </w:rPr>
      </w:pPr>
    </w:p>
    <w:p w14:paraId="4930F3CF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Согласен(а) на использования моих персональных данных.</w:t>
      </w:r>
    </w:p>
    <w:p w14:paraId="76061C5F" w14:textId="77777777" w:rsidR="00CD4EFC" w:rsidRPr="00831772" w:rsidRDefault="00CD4EFC" w:rsidP="00E87D2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831772">
        <w:rPr>
          <w:rFonts w:ascii="PT Astra Serif" w:hAnsi="PT Astra Serif"/>
          <w:sz w:val="28"/>
          <w:szCs w:val="28"/>
        </w:rPr>
        <w:t>Центр хранения документов и обработки информации</w:t>
      </w:r>
      <w:r w:rsidRPr="00831772">
        <w:rPr>
          <w:rFonts w:ascii="PT Astra Serif" w:hAnsi="PT Astra Serif"/>
          <w:sz w:val="28"/>
          <w:szCs w:val="28"/>
          <w:lang w:eastAsia="ru-RU"/>
        </w:rPr>
        <w:t>» услуги оставляю за собой.</w:t>
      </w:r>
    </w:p>
    <w:p w14:paraId="637B4FFC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CB870E9" w14:textId="1E2EC4E5" w:rsidR="00CD4EFC" w:rsidRPr="00831772" w:rsidRDefault="00CD4EFC" w:rsidP="00E87D25">
      <w:pPr>
        <w:ind w:firstLine="709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Подпись</w:t>
      </w:r>
      <w:r w:rsidR="00CF5E76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______________               </w:t>
      </w:r>
      <w:r w:rsidR="00CF5E76" w:rsidRPr="00831772">
        <w:rPr>
          <w:rFonts w:ascii="PT Astra Serif" w:hAnsi="PT Astra Serif"/>
          <w:sz w:val="28"/>
          <w:szCs w:val="28"/>
          <w:lang w:eastAsia="ru-RU"/>
        </w:rPr>
        <w:t xml:space="preserve">                             </w:t>
      </w:r>
      <w:r w:rsidRPr="00831772">
        <w:rPr>
          <w:rFonts w:ascii="PT Astra Serif" w:hAnsi="PT Astra Serif"/>
          <w:sz w:val="28"/>
          <w:szCs w:val="28"/>
          <w:lang w:eastAsia="ru-RU"/>
        </w:rPr>
        <w:t>Дата</w:t>
      </w:r>
      <w:r w:rsidR="00CF5E76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>________________</w:t>
      </w:r>
    </w:p>
    <w:p w14:paraId="1AD03F83" w14:textId="77777777" w:rsidR="00CD4EFC" w:rsidRPr="00831772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42214627" w14:textId="768B6ADB" w:rsidR="00CD4EFC" w:rsidRPr="00831772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5D8F4B38" w14:textId="5D458054" w:rsidR="00CF5E76" w:rsidRPr="00831772" w:rsidRDefault="00CF5E76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118D1D8A" w14:textId="7F7DB8B7" w:rsidR="00CD4EFC" w:rsidRPr="00831772" w:rsidRDefault="00CD4EFC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Приложение № </w:t>
      </w:r>
      <w:r w:rsidR="00571A31">
        <w:rPr>
          <w:rFonts w:ascii="PT Astra Serif" w:hAnsi="PT Astra Serif"/>
          <w:sz w:val="28"/>
          <w:szCs w:val="28"/>
        </w:rPr>
        <w:t>6</w:t>
      </w:r>
    </w:p>
    <w:p w14:paraId="6DB2E2AA" w14:textId="77777777" w:rsidR="00CD4EFC" w:rsidRPr="00831772" w:rsidRDefault="00CD4EFC" w:rsidP="00E87D25">
      <w:pPr>
        <w:pStyle w:val="afe"/>
        <w:ind w:left="5387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02AE820E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7BC014F2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12F07B29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Бланк организации, предприятия                  </w:t>
      </w:r>
    </w:p>
    <w:p w14:paraId="2EB18606" w14:textId="77777777" w:rsidR="00CD4EFC" w:rsidRPr="00831772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6B6F5B82" w14:textId="77777777" w:rsidR="00CD4EFC" w:rsidRPr="00831772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2A16876F" w14:textId="77777777" w:rsidR="00CD4EFC" w:rsidRPr="00831772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и обработки информации»</w:t>
      </w:r>
    </w:p>
    <w:p w14:paraId="3D5674E2" w14:textId="77777777" w:rsidR="00CD4EFC" w:rsidRPr="00831772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_________________</w:t>
      </w:r>
    </w:p>
    <w:p w14:paraId="38CEC77C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</w:p>
    <w:p w14:paraId="6FC7C187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5D583DF2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1D4D47F4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38CE29B7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82335A9" w14:textId="19B8EAF2" w:rsidR="00CD4EFC" w:rsidRPr="00831772" w:rsidRDefault="00CF5E76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запрос.</w:t>
      </w:r>
    </w:p>
    <w:p w14:paraId="5E902F2B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C6E602F" w14:textId="77777777" w:rsidR="00CD4EFC" w:rsidRPr="00831772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Прошу исправить допущенные опечатки (ошибки) в результате предоставления Услуги в документе №________ от _____________   </w:t>
      </w:r>
    </w:p>
    <w:p w14:paraId="116CC391" w14:textId="77777777" w:rsidR="00CD4EFC" w:rsidRPr="00831772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</w:t>
      </w:r>
    </w:p>
    <w:p w14:paraId="14975903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Указать опечатки (ошибки) в документе:</w:t>
      </w:r>
    </w:p>
    <w:p w14:paraId="0D3E7892" w14:textId="77777777" w:rsidR="00CD4EFC" w:rsidRPr="00831772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      </w:t>
      </w:r>
    </w:p>
    <w:p w14:paraId="30A44086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284C1319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D8CE051" w14:textId="77777777" w:rsidR="00CD4EFC" w:rsidRPr="00831772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008661FD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E69E33A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7F3F0A60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                                  ____________________            (ФИО)</w:t>
      </w:r>
    </w:p>
    <w:p w14:paraId="307DF62B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B599BAC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7B5FD55" w14:textId="5B8E4F94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CF5E76"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4BC49CCA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_____________________________________________________  (ФИО)</w:t>
      </w:r>
    </w:p>
    <w:p w14:paraId="50BFD556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A6829EB" w14:textId="77777777" w:rsidR="00CD4EFC" w:rsidRPr="00831772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391D08DE" w14:textId="00C9B57E" w:rsidR="00CD4EFC" w:rsidRPr="00831772" w:rsidRDefault="00CD4EFC" w:rsidP="00E87D25">
      <w:pPr>
        <w:ind w:firstLine="709"/>
        <w:rPr>
          <w:rFonts w:ascii="PT Astra Serif" w:hAnsi="PT Astra Serif"/>
          <w:kern w:val="24"/>
          <w:sz w:val="28"/>
          <w:szCs w:val="28"/>
          <w:lang w:eastAsia="ru-RU"/>
        </w:rPr>
      </w:pPr>
      <w:r w:rsidRPr="00831772">
        <w:rPr>
          <w:rFonts w:ascii="PT Astra Serif" w:hAnsi="PT Astra Serif"/>
          <w:kern w:val="24"/>
          <w:sz w:val="28"/>
          <w:szCs w:val="28"/>
          <w:lang w:eastAsia="ru-RU"/>
        </w:rPr>
        <w:t>Дата</w:t>
      </w:r>
      <w:r w:rsidR="008628AA" w:rsidRPr="00831772">
        <w:rPr>
          <w:rFonts w:ascii="PT Astra Serif" w:hAnsi="PT Astra Serif"/>
          <w:kern w:val="24"/>
          <w:sz w:val="28"/>
          <w:szCs w:val="28"/>
          <w:lang w:eastAsia="ru-RU"/>
        </w:rPr>
        <w:t xml:space="preserve"> </w:t>
      </w:r>
      <w:r w:rsidRPr="00831772">
        <w:rPr>
          <w:rFonts w:ascii="PT Astra Serif" w:hAnsi="PT Astra Serif"/>
          <w:kern w:val="24"/>
          <w:sz w:val="28"/>
          <w:szCs w:val="28"/>
          <w:lang w:eastAsia="ru-RU"/>
        </w:rPr>
        <w:t>______________</w:t>
      </w:r>
    </w:p>
    <w:p w14:paraId="29EA0717" w14:textId="77777777" w:rsidR="00CD4EFC" w:rsidRPr="00831772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21EBA0D" w14:textId="77777777" w:rsidR="00CD4EFC" w:rsidRPr="00831772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3FD43D25" w14:textId="77777777" w:rsidR="00CD4EFC" w:rsidRPr="00831772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0B762EA6" w14:textId="77777777" w:rsidR="00257BFE" w:rsidRPr="00831772" w:rsidRDefault="00257BFE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</w:p>
    <w:sectPr w:rsidR="00257BFE" w:rsidRPr="00831772" w:rsidSect="00E87D25">
      <w:pgSz w:w="11906" w:h="16838"/>
      <w:pgMar w:top="1134" w:right="567" w:bottom="1135" w:left="1418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78B90" w14:textId="77777777" w:rsidR="003003C2" w:rsidRDefault="003003C2">
      <w:r>
        <w:separator/>
      </w:r>
    </w:p>
  </w:endnote>
  <w:endnote w:type="continuationSeparator" w:id="0">
    <w:p w14:paraId="3677761C" w14:textId="77777777" w:rsidR="003003C2" w:rsidRDefault="0030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9CF02" w14:textId="77777777" w:rsidR="003003C2" w:rsidRDefault="003003C2">
      <w:r>
        <w:separator/>
      </w:r>
    </w:p>
  </w:footnote>
  <w:footnote w:type="continuationSeparator" w:id="0">
    <w:p w14:paraId="5EC9F1F5" w14:textId="77777777" w:rsidR="003003C2" w:rsidRDefault="00300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E37D4"/>
    <w:multiLevelType w:val="hybridMultilevel"/>
    <w:tmpl w:val="D550139E"/>
    <w:lvl w:ilvl="0" w:tplc="19C29C46">
      <w:start w:val="1"/>
      <w:numFmt w:val="decimal"/>
      <w:lvlText w:val="%1."/>
      <w:lvlJc w:val="left"/>
      <w:pPr>
        <w:ind w:left="-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00" w:hanging="360"/>
      </w:pPr>
    </w:lvl>
    <w:lvl w:ilvl="2" w:tplc="0419001B" w:tentative="1">
      <w:start w:val="1"/>
      <w:numFmt w:val="lowerRoman"/>
      <w:lvlText w:val="%3."/>
      <w:lvlJc w:val="right"/>
      <w:pPr>
        <w:ind w:left="1120" w:hanging="180"/>
      </w:pPr>
    </w:lvl>
    <w:lvl w:ilvl="3" w:tplc="0419000F" w:tentative="1">
      <w:start w:val="1"/>
      <w:numFmt w:val="decimal"/>
      <w:lvlText w:val="%4."/>
      <w:lvlJc w:val="left"/>
      <w:pPr>
        <w:ind w:left="1840" w:hanging="360"/>
      </w:pPr>
    </w:lvl>
    <w:lvl w:ilvl="4" w:tplc="04190019" w:tentative="1">
      <w:start w:val="1"/>
      <w:numFmt w:val="lowerLetter"/>
      <w:lvlText w:val="%5."/>
      <w:lvlJc w:val="left"/>
      <w:pPr>
        <w:ind w:left="2560" w:hanging="360"/>
      </w:pPr>
    </w:lvl>
    <w:lvl w:ilvl="5" w:tplc="0419001B" w:tentative="1">
      <w:start w:val="1"/>
      <w:numFmt w:val="lowerRoman"/>
      <w:lvlText w:val="%6."/>
      <w:lvlJc w:val="right"/>
      <w:pPr>
        <w:ind w:left="3280" w:hanging="180"/>
      </w:pPr>
    </w:lvl>
    <w:lvl w:ilvl="6" w:tplc="0419000F" w:tentative="1">
      <w:start w:val="1"/>
      <w:numFmt w:val="decimal"/>
      <w:lvlText w:val="%7."/>
      <w:lvlJc w:val="left"/>
      <w:pPr>
        <w:ind w:left="4000" w:hanging="360"/>
      </w:pPr>
    </w:lvl>
    <w:lvl w:ilvl="7" w:tplc="04190019" w:tentative="1">
      <w:start w:val="1"/>
      <w:numFmt w:val="lowerLetter"/>
      <w:lvlText w:val="%8."/>
      <w:lvlJc w:val="left"/>
      <w:pPr>
        <w:ind w:left="4720" w:hanging="360"/>
      </w:pPr>
    </w:lvl>
    <w:lvl w:ilvl="8" w:tplc="0419001B" w:tentative="1">
      <w:start w:val="1"/>
      <w:numFmt w:val="lowerRoman"/>
      <w:lvlText w:val="%9."/>
      <w:lvlJc w:val="right"/>
      <w:pPr>
        <w:ind w:left="5440" w:hanging="180"/>
      </w:pPr>
    </w:lvl>
  </w:abstractNum>
  <w:abstractNum w:abstractNumId="2" w15:restartNumberingAfterBreak="0">
    <w:nsid w:val="092F0CDC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B3F1DC5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EF0468F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3624413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76E7F76"/>
    <w:multiLevelType w:val="hybridMultilevel"/>
    <w:tmpl w:val="32A6777C"/>
    <w:lvl w:ilvl="0" w:tplc="1730F8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9C30F30"/>
    <w:multiLevelType w:val="multilevel"/>
    <w:tmpl w:val="B35088FA"/>
    <w:lvl w:ilvl="0">
      <w:start w:val="1"/>
      <w:numFmt w:val="decimal"/>
      <w:lvlText w:val="Вариант %1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A057726"/>
    <w:multiLevelType w:val="hybridMultilevel"/>
    <w:tmpl w:val="65FCF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86F05"/>
    <w:multiLevelType w:val="hybridMultilevel"/>
    <w:tmpl w:val="1F626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6227C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2411"/>
        </w:tabs>
        <w:ind w:left="1277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2099"/>
        </w:tabs>
        <w:ind w:left="1792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568"/>
        </w:tabs>
        <w:ind w:left="2296" w:hanging="648"/>
      </w:p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2800" w:hanging="792"/>
      </w:pPr>
    </w:lvl>
    <w:lvl w:ilvl="5">
      <w:start w:val="1"/>
      <w:numFmt w:val="decimal"/>
      <w:lvlText w:val="%1.%2.%3.%4.%5.%6."/>
      <w:lvlJc w:val="left"/>
      <w:pPr>
        <w:tabs>
          <w:tab w:val="num" w:pos="568"/>
        </w:tabs>
        <w:ind w:left="3304" w:hanging="936"/>
      </w:pPr>
    </w:lvl>
    <w:lvl w:ilvl="6">
      <w:start w:val="1"/>
      <w:numFmt w:val="decimal"/>
      <w:lvlText w:val="%1.%2.%3.%4.%5.%6.%7."/>
      <w:lvlJc w:val="left"/>
      <w:pPr>
        <w:tabs>
          <w:tab w:val="num" w:pos="568"/>
        </w:tabs>
        <w:ind w:left="380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68"/>
        </w:tabs>
        <w:ind w:left="431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8"/>
        </w:tabs>
        <w:ind w:left="4888" w:hanging="1440"/>
      </w:pPr>
    </w:lvl>
  </w:abstractNum>
  <w:abstractNum w:abstractNumId="11" w15:restartNumberingAfterBreak="0">
    <w:nsid w:val="3A5A5CD1"/>
    <w:multiLevelType w:val="multilevel"/>
    <w:tmpl w:val="C55ABD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3B432A81"/>
    <w:multiLevelType w:val="multilevel"/>
    <w:tmpl w:val="813E9E3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3B670DC1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3BFF69BB"/>
    <w:multiLevelType w:val="multilevel"/>
    <w:tmpl w:val="C55ABD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3E71373F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47990C2D"/>
    <w:multiLevelType w:val="hybridMultilevel"/>
    <w:tmpl w:val="A866FF94"/>
    <w:lvl w:ilvl="0" w:tplc="87CE73FA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B8A63DD2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F3D01A48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ACA2512E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AD7C0224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A1D0437C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733886FC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E068ACA6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CACEC2DA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491C08C7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4E5B3613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51E45D7B"/>
    <w:multiLevelType w:val="hybridMultilevel"/>
    <w:tmpl w:val="24F06128"/>
    <w:lvl w:ilvl="0" w:tplc="C2AAA312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7500F0A8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E700697E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9702985A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49CC6D6A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1436DBE6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A89CD710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2D5457B2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B388D9D4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54F3335B"/>
    <w:multiLevelType w:val="multilevel"/>
    <w:tmpl w:val="AAF06D58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5C613B48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5F186DF4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69F35819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6AF743F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6DE824C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7EE8550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11"/>
  </w:num>
  <w:num w:numId="6">
    <w:abstractNumId w:val="14"/>
  </w:num>
  <w:num w:numId="7">
    <w:abstractNumId w:val="16"/>
  </w:num>
  <w:num w:numId="8">
    <w:abstractNumId w:val="19"/>
  </w:num>
  <w:num w:numId="9">
    <w:abstractNumId w:val="1"/>
  </w:num>
  <w:num w:numId="10">
    <w:abstractNumId w:val="5"/>
  </w:num>
  <w:num w:numId="11">
    <w:abstractNumId w:val="23"/>
  </w:num>
  <w:num w:numId="12">
    <w:abstractNumId w:val="25"/>
  </w:num>
  <w:num w:numId="13">
    <w:abstractNumId w:val="22"/>
  </w:num>
  <w:num w:numId="14">
    <w:abstractNumId w:val="26"/>
  </w:num>
  <w:num w:numId="15">
    <w:abstractNumId w:val="17"/>
  </w:num>
  <w:num w:numId="16">
    <w:abstractNumId w:val="7"/>
  </w:num>
  <w:num w:numId="17">
    <w:abstractNumId w:val="18"/>
  </w:num>
  <w:num w:numId="18">
    <w:abstractNumId w:val="13"/>
  </w:num>
  <w:num w:numId="19">
    <w:abstractNumId w:val="15"/>
  </w:num>
  <w:num w:numId="20">
    <w:abstractNumId w:val="10"/>
  </w:num>
  <w:num w:numId="21">
    <w:abstractNumId w:val="4"/>
  </w:num>
  <w:num w:numId="22">
    <w:abstractNumId w:val="2"/>
  </w:num>
  <w:num w:numId="23">
    <w:abstractNumId w:val="20"/>
  </w:num>
  <w:num w:numId="24">
    <w:abstractNumId w:val="12"/>
  </w:num>
  <w:num w:numId="25">
    <w:abstractNumId w:val="24"/>
  </w:num>
  <w:num w:numId="26">
    <w:abstractNumId w:val="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9B8"/>
    <w:rsid w:val="00017FD3"/>
    <w:rsid w:val="000374CE"/>
    <w:rsid w:val="00046838"/>
    <w:rsid w:val="00076495"/>
    <w:rsid w:val="000819F0"/>
    <w:rsid w:val="000944E1"/>
    <w:rsid w:val="00097D31"/>
    <w:rsid w:val="000C03AD"/>
    <w:rsid w:val="000C36CF"/>
    <w:rsid w:val="000C4F1C"/>
    <w:rsid w:val="000C7F49"/>
    <w:rsid w:val="000D49B8"/>
    <w:rsid w:val="000D49FE"/>
    <w:rsid w:val="000F0128"/>
    <w:rsid w:val="000F0C66"/>
    <w:rsid w:val="00101E14"/>
    <w:rsid w:val="001036DB"/>
    <w:rsid w:val="001110AE"/>
    <w:rsid w:val="00111309"/>
    <w:rsid w:val="001134D0"/>
    <w:rsid w:val="001408D0"/>
    <w:rsid w:val="001559BD"/>
    <w:rsid w:val="00162657"/>
    <w:rsid w:val="0018112C"/>
    <w:rsid w:val="00193F78"/>
    <w:rsid w:val="001A0F39"/>
    <w:rsid w:val="001A4593"/>
    <w:rsid w:val="001A5FBD"/>
    <w:rsid w:val="001B159B"/>
    <w:rsid w:val="001B15AA"/>
    <w:rsid w:val="001B1975"/>
    <w:rsid w:val="001B201F"/>
    <w:rsid w:val="001B638C"/>
    <w:rsid w:val="001D3C5F"/>
    <w:rsid w:val="002008A8"/>
    <w:rsid w:val="00210731"/>
    <w:rsid w:val="00217561"/>
    <w:rsid w:val="00222190"/>
    <w:rsid w:val="00223240"/>
    <w:rsid w:val="00226330"/>
    <w:rsid w:val="00247E06"/>
    <w:rsid w:val="002505CB"/>
    <w:rsid w:val="002507DA"/>
    <w:rsid w:val="0025208E"/>
    <w:rsid w:val="0025343B"/>
    <w:rsid w:val="00257460"/>
    <w:rsid w:val="00257BFE"/>
    <w:rsid w:val="00267DF1"/>
    <w:rsid w:val="0028563C"/>
    <w:rsid w:val="00296CF0"/>
    <w:rsid w:val="002B34DA"/>
    <w:rsid w:val="002B5704"/>
    <w:rsid w:val="002C151D"/>
    <w:rsid w:val="002C4BF6"/>
    <w:rsid w:val="002C73C8"/>
    <w:rsid w:val="002C7608"/>
    <w:rsid w:val="003003C2"/>
    <w:rsid w:val="003020E8"/>
    <w:rsid w:val="003211DE"/>
    <w:rsid w:val="00326D2B"/>
    <w:rsid w:val="00335706"/>
    <w:rsid w:val="003367E8"/>
    <w:rsid w:val="00356CE0"/>
    <w:rsid w:val="003621BF"/>
    <w:rsid w:val="00365255"/>
    <w:rsid w:val="00371D97"/>
    <w:rsid w:val="00392150"/>
    <w:rsid w:val="00394BE5"/>
    <w:rsid w:val="003A1772"/>
    <w:rsid w:val="003A66DC"/>
    <w:rsid w:val="003A7586"/>
    <w:rsid w:val="003B35D4"/>
    <w:rsid w:val="003D4D60"/>
    <w:rsid w:val="003D4FF6"/>
    <w:rsid w:val="003D6831"/>
    <w:rsid w:val="003F7B89"/>
    <w:rsid w:val="0040461D"/>
    <w:rsid w:val="00406615"/>
    <w:rsid w:val="00422F7A"/>
    <w:rsid w:val="004321A3"/>
    <w:rsid w:val="00432429"/>
    <w:rsid w:val="00437084"/>
    <w:rsid w:val="00450007"/>
    <w:rsid w:val="00451A3B"/>
    <w:rsid w:val="0046464C"/>
    <w:rsid w:val="00475C94"/>
    <w:rsid w:val="00476743"/>
    <w:rsid w:val="0048387B"/>
    <w:rsid w:val="00484AF8"/>
    <w:rsid w:val="00487A7C"/>
    <w:rsid w:val="00491892"/>
    <w:rsid w:val="004A0871"/>
    <w:rsid w:val="004A3D1A"/>
    <w:rsid w:val="004C21F6"/>
    <w:rsid w:val="004C380D"/>
    <w:rsid w:val="004C3C9A"/>
    <w:rsid w:val="004C3D92"/>
    <w:rsid w:val="004C4DE7"/>
    <w:rsid w:val="004C7083"/>
    <w:rsid w:val="004D1116"/>
    <w:rsid w:val="004D15FA"/>
    <w:rsid w:val="004D1AE5"/>
    <w:rsid w:val="004F2DD7"/>
    <w:rsid w:val="00502517"/>
    <w:rsid w:val="005138A0"/>
    <w:rsid w:val="00513CBF"/>
    <w:rsid w:val="0051476B"/>
    <w:rsid w:val="005319AC"/>
    <w:rsid w:val="0053428A"/>
    <w:rsid w:val="00537AEE"/>
    <w:rsid w:val="0057103A"/>
    <w:rsid w:val="00571A31"/>
    <w:rsid w:val="0058489F"/>
    <w:rsid w:val="00596082"/>
    <w:rsid w:val="005A3949"/>
    <w:rsid w:val="005A6D0A"/>
    <w:rsid w:val="005C0533"/>
    <w:rsid w:val="005D1729"/>
    <w:rsid w:val="00601E2A"/>
    <w:rsid w:val="006222A4"/>
    <w:rsid w:val="00624C52"/>
    <w:rsid w:val="00641551"/>
    <w:rsid w:val="00650D0A"/>
    <w:rsid w:val="00651B87"/>
    <w:rsid w:val="00654D98"/>
    <w:rsid w:val="006713C9"/>
    <w:rsid w:val="00680CC2"/>
    <w:rsid w:val="006906B9"/>
    <w:rsid w:val="006B7F6F"/>
    <w:rsid w:val="006C33E3"/>
    <w:rsid w:val="006C401B"/>
    <w:rsid w:val="006C4F9A"/>
    <w:rsid w:val="006C5F6B"/>
    <w:rsid w:val="006C796E"/>
    <w:rsid w:val="006D7C98"/>
    <w:rsid w:val="006F22B0"/>
    <w:rsid w:val="006F2D12"/>
    <w:rsid w:val="006F77F8"/>
    <w:rsid w:val="0074230A"/>
    <w:rsid w:val="007710A1"/>
    <w:rsid w:val="007835E8"/>
    <w:rsid w:val="00787262"/>
    <w:rsid w:val="00796661"/>
    <w:rsid w:val="007C096D"/>
    <w:rsid w:val="007C626A"/>
    <w:rsid w:val="007D70F4"/>
    <w:rsid w:val="007F2411"/>
    <w:rsid w:val="007F5A72"/>
    <w:rsid w:val="00801D0B"/>
    <w:rsid w:val="008069F4"/>
    <w:rsid w:val="00811499"/>
    <w:rsid w:val="00831772"/>
    <w:rsid w:val="00834BBD"/>
    <w:rsid w:val="00840E20"/>
    <w:rsid w:val="00845FB4"/>
    <w:rsid w:val="00847AD3"/>
    <w:rsid w:val="008628AA"/>
    <w:rsid w:val="008631A7"/>
    <w:rsid w:val="00876B4F"/>
    <w:rsid w:val="0088420E"/>
    <w:rsid w:val="00886A38"/>
    <w:rsid w:val="00892F91"/>
    <w:rsid w:val="00896AFE"/>
    <w:rsid w:val="008A30CE"/>
    <w:rsid w:val="008B02B3"/>
    <w:rsid w:val="008C5512"/>
    <w:rsid w:val="008C78BA"/>
    <w:rsid w:val="008D0A65"/>
    <w:rsid w:val="008D5BE2"/>
    <w:rsid w:val="008F342C"/>
    <w:rsid w:val="008F371B"/>
    <w:rsid w:val="00901EA5"/>
    <w:rsid w:val="0090486C"/>
    <w:rsid w:val="009115CD"/>
    <w:rsid w:val="00914CEB"/>
    <w:rsid w:val="00915C61"/>
    <w:rsid w:val="00926120"/>
    <w:rsid w:val="00926207"/>
    <w:rsid w:val="009362FB"/>
    <w:rsid w:val="00951B9E"/>
    <w:rsid w:val="009542A6"/>
    <w:rsid w:val="00975048"/>
    <w:rsid w:val="009760F8"/>
    <w:rsid w:val="00980793"/>
    <w:rsid w:val="00981785"/>
    <w:rsid w:val="0098458F"/>
    <w:rsid w:val="00987E48"/>
    <w:rsid w:val="009A4A8F"/>
    <w:rsid w:val="009B589A"/>
    <w:rsid w:val="009B624B"/>
    <w:rsid w:val="009B6F0C"/>
    <w:rsid w:val="009E0F5F"/>
    <w:rsid w:val="009E1024"/>
    <w:rsid w:val="009E2097"/>
    <w:rsid w:val="009F06F1"/>
    <w:rsid w:val="00A07CBF"/>
    <w:rsid w:val="00A1196C"/>
    <w:rsid w:val="00A32979"/>
    <w:rsid w:val="00A409F3"/>
    <w:rsid w:val="00A46E2F"/>
    <w:rsid w:val="00A47901"/>
    <w:rsid w:val="00A47DCC"/>
    <w:rsid w:val="00A555B6"/>
    <w:rsid w:val="00A73710"/>
    <w:rsid w:val="00A82AA9"/>
    <w:rsid w:val="00A941B2"/>
    <w:rsid w:val="00AA52EA"/>
    <w:rsid w:val="00AA5B82"/>
    <w:rsid w:val="00AC2A2C"/>
    <w:rsid w:val="00AC6C0E"/>
    <w:rsid w:val="00AC7D8C"/>
    <w:rsid w:val="00AD1C7D"/>
    <w:rsid w:val="00AE5508"/>
    <w:rsid w:val="00B03873"/>
    <w:rsid w:val="00B0593F"/>
    <w:rsid w:val="00B060D6"/>
    <w:rsid w:val="00B126F8"/>
    <w:rsid w:val="00B14212"/>
    <w:rsid w:val="00B146F3"/>
    <w:rsid w:val="00B203C4"/>
    <w:rsid w:val="00B2471D"/>
    <w:rsid w:val="00B3308E"/>
    <w:rsid w:val="00B37FCC"/>
    <w:rsid w:val="00B849FD"/>
    <w:rsid w:val="00B87315"/>
    <w:rsid w:val="00BC18F3"/>
    <w:rsid w:val="00BD2A0C"/>
    <w:rsid w:val="00C053BA"/>
    <w:rsid w:val="00C11416"/>
    <w:rsid w:val="00C20947"/>
    <w:rsid w:val="00C20B5C"/>
    <w:rsid w:val="00C22D69"/>
    <w:rsid w:val="00C23271"/>
    <w:rsid w:val="00C30E01"/>
    <w:rsid w:val="00C3526A"/>
    <w:rsid w:val="00C571C5"/>
    <w:rsid w:val="00C7137D"/>
    <w:rsid w:val="00C817C5"/>
    <w:rsid w:val="00CA5ED6"/>
    <w:rsid w:val="00CB2913"/>
    <w:rsid w:val="00CC3ACD"/>
    <w:rsid w:val="00CD24AC"/>
    <w:rsid w:val="00CD373C"/>
    <w:rsid w:val="00CD4EFC"/>
    <w:rsid w:val="00CD6BDA"/>
    <w:rsid w:val="00CF208C"/>
    <w:rsid w:val="00CF5E76"/>
    <w:rsid w:val="00D1364C"/>
    <w:rsid w:val="00D138FA"/>
    <w:rsid w:val="00D14ED6"/>
    <w:rsid w:val="00D15778"/>
    <w:rsid w:val="00D275A5"/>
    <w:rsid w:val="00D279DA"/>
    <w:rsid w:val="00D323A2"/>
    <w:rsid w:val="00D3506D"/>
    <w:rsid w:val="00D41624"/>
    <w:rsid w:val="00D75BAE"/>
    <w:rsid w:val="00D8437A"/>
    <w:rsid w:val="00DA2AB5"/>
    <w:rsid w:val="00DD0174"/>
    <w:rsid w:val="00DE2357"/>
    <w:rsid w:val="00DE27AC"/>
    <w:rsid w:val="00DE3C78"/>
    <w:rsid w:val="00DE4737"/>
    <w:rsid w:val="00DE5326"/>
    <w:rsid w:val="00DE5CF0"/>
    <w:rsid w:val="00DE73E5"/>
    <w:rsid w:val="00DF4F66"/>
    <w:rsid w:val="00DF6D4C"/>
    <w:rsid w:val="00DF7B9E"/>
    <w:rsid w:val="00E01E41"/>
    <w:rsid w:val="00E03C2A"/>
    <w:rsid w:val="00E41E5F"/>
    <w:rsid w:val="00E65A94"/>
    <w:rsid w:val="00E71089"/>
    <w:rsid w:val="00E764C7"/>
    <w:rsid w:val="00E832B9"/>
    <w:rsid w:val="00E87D25"/>
    <w:rsid w:val="00E91679"/>
    <w:rsid w:val="00E96974"/>
    <w:rsid w:val="00EA2F0E"/>
    <w:rsid w:val="00EA5831"/>
    <w:rsid w:val="00EB4B6C"/>
    <w:rsid w:val="00EB526B"/>
    <w:rsid w:val="00EB5A87"/>
    <w:rsid w:val="00ED035F"/>
    <w:rsid w:val="00ED7C52"/>
    <w:rsid w:val="00EF75E2"/>
    <w:rsid w:val="00F0019E"/>
    <w:rsid w:val="00F2611C"/>
    <w:rsid w:val="00F451B8"/>
    <w:rsid w:val="00F712A3"/>
    <w:rsid w:val="00F737E5"/>
    <w:rsid w:val="00F903AB"/>
    <w:rsid w:val="00FA46D8"/>
    <w:rsid w:val="00FC2CFC"/>
    <w:rsid w:val="00FE16A1"/>
    <w:rsid w:val="00FE1952"/>
    <w:rsid w:val="00FE372F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072157"/>
  <w15:chartTrackingRefBased/>
  <w15:docId w15:val="{BDE5D7E3-0B5B-4129-B263-CAB62E21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0F5F"/>
    <w:rPr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E0F5F"/>
    <w:rPr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9E0F5F"/>
    <w:rPr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rsid w:val="009E0F5F"/>
    <w:rPr>
      <w:sz w:val="28"/>
      <w:szCs w:val="24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1">
    <w:name w:val="Основной шрифт абзаца3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Текст выноски Знак"/>
    <w:uiPriority w:val="99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1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uiPriority w:val="99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3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ab"/>
    <w:uiPriority w:val="1"/>
    <w:qFormat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1"/>
    <w:rsid w:val="009E0F5F"/>
    <w:rPr>
      <w:sz w:val="28"/>
      <w:szCs w:val="24"/>
      <w:lang w:eastAsia="zh-CN"/>
    </w:rPr>
  </w:style>
  <w:style w:type="paragraph" w:styleId="ac">
    <w:name w:val="List"/>
    <w:basedOn w:val="aa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character" w:customStyle="1" w:styleId="af1">
    <w:name w:val="Верхний колонтитул Знак"/>
    <w:basedOn w:val="a0"/>
    <w:link w:val="af0"/>
    <w:uiPriority w:val="99"/>
    <w:rsid w:val="009E0F5F"/>
    <w:rPr>
      <w:sz w:val="24"/>
      <w:szCs w:val="24"/>
      <w:lang w:eastAsia="zh-CN"/>
    </w:rPr>
  </w:style>
  <w:style w:type="paragraph" w:styleId="af2">
    <w:name w:val="footer"/>
    <w:basedOn w:val="a"/>
    <w:link w:val="af3"/>
    <w:uiPriority w:val="99"/>
  </w:style>
  <w:style w:type="character" w:customStyle="1" w:styleId="af3">
    <w:name w:val="Нижний колонтитул Знак"/>
    <w:basedOn w:val="a0"/>
    <w:link w:val="af2"/>
    <w:uiPriority w:val="99"/>
    <w:rsid w:val="009E0F5F"/>
    <w:rPr>
      <w:sz w:val="24"/>
      <w:szCs w:val="24"/>
      <w:lang w:eastAsia="zh-CN"/>
    </w:rPr>
  </w:style>
  <w:style w:type="paragraph" w:styleId="af4">
    <w:name w:val="Balloon Text"/>
    <w:basedOn w:val="a"/>
    <w:uiPriority w:val="99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5">
    <w:name w:val="annotation subject"/>
    <w:basedOn w:val="16"/>
    <w:next w:val="16"/>
    <w:rPr>
      <w:b/>
      <w:bCs/>
    </w:rPr>
  </w:style>
  <w:style w:type="paragraph" w:styleId="af6">
    <w:name w:val="Revision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customStyle="1" w:styleId="afb">
    <w:name w:val="Содержимое врезки"/>
    <w:basedOn w:val="a"/>
  </w:style>
  <w:style w:type="table" w:styleId="afc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9E0F5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9E0F5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9E0F5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Normal">
    <w:name w:val="ConsPlusNormal"/>
    <w:rsid w:val="009E0F5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Default">
    <w:name w:val="Default"/>
    <w:rsid w:val="009E0F5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9E0F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9E0F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E0F5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E0F5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E0F5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E0F5F"/>
    <w:pPr>
      <w:widowControl w:val="0"/>
      <w:autoSpaceDE w:val="0"/>
      <w:autoSpaceDN w:val="0"/>
    </w:pPr>
    <w:rPr>
      <w:rFonts w:ascii="Arial" w:hAnsi="Arial" w:cs="Arial"/>
    </w:rPr>
  </w:style>
  <w:style w:type="character" w:styleId="afd">
    <w:name w:val="Emphasis"/>
    <w:basedOn w:val="a0"/>
    <w:uiPriority w:val="20"/>
    <w:qFormat/>
    <w:rsid w:val="009E0F5F"/>
    <w:rPr>
      <w:i/>
      <w:iCs/>
    </w:rPr>
  </w:style>
  <w:style w:type="paragraph" w:customStyle="1" w:styleId="24">
    <w:name w:val="Основной текст (2)"/>
    <w:rsid w:val="009E0F5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sz w:val="26"/>
      <w:szCs w:val="26"/>
      <w:lang w:eastAsia="en-US"/>
    </w:rPr>
  </w:style>
  <w:style w:type="paragraph" w:customStyle="1" w:styleId="-N">
    <w:name w:val="Список-N"/>
    <w:qFormat/>
    <w:rsid w:val="009E0F5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123">
    <w:name w:val="_Список_123"/>
    <w:rsid w:val="009E0F5F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sz w:val="24"/>
    </w:rPr>
  </w:style>
  <w:style w:type="paragraph" w:styleId="afe">
    <w:name w:val="No Spacing"/>
    <w:uiPriority w:val="1"/>
    <w:qFormat/>
    <w:rsid w:val="00CC3ACD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Основной текст_"/>
    <w:link w:val="19"/>
    <w:rsid w:val="00CC3ACD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f"/>
    <w:rsid w:val="00CC3ACD"/>
    <w:pPr>
      <w:widowControl w:val="0"/>
      <w:shd w:val="clear" w:color="auto" w:fill="FFFFFF"/>
      <w:suppressAutoHyphens w:val="0"/>
      <w:spacing w:before="720" w:after="300" w:line="312" w:lineRule="exact"/>
      <w:jc w:val="right"/>
    </w:pPr>
    <w:rPr>
      <w:sz w:val="27"/>
      <w:szCs w:val="27"/>
      <w:lang w:eastAsia="ru-RU"/>
    </w:rPr>
  </w:style>
  <w:style w:type="paragraph" w:styleId="aff0">
    <w:name w:val="Normal (Web)"/>
    <w:basedOn w:val="a"/>
    <w:unhideWhenUsed/>
    <w:rsid w:val="0098458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1">
    <w:name w:val="annotation reference"/>
    <w:basedOn w:val="a0"/>
    <w:uiPriority w:val="99"/>
    <w:semiHidden/>
    <w:unhideWhenUsed/>
    <w:rsid w:val="00B849FD"/>
    <w:rPr>
      <w:sz w:val="16"/>
      <w:szCs w:val="16"/>
    </w:rPr>
  </w:style>
  <w:style w:type="paragraph" w:styleId="aff2">
    <w:name w:val="annotation text"/>
    <w:basedOn w:val="a"/>
    <w:link w:val="1a"/>
    <w:uiPriority w:val="99"/>
    <w:semiHidden/>
    <w:unhideWhenUsed/>
    <w:rsid w:val="00B849FD"/>
    <w:rPr>
      <w:sz w:val="20"/>
      <w:szCs w:val="20"/>
    </w:rPr>
  </w:style>
  <w:style w:type="character" w:customStyle="1" w:styleId="1a">
    <w:name w:val="Текст примечания Знак1"/>
    <w:basedOn w:val="a0"/>
    <w:link w:val="aff2"/>
    <w:uiPriority w:val="99"/>
    <w:semiHidden/>
    <w:rsid w:val="00B849FD"/>
    <w:rPr>
      <w:lang w:eastAsia="zh-CN"/>
    </w:rPr>
  </w:style>
  <w:style w:type="character" w:customStyle="1" w:styleId="aff3">
    <w:name w:val="Текст сноски Знак"/>
    <w:basedOn w:val="a0"/>
    <w:link w:val="aff4"/>
    <w:uiPriority w:val="99"/>
    <w:qFormat/>
    <w:rsid w:val="000C7F49"/>
  </w:style>
  <w:style w:type="character" w:customStyle="1" w:styleId="aff5">
    <w:name w:val="Символ сноски"/>
    <w:basedOn w:val="a0"/>
    <w:uiPriority w:val="99"/>
    <w:semiHidden/>
    <w:unhideWhenUsed/>
    <w:qFormat/>
    <w:rsid w:val="000C7F49"/>
    <w:rPr>
      <w:vertAlign w:val="superscript"/>
    </w:rPr>
  </w:style>
  <w:style w:type="character" w:styleId="aff6">
    <w:name w:val="footnote reference"/>
    <w:rsid w:val="000C7F49"/>
    <w:rPr>
      <w:vertAlign w:val="superscript"/>
    </w:rPr>
  </w:style>
  <w:style w:type="paragraph" w:styleId="aff4">
    <w:name w:val="footnote text"/>
    <w:basedOn w:val="a"/>
    <w:link w:val="aff3"/>
    <w:uiPriority w:val="99"/>
    <w:unhideWhenUsed/>
    <w:rsid w:val="000C7F49"/>
    <w:rPr>
      <w:sz w:val="20"/>
      <w:szCs w:val="20"/>
      <w:lang w:eastAsia="ru-RU"/>
    </w:rPr>
  </w:style>
  <w:style w:type="character" w:customStyle="1" w:styleId="1b">
    <w:name w:val="Текст сноски Знак1"/>
    <w:basedOn w:val="a0"/>
    <w:uiPriority w:val="99"/>
    <w:semiHidden/>
    <w:rsid w:val="000C7F49"/>
    <w:rPr>
      <w:lang w:eastAsia="zh-CN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DE4737"/>
    <w:pPr>
      <w:tabs>
        <w:tab w:val="left" w:pos="851"/>
      </w:tabs>
      <w:spacing w:before="60" w:after="60" w:line="360" w:lineRule="auto"/>
      <w:ind w:firstLine="709"/>
      <w:jc w:val="both"/>
    </w:pPr>
    <w:rPr>
      <w:szCs w:val="20"/>
      <w:lang w:eastAsia="ru-RU"/>
    </w:rPr>
  </w:style>
  <w:style w:type="table" w:customStyle="1" w:styleId="33">
    <w:name w:val="Сетка таблицы3"/>
    <w:basedOn w:val="a1"/>
    <w:uiPriority w:val="39"/>
    <w:rsid w:val="00DE4737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98B5E-0707-4388-B662-40CF5DAF4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Письмо__(правительство и ОИВ)</Template>
  <TotalTime>111</TotalTime>
  <Pages>1</Pages>
  <Words>4413</Words>
  <Characters>25156</Characters>
  <Application>Microsoft Office Word</Application>
  <DocSecurity>0</DocSecurity>
  <Lines>209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/>
      <vt:lpstr>В соответствии с Федеральным законом от 6 октября 2003 года № 131-ФЗ «Об общих п</vt:lpstr>
      <vt:lpstr>РАЗДЕЛ I </vt:lpstr>
      <vt:lpstr>ОБЩИЕ ПОЛОЖЕНИЯ</vt:lpstr>
      <vt:lpstr>    Исчерпывающий перечень документов, </vt:lpstr>
      <vt:lpstr>    необходимых для предоставления Услуги</vt:lpstr>
      <vt:lpstr>    </vt:lpstr>
      <vt:lpstr>    Исчерпывающий перечень оснований для отказа в приеме заявления и документов, нео</vt:lpstr>
      <vt:lpstr>    </vt:lpstr>
      <vt:lpstr>    Исчерпывающий перечень оснований для приостановления предоставления Услуги или о</vt:lpstr>
      <vt:lpstr>    </vt:lpstr>
      <vt:lpstr>    Размер платы, взимаемой с заявителя  при предоставлении Услуги, и способы ее взи</vt:lpstr>
      <vt:lpstr>    </vt:lpstr>
      <vt:lpstr>    Максимальный срок ожидания в очереди при подаче заявителем запроса и при получен</vt:lpstr>
      <vt:lpstr>    </vt:lpstr>
      <vt:lpstr>    Срок регистрации запроса</vt:lpstr>
      <vt:lpstr>    </vt:lpstr>
      <vt:lpstr>    Требования к помещениям, в которых предоставляется Услуга, к залу ожидания, мест</vt:lpstr>
      <vt:lpstr>    </vt:lpstr>
      <vt:lpstr>    Показатели доступности и качества Услуги</vt:lpstr>
      <vt:lpstr>    </vt:lpstr>
      <vt:lpstr>    Иные требования к предоставлению Услуги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/>
      <vt:lpstr/>
      <vt:lpstr/>
      <vt:lpstr/>
      <vt:lpstr/>
      <vt:lpstr/>
      <vt:lpstr/>
      <vt:lpstr>Приложение № 1</vt:lpstr>
      <vt:lpstr>    Телефон:______________________</vt:lpstr>
      <vt:lpstr/>
      <vt:lpstr>Приложение № 2</vt:lpstr>
      <vt:lpstr/>
      <vt:lpstr/>
      <vt:lpstr>Приложение № 3</vt:lpstr>
      <vt:lpstr/>
      <vt:lpstr/>
      <vt:lpstr>Бланк организации, предприятия                  </vt:lpstr>
      <vt:lpstr>Руководитель предприятия,   </vt:lpstr>
      <vt:lpstr>организации                                  ____________________            (ФИ</vt:lpstr>
      <vt:lpstr/>
      <vt:lpstr>Представитель организации по доверенности №______ от_________</vt:lpstr>
      <vt:lpstr>_______________________________________ (ФИО)</vt:lpstr>
      <vt:lpstr/>
      <vt:lpstr/>
      <vt:lpstr/>
      <vt:lpstr>Приложение № 4</vt:lpstr>
      <vt:lpstr>Бланк организации, предприятия</vt:lpstr>
      <vt:lpstr>Руководитель предприятия,   </vt:lpstr>
      <vt:lpstr>организации_______________________________________(ФИО)</vt:lpstr>
      <vt:lpstr/>
      <vt:lpstr/>
      <vt:lpstr>Представитель организации по доверенности №______ от_________</vt:lpstr>
      <vt:lpstr>__________________________________________________ (ФИО)</vt:lpstr>
      <vt:lpstr/>
      <vt:lpstr/>
      <vt:lpstr/>
      <vt:lpstr/>
      <vt:lpstr>Дата _______________</vt:lpstr>
      <vt:lpstr>Приложение № 5</vt:lpstr>
      <vt:lpstr>    телефон:______________________</vt:lpstr>
      <vt:lpstr>Приложение № 6</vt:lpstr>
      <vt:lpstr/>
      <vt:lpstr/>
      <vt:lpstr>Бланк организации, предприятия                  </vt:lpstr>
      <vt:lpstr>Руководитель предприятия,   </vt:lpstr>
      <vt:lpstr>организации                                  ____________________            (ФИ</vt:lpstr>
      <vt:lpstr/>
      <vt:lpstr/>
      <vt:lpstr>Представитель организации по доверенности №______ от_________</vt:lpstr>
      <vt:lpstr>_____________________________________________________  (ФИО)</vt:lpstr>
    </vt:vector>
  </TitlesOfParts>
  <Company/>
  <LinksUpToDate>false</LinksUpToDate>
  <CharactersWithSpaces>29510</CharactersWithSpaces>
  <SharedDoc>false</SharedDoc>
  <HLinks>
    <vt:vector size="84" baseType="variant">
      <vt:variant>
        <vt:i4>3014781</vt:i4>
      </vt:variant>
      <vt:variant>
        <vt:i4>39</vt:i4>
      </vt:variant>
      <vt:variant>
        <vt:i4>0</vt:i4>
      </vt:variant>
      <vt:variant>
        <vt:i4>5</vt:i4>
      </vt:variant>
      <vt:variant>
        <vt:lpwstr>https://mizo.tularegion.ru/</vt:lpwstr>
      </vt:variant>
      <vt:variant>
        <vt:lpwstr/>
      </vt:variant>
      <vt:variant>
        <vt:i4>3211264</vt:i4>
      </vt:variant>
      <vt:variant>
        <vt:i4>36</vt:i4>
      </vt:variant>
      <vt:variant>
        <vt:i4>0</vt:i4>
      </vt:variant>
      <vt:variant>
        <vt:i4>5</vt:i4>
      </vt:variant>
      <vt:variant>
        <vt:lpwstr>mailto:mizo@tularegion.ru</vt:lpwstr>
      </vt:variant>
      <vt:variant>
        <vt:lpwstr/>
      </vt:variant>
      <vt:variant>
        <vt:i4>5243005</vt:i4>
      </vt:variant>
      <vt:variant>
        <vt:i4>33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2818055</vt:i4>
      </vt:variant>
      <vt:variant>
        <vt:i4>30</vt:i4>
      </vt:variant>
      <vt:variant>
        <vt:i4>0</vt:i4>
      </vt:variant>
      <vt:variant>
        <vt:i4>5</vt:i4>
      </vt:variant>
      <vt:variant>
        <vt:lpwstr>mailto:glavkadry@tularegion.ru</vt:lpwstr>
      </vt:variant>
      <vt:variant>
        <vt:lpwstr/>
      </vt:variant>
      <vt:variant>
        <vt:i4>4128869</vt:i4>
      </vt:variant>
      <vt:variant>
        <vt:i4>27</vt:i4>
      </vt:variant>
      <vt:variant>
        <vt:i4>0</vt:i4>
      </vt:variant>
      <vt:variant>
        <vt:i4>5</vt:i4>
      </vt:variant>
      <vt:variant>
        <vt:lpwstr>https://gosstroy.tularegion.ru/</vt:lpwstr>
      </vt:variant>
      <vt:variant>
        <vt:lpwstr/>
      </vt:variant>
      <vt:variant>
        <vt:i4>3932175</vt:i4>
      </vt:variant>
      <vt:variant>
        <vt:i4>24</vt:i4>
      </vt:variant>
      <vt:variant>
        <vt:i4>0</vt:i4>
      </vt:variant>
      <vt:variant>
        <vt:i4>5</vt:i4>
      </vt:variant>
      <vt:variant>
        <vt:lpwstr>mailto:igsn@tularegion.ru</vt:lpwstr>
      </vt:variant>
      <vt:variant>
        <vt:lpwstr/>
      </vt:variant>
      <vt:variant>
        <vt:i4>5963803</vt:i4>
      </vt:variant>
      <vt:variant>
        <vt:i4>21</vt:i4>
      </vt:variant>
      <vt:variant>
        <vt:i4>0</vt:i4>
      </vt:variant>
      <vt:variant>
        <vt:i4>5</vt:i4>
      </vt:variant>
      <vt:variant>
        <vt:lpwstr>https://gosteh.tularegion.ru/</vt:lpwstr>
      </vt:variant>
      <vt:variant>
        <vt:lpwstr/>
      </vt:variant>
      <vt:variant>
        <vt:i4>6488141</vt:i4>
      </vt:variant>
      <vt:variant>
        <vt:i4>18</vt:i4>
      </vt:variant>
      <vt:variant>
        <vt:i4>0</vt:i4>
      </vt:variant>
      <vt:variant>
        <vt:i4>5</vt:i4>
      </vt:variant>
      <vt:variant>
        <vt:lpwstr>mailto:gtn71@tularegion.ru</vt:lpwstr>
      </vt:variant>
      <vt:variant>
        <vt:lpwstr/>
      </vt:variant>
      <vt:variant>
        <vt:i4>7209079</vt:i4>
      </vt:variant>
      <vt:variant>
        <vt:i4>15</vt:i4>
      </vt:variant>
      <vt:variant>
        <vt:i4>0</vt:i4>
      </vt:variant>
      <vt:variant>
        <vt:i4>5</vt:i4>
      </vt:variant>
      <vt:variant>
        <vt:lpwstr>https://gzi.tularegion.ru/</vt:lpwstr>
      </vt:variant>
      <vt:variant>
        <vt:lpwstr/>
      </vt:variant>
      <vt:variant>
        <vt:i4>6553667</vt:i4>
      </vt:variant>
      <vt:variant>
        <vt:i4>12</vt:i4>
      </vt:variant>
      <vt:variant>
        <vt:i4>0</vt:i4>
      </vt:variant>
      <vt:variant>
        <vt:i4>5</vt:i4>
      </vt:variant>
      <vt:variant>
        <vt:lpwstr>mailto:gzi71@tularegion.ru</vt:lpwstr>
      </vt:variant>
      <vt:variant>
        <vt:lpwstr/>
      </vt:variant>
      <vt:variant>
        <vt:i4>5505125</vt:i4>
      </vt:variant>
      <vt:variant>
        <vt:i4>9</vt:i4>
      </vt:variant>
      <vt:variant>
        <vt:i4>0</vt:i4>
      </vt:variant>
      <vt:variant>
        <vt:i4>5</vt:i4>
      </vt:variant>
      <vt:variant>
        <vt:lpwstr>mailto:gkh@tularegion.ru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Евстегнеева Галина Анатольевна</dc:creator>
  <cp:keywords/>
  <cp:lastModifiedBy>Авилова Людмила Валентиновна</cp:lastModifiedBy>
  <cp:revision>6</cp:revision>
  <cp:lastPrinted>1995-11-21T14:41:00Z</cp:lastPrinted>
  <dcterms:created xsi:type="dcterms:W3CDTF">2025-08-04T11:13:00Z</dcterms:created>
  <dcterms:modified xsi:type="dcterms:W3CDTF">2025-08-08T13:24:00Z</dcterms:modified>
</cp:coreProperties>
</file>